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2B1" w:rsidRPr="00C635B4" w:rsidRDefault="00B812B1" w:rsidP="00C635B4">
      <w:pPr>
        <w:widowControl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" o:spid="_x0000_s1026" type="#_x0000_t75" alt="Герб города" style="position:absolute;left:0;text-align:left;margin-left:238.35pt;margin-top:7pt;width:41.9pt;height:49.1pt;z-index:-251658240;visibility:visible" wrapcoords="-386 0 -386 21268 21600 21268 21600 0 -386 0">
            <v:imagedata r:id="rId5" o:title="" gain="234057f" blacklevel="-3932f"/>
            <w10:wrap type="through"/>
          </v:shape>
        </w:pict>
      </w:r>
    </w:p>
    <w:p w:rsidR="00B812B1" w:rsidRPr="00C635B4" w:rsidRDefault="00B812B1" w:rsidP="00C635B4">
      <w:pPr>
        <w:widowControl/>
        <w:jc w:val="center"/>
        <w:rPr>
          <w:rFonts w:ascii="Arial" w:hAnsi="Arial" w:cs="Arial"/>
          <w:b/>
          <w:bCs/>
          <w:sz w:val="20"/>
          <w:szCs w:val="20"/>
        </w:rPr>
      </w:pPr>
    </w:p>
    <w:p w:rsidR="00B812B1" w:rsidRPr="00C635B4" w:rsidRDefault="00B812B1" w:rsidP="00C635B4">
      <w:pPr>
        <w:widowControl/>
        <w:jc w:val="center"/>
        <w:rPr>
          <w:rFonts w:ascii="Arial" w:hAnsi="Arial" w:cs="Arial"/>
          <w:b/>
          <w:bCs/>
          <w:sz w:val="20"/>
          <w:szCs w:val="20"/>
        </w:rPr>
      </w:pPr>
    </w:p>
    <w:p w:rsidR="00B812B1" w:rsidRPr="00C635B4" w:rsidRDefault="00B812B1" w:rsidP="00C635B4">
      <w:pPr>
        <w:widowControl/>
        <w:jc w:val="center"/>
        <w:rPr>
          <w:rFonts w:ascii="Arial" w:hAnsi="Arial" w:cs="Arial"/>
          <w:sz w:val="20"/>
          <w:szCs w:val="20"/>
        </w:rPr>
      </w:pPr>
    </w:p>
    <w:p w:rsidR="00B812B1" w:rsidRPr="00C635B4" w:rsidRDefault="00B812B1" w:rsidP="00C635B4">
      <w:pPr>
        <w:pStyle w:val="Heading1"/>
        <w:widowControl/>
        <w:rPr>
          <w:rFonts w:ascii="Arial" w:hAnsi="Arial" w:cs="Arial"/>
          <w:sz w:val="20"/>
          <w:szCs w:val="20"/>
        </w:rPr>
      </w:pPr>
    </w:p>
    <w:p w:rsidR="00B812B1" w:rsidRPr="00C635B4" w:rsidRDefault="00B812B1" w:rsidP="00C635B4">
      <w:pPr>
        <w:pStyle w:val="Heading1"/>
        <w:widowControl/>
        <w:rPr>
          <w:rFonts w:ascii="Arial" w:hAnsi="Arial" w:cs="Arial"/>
          <w:sz w:val="32"/>
          <w:szCs w:val="32"/>
        </w:rPr>
      </w:pPr>
      <w:r w:rsidRPr="00C635B4">
        <w:rPr>
          <w:rFonts w:ascii="Arial" w:hAnsi="Arial" w:cs="Arial"/>
          <w:sz w:val="32"/>
          <w:szCs w:val="32"/>
        </w:rPr>
        <w:t>СОВЕТ ДЕПУТАТОВ</w:t>
      </w:r>
    </w:p>
    <w:p w:rsidR="00B812B1" w:rsidRPr="00C635B4" w:rsidRDefault="00B812B1" w:rsidP="00C635B4">
      <w:pPr>
        <w:pStyle w:val="Heading3"/>
        <w:widowControl/>
        <w:rPr>
          <w:rFonts w:ascii="Arial" w:hAnsi="Arial" w:cs="Arial"/>
          <w:sz w:val="24"/>
          <w:szCs w:val="24"/>
        </w:rPr>
      </w:pPr>
      <w:r w:rsidRPr="00C635B4">
        <w:rPr>
          <w:rFonts w:ascii="Arial" w:hAnsi="Arial" w:cs="Arial"/>
          <w:sz w:val="24"/>
          <w:szCs w:val="24"/>
        </w:rPr>
        <w:t>ГОРОДСКОГО ОКРУГА ОРЕХОВО-ЗУЕВО</w:t>
      </w:r>
    </w:p>
    <w:p w:rsidR="00B812B1" w:rsidRPr="00C635B4" w:rsidRDefault="00B812B1" w:rsidP="00C635B4">
      <w:pPr>
        <w:pStyle w:val="Heading3"/>
        <w:widowControl/>
        <w:rPr>
          <w:rFonts w:ascii="Arial" w:hAnsi="Arial" w:cs="Arial"/>
          <w:sz w:val="24"/>
          <w:szCs w:val="24"/>
        </w:rPr>
      </w:pPr>
      <w:r w:rsidRPr="00C635B4">
        <w:rPr>
          <w:rFonts w:ascii="Arial" w:hAnsi="Arial" w:cs="Arial"/>
          <w:sz w:val="24"/>
          <w:szCs w:val="24"/>
        </w:rPr>
        <w:t>МОСКОВСКОЙ ОБЛАСТИ</w:t>
      </w:r>
    </w:p>
    <w:p w:rsidR="00B812B1" w:rsidRPr="00C635B4" w:rsidRDefault="00B812B1" w:rsidP="00C635B4">
      <w:pPr>
        <w:widowControl/>
        <w:jc w:val="center"/>
        <w:rPr>
          <w:rFonts w:ascii="Arial" w:hAnsi="Arial" w:cs="Arial"/>
          <w:sz w:val="32"/>
          <w:szCs w:val="32"/>
        </w:rPr>
      </w:pPr>
    </w:p>
    <w:p w:rsidR="00B812B1" w:rsidRPr="00C635B4" w:rsidRDefault="00B812B1" w:rsidP="00C635B4">
      <w:pPr>
        <w:pStyle w:val="Heading2"/>
        <w:widowControl/>
        <w:rPr>
          <w:rFonts w:ascii="Arial" w:hAnsi="Arial" w:cs="Arial"/>
          <w:sz w:val="36"/>
          <w:szCs w:val="36"/>
        </w:rPr>
      </w:pPr>
      <w:r w:rsidRPr="00C635B4">
        <w:rPr>
          <w:rFonts w:ascii="Arial" w:hAnsi="Arial" w:cs="Arial"/>
          <w:sz w:val="36"/>
          <w:szCs w:val="36"/>
        </w:rPr>
        <w:t>Р Е Ш Е Н И Е</w:t>
      </w:r>
    </w:p>
    <w:p w:rsidR="00B812B1" w:rsidRPr="00C635B4" w:rsidRDefault="00B812B1" w:rsidP="00C635B4">
      <w:pPr>
        <w:jc w:val="center"/>
        <w:rPr>
          <w:rFonts w:ascii="Arial" w:hAnsi="Arial" w:cs="Arial"/>
          <w:sz w:val="20"/>
          <w:szCs w:val="20"/>
        </w:rPr>
      </w:pPr>
    </w:p>
    <w:p w:rsidR="00B812B1" w:rsidRDefault="00B812B1" w:rsidP="0006117D">
      <w:pPr>
        <w:jc w:val="center"/>
        <w:rPr>
          <w:rFonts w:ascii="Arial" w:hAnsi="Arial" w:cs="Arial"/>
          <w:b/>
        </w:rPr>
      </w:pPr>
      <w:r w:rsidRPr="00A12614">
        <w:rPr>
          <w:b/>
          <w:sz w:val="28"/>
          <w:szCs w:val="28"/>
        </w:rPr>
        <w:t xml:space="preserve">от 26.09.2013 г. № </w:t>
      </w:r>
      <w:r>
        <w:rPr>
          <w:b/>
          <w:sz w:val="28"/>
          <w:szCs w:val="28"/>
        </w:rPr>
        <w:t>593</w:t>
      </w:r>
      <w:r w:rsidRPr="00A12614">
        <w:rPr>
          <w:b/>
          <w:sz w:val="28"/>
          <w:szCs w:val="28"/>
        </w:rPr>
        <w:t xml:space="preserve">/60 </w:t>
      </w:r>
      <w:r w:rsidRPr="00A12614">
        <w:rPr>
          <w:rFonts w:ascii="Arial" w:hAnsi="Arial" w:cs="Arial"/>
          <w:b/>
        </w:rPr>
        <w:t xml:space="preserve"> </w:t>
      </w:r>
    </w:p>
    <w:p w:rsidR="00B812B1" w:rsidRPr="00C635B4" w:rsidRDefault="00B812B1" w:rsidP="00C635B4">
      <w:pPr>
        <w:widowControl/>
        <w:jc w:val="center"/>
        <w:rPr>
          <w:rFonts w:ascii="Arial" w:hAnsi="Arial" w:cs="Arial"/>
        </w:rPr>
      </w:pPr>
    </w:p>
    <w:p w:rsidR="00B812B1" w:rsidRPr="00C635B4" w:rsidRDefault="00B812B1">
      <w:pPr>
        <w:widowControl/>
        <w:jc w:val="center"/>
        <w:rPr>
          <w:rFonts w:ascii="Arial" w:hAnsi="Arial" w:cs="Arial"/>
        </w:rPr>
      </w:pPr>
    </w:p>
    <w:p w:rsidR="00B812B1" w:rsidRPr="00C635B4" w:rsidRDefault="00B812B1" w:rsidP="00562A61">
      <w:pPr>
        <w:widowControl/>
        <w:jc w:val="center"/>
        <w:rPr>
          <w:rFonts w:ascii="Arial" w:hAnsi="Arial" w:cs="Arial"/>
        </w:rPr>
      </w:pPr>
    </w:p>
    <w:p w:rsidR="00B812B1" w:rsidRDefault="00B812B1" w:rsidP="00562A61">
      <w:pPr>
        <w:widowControl/>
        <w:jc w:val="center"/>
        <w:rPr>
          <w:rFonts w:ascii="Arial" w:hAnsi="Arial" w:cs="Arial"/>
          <w:b/>
          <w:bCs/>
        </w:rPr>
      </w:pPr>
      <w:r w:rsidRPr="00C635B4">
        <w:rPr>
          <w:rFonts w:ascii="Arial" w:hAnsi="Arial" w:cs="Arial"/>
          <w:b/>
          <w:bCs/>
        </w:rPr>
        <w:t>«</w:t>
      </w:r>
      <w:r>
        <w:rPr>
          <w:rFonts w:ascii="Arial" w:hAnsi="Arial" w:cs="Arial"/>
          <w:b/>
          <w:bCs/>
        </w:rPr>
        <w:t>Об утверждении Перечня имущества, предлагаемого к передаче из  муниципальной собственности  Орехово-Зуевского муниципального района в муниципальную собственность городского округа Орехово-Зуево Московской области»</w:t>
      </w:r>
    </w:p>
    <w:p w:rsidR="00B812B1" w:rsidRPr="00C635B4" w:rsidRDefault="00B812B1" w:rsidP="00562A61">
      <w:pPr>
        <w:widowControl/>
        <w:jc w:val="center"/>
        <w:rPr>
          <w:rFonts w:ascii="Arial" w:hAnsi="Arial" w:cs="Arial"/>
          <w:b/>
          <w:bCs/>
        </w:rPr>
      </w:pPr>
    </w:p>
    <w:p w:rsidR="00B812B1" w:rsidRDefault="00B812B1" w:rsidP="00450D8E">
      <w:pPr>
        <w:widowControl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основании обращения Главы Орехово-Зуевского муниципального района Московской области №1919-1/02-14 от 17.09.2013 года и в соответствии с Гражданским кодексом РФ, Федеральным законом от 06.10.2003 года №131-ФЗ «Об общих принципах организации местного самоуправления в Российской Федерации», Порядком управления и распоряжения имуществом, находящимся в муниципальной собственности городского округа Орехово-Зуево Московской области, утвержденным решением Совета депутатов от 26.04.2012г №456/45 и решением Совета депутатов Орехово-Зуевского муниципального района «О передаче из муниципальной собственности Орехово-Зуевского муниципального района в собственность городского округа Орехово-Зуево автотранспортного средства» №74/8 от 08.08.2013г.  </w:t>
      </w:r>
    </w:p>
    <w:p w:rsidR="00B812B1" w:rsidRDefault="00B812B1" w:rsidP="00450D8E">
      <w:pPr>
        <w:widowControl/>
        <w:ind w:firstLine="709"/>
        <w:jc w:val="both"/>
        <w:rPr>
          <w:rFonts w:ascii="Arial" w:hAnsi="Arial" w:cs="Arial"/>
        </w:rPr>
      </w:pPr>
    </w:p>
    <w:p w:rsidR="00B812B1" w:rsidRPr="00D43589" w:rsidRDefault="00B812B1" w:rsidP="00450D8E">
      <w:pPr>
        <w:widowControl/>
        <w:ind w:firstLine="709"/>
        <w:jc w:val="both"/>
        <w:rPr>
          <w:rFonts w:ascii="Arial" w:hAnsi="Arial" w:cs="Arial"/>
        </w:rPr>
      </w:pPr>
    </w:p>
    <w:p w:rsidR="00B812B1" w:rsidRDefault="00B812B1" w:rsidP="00562A61">
      <w:pPr>
        <w:widowControl/>
        <w:jc w:val="center"/>
        <w:rPr>
          <w:rFonts w:ascii="Arial" w:hAnsi="Arial" w:cs="Arial"/>
          <w:b/>
        </w:rPr>
      </w:pPr>
      <w:r w:rsidRPr="00FD1DA0">
        <w:rPr>
          <w:rFonts w:ascii="Arial" w:hAnsi="Arial" w:cs="Arial"/>
          <w:b/>
        </w:rPr>
        <w:t>Совет депутатов городского округа Орехово-Зуево решил:</w:t>
      </w:r>
      <w:r w:rsidRPr="00FD1DA0">
        <w:rPr>
          <w:rFonts w:ascii="Arial" w:hAnsi="Arial" w:cs="Arial"/>
          <w:b/>
        </w:rPr>
        <w:tab/>
      </w:r>
    </w:p>
    <w:p w:rsidR="00B812B1" w:rsidRDefault="00B812B1" w:rsidP="00562A61">
      <w:pPr>
        <w:widowControl/>
        <w:jc w:val="center"/>
        <w:rPr>
          <w:rFonts w:ascii="Arial" w:hAnsi="Arial" w:cs="Arial"/>
          <w:b/>
        </w:rPr>
      </w:pPr>
    </w:p>
    <w:p w:rsidR="00B812B1" w:rsidRDefault="00B812B1" w:rsidP="00562A61">
      <w:pPr>
        <w:widowControl/>
        <w:jc w:val="center"/>
        <w:rPr>
          <w:rFonts w:ascii="Arial" w:hAnsi="Arial" w:cs="Arial"/>
          <w:b/>
        </w:rPr>
      </w:pPr>
    </w:p>
    <w:p w:rsidR="00B812B1" w:rsidRDefault="00B812B1" w:rsidP="00816777">
      <w:pPr>
        <w:widowControl/>
        <w:spacing w:before="120"/>
        <w:jc w:val="both"/>
        <w:rPr>
          <w:rFonts w:ascii="Arial" w:hAnsi="Arial" w:cs="Arial"/>
        </w:rPr>
      </w:pPr>
      <w:r w:rsidRPr="00C635B4">
        <w:rPr>
          <w:rFonts w:ascii="Arial" w:hAnsi="Arial" w:cs="Arial"/>
        </w:rPr>
        <w:t>1.</w:t>
      </w:r>
      <w:r>
        <w:rPr>
          <w:rFonts w:ascii="Arial" w:hAnsi="Arial" w:cs="Arial"/>
        </w:rPr>
        <w:t xml:space="preserve">Утвердить Перечень имущества, </w:t>
      </w:r>
      <w:r>
        <w:rPr>
          <w:rFonts w:ascii="Arial" w:hAnsi="Arial" w:cs="Arial"/>
          <w:bCs/>
        </w:rPr>
        <w:t>предлагаемого к передаче из муниципальной собственности Орехово-Зуевского муниципального района Московской области в муниципальную собственность городского округа Орехово-Зуево Московской области, согласно приложению к настоящему Решению.</w:t>
      </w:r>
    </w:p>
    <w:p w:rsidR="00B812B1" w:rsidRPr="00E43394" w:rsidRDefault="00B812B1" w:rsidP="00816777">
      <w:pPr>
        <w:widowControl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Pr="00E43394">
        <w:rPr>
          <w:rFonts w:ascii="Arial" w:hAnsi="Arial" w:cs="Arial"/>
        </w:rPr>
        <w:t>П</w:t>
      </w:r>
      <w:r>
        <w:rPr>
          <w:rFonts w:ascii="Arial" w:hAnsi="Arial" w:cs="Arial"/>
        </w:rPr>
        <w:t>ринять</w:t>
      </w:r>
      <w:r w:rsidRPr="00E4339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имущество </w:t>
      </w:r>
      <w:r w:rsidRPr="00E43394">
        <w:rPr>
          <w:rFonts w:ascii="Arial" w:hAnsi="Arial" w:cs="Arial"/>
          <w:bCs/>
        </w:rPr>
        <w:t xml:space="preserve">из муниципальной собственности </w:t>
      </w:r>
      <w:r>
        <w:rPr>
          <w:rFonts w:ascii="Arial" w:hAnsi="Arial" w:cs="Arial"/>
          <w:bCs/>
        </w:rPr>
        <w:t>Орехово-Зуевского муниципального района Московской области</w:t>
      </w:r>
      <w:r w:rsidRPr="00E43394">
        <w:rPr>
          <w:rFonts w:ascii="Arial" w:hAnsi="Arial" w:cs="Arial"/>
          <w:bCs/>
        </w:rPr>
        <w:t xml:space="preserve"> в </w:t>
      </w:r>
      <w:r>
        <w:rPr>
          <w:rFonts w:ascii="Arial" w:hAnsi="Arial" w:cs="Arial"/>
          <w:bCs/>
        </w:rPr>
        <w:t xml:space="preserve">муниципальную </w:t>
      </w:r>
      <w:r w:rsidRPr="00E43394">
        <w:rPr>
          <w:rFonts w:ascii="Arial" w:hAnsi="Arial" w:cs="Arial"/>
          <w:bCs/>
        </w:rPr>
        <w:t xml:space="preserve">собственность </w:t>
      </w:r>
      <w:r>
        <w:rPr>
          <w:rFonts w:ascii="Arial" w:hAnsi="Arial" w:cs="Arial"/>
          <w:bCs/>
        </w:rPr>
        <w:t xml:space="preserve">городского округа Орехово-Зуево </w:t>
      </w:r>
      <w:r w:rsidRPr="00E43394">
        <w:rPr>
          <w:rFonts w:ascii="Arial" w:hAnsi="Arial" w:cs="Arial"/>
          <w:bCs/>
        </w:rPr>
        <w:t>Московской области</w:t>
      </w:r>
      <w:r w:rsidRPr="00E43394">
        <w:rPr>
          <w:rFonts w:ascii="Arial" w:hAnsi="Arial" w:cs="Arial"/>
        </w:rPr>
        <w:t xml:space="preserve"> согласно </w:t>
      </w:r>
      <w:r>
        <w:rPr>
          <w:rFonts w:ascii="Arial" w:hAnsi="Arial" w:cs="Arial"/>
        </w:rPr>
        <w:t xml:space="preserve">Перечню </w:t>
      </w:r>
      <w:r>
        <w:rPr>
          <w:rFonts w:ascii="Arial" w:hAnsi="Arial" w:cs="Arial"/>
          <w:bCs/>
        </w:rPr>
        <w:t>(Приложение к настоящему Решению).</w:t>
      </w:r>
    </w:p>
    <w:p w:rsidR="00B812B1" w:rsidRDefault="00B812B1" w:rsidP="00816777">
      <w:pPr>
        <w:widowControl/>
        <w:spacing w:before="120"/>
        <w:jc w:val="both"/>
        <w:rPr>
          <w:rFonts w:ascii="Arial" w:hAnsi="Arial" w:cs="Arial"/>
        </w:rPr>
      </w:pPr>
      <w:r w:rsidRPr="00E43394">
        <w:rPr>
          <w:rFonts w:ascii="Arial" w:hAnsi="Arial" w:cs="Arial"/>
        </w:rPr>
        <w:t>3.</w:t>
      </w:r>
      <w:r>
        <w:rPr>
          <w:rFonts w:ascii="Arial" w:hAnsi="Arial" w:cs="Arial"/>
        </w:rPr>
        <w:t xml:space="preserve"> Передачу имущества, указанного в</w:t>
      </w:r>
      <w:r w:rsidRPr="00E43394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П</w:t>
      </w:r>
      <w:r w:rsidRPr="00E43394">
        <w:rPr>
          <w:rFonts w:ascii="Arial" w:hAnsi="Arial" w:cs="Arial"/>
        </w:rPr>
        <w:t>еречн</w:t>
      </w:r>
      <w:r>
        <w:rPr>
          <w:rFonts w:ascii="Arial" w:hAnsi="Arial" w:cs="Arial"/>
        </w:rPr>
        <w:t>е</w:t>
      </w:r>
      <w:r w:rsidRPr="00E43394"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 xml:space="preserve">(Приложение к настоящему Решению), </w:t>
      </w:r>
      <w:r w:rsidRPr="00E43394">
        <w:rPr>
          <w:rFonts w:ascii="Arial" w:hAnsi="Arial" w:cs="Arial"/>
          <w:bCs/>
        </w:rPr>
        <w:t xml:space="preserve">из муниципальной собственности </w:t>
      </w:r>
      <w:r>
        <w:rPr>
          <w:rFonts w:ascii="Arial" w:hAnsi="Arial" w:cs="Arial"/>
          <w:bCs/>
        </w:rPr>
        <w:t>Орехово-Зуевского муниципального района</w:t>
      </w:r>
      <w:r w:rsidRPr="00E43394">
        <w:rPr>
          <w:rFonts w:ascii="Arial" w:hAnsi="Arial" w:cs="Arial"/>
          <w:bCs/>
        </w:rPr>
        <w:t xml:space="preserve"> Московской области в </w:t>
      </w:r>
      <w:r>
        <w:rPr>
          <w:rFonts w:ascii="Arial" w:hAnsi="Arial" w:cs="Arial"/>
          <w:bCs/>
        </w:rPr>
        <w:t xml:space="preserve">муниципальную </w:t>
      </w:r>
      <w:r w:rsidRPr="00E43394">
        <w:rPr>
          <w:rFonts w:ascii="Arial" w:hAnsi="Arial" w:cs="Arial"/>
          <w:bCs/>
        </w:rPr>
        <w:t xml:space="preserve">собственность </w:t>
      </w:r>
      <w:r>
        <w:rPr>
          <w:rFonts w:ascii="Arial" w:hAnsi="Arial" w:cs="Arial"/>
          <w:bCs/>
        </w:rPr>
        <w:t xml:space="preserve">городского округа Орехово-Зуево </w:t>
      </w:r>
      <w:r w:rsidRPr="00E43394">
        <w:rPr>
          <w:rFonts w:ascii="Arial" w:hAnsi="Arial" w:cs="Arial"/>
          <w:bCs/>
        </w:rPr>
        <w:t>Московской области</w:t>
      </w:r>
      <w:r w:rsidRPr="00E4339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осуществить путем подписания  акта приема-передачи.</w:t>
      </w:r>
    </w:p>
    <w:p w:rsidR="00B812B1" w:rsidRDefault="00B812B1" w:rsidP="00816777">
      <w:pPr>
        <w:widowControl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4. Комитету по управлению имуществом администрации городского округа Орехово-Зуево осуществить юридические и организационные действия по принятию имущества в собственность городского округа Орехово-Зуево Московской области.</w:t>
      </w:r>
    </w:p>
    <w:p w:rsidR="00B812B1" w:rsidRDefault="00B812B1" w:rsidP="00816777">
      <w:pPr>
        <w:widowControl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D8790E">
        <w:rPr>
          <w:rFonts w:ascii="Arial" w:hAnsi="Arial" w:cs="Arial"/>
        </w:rPr>
        <w:t xml:space="preserve">. Направить </w:t>
      </w:r>
      <w:r>
        <w:rPr>
          <w:rFonts w:ascii="Arial" w:hAnsi="Arial" w:cs="Arial"/>
        </w:rPr>
        <w:t>настоящее</w:t>
      </w:r>
      <w:r w:rsidRPr="00D8790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</w:t>
      </w:r>
      <w:r w:rsidRPr="00D8790E">
        <w:rPr>
          <w:rFonts w:ascii="Arial" w:hAnsi="Arial" w:cs="Arial"/>
        </w:rPr>
        <w:t xml:space="preserve">ешение в </w:t>
      </w:r>
      <w:r>
        <w:rPr>
          <w:rFonts w:ascii="Arial" w:hAnsi="Arial" w:cs="Arial"/>
        </w:rPr>
        <w:t>Администрацию Орехово-Зуевского муниципального района.</w:t>
      </w:r>
    </w:p>
    <w:p w:rsidR="00B812B1" w:rsidRDefault="00B812B1" w:rsidP="00816777">
      <w:pPr>
        <w:widowControl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6. Контроль за исполнением настоящего Решения возложить на зам.Главы администрации Белашова В.П.</w:t>
      </w:r>
    </w:p>
    <w:p w:rsidR="00B812B1" w:rsidRDefault="00B812B1" w:rsidP="00562A61">
      <w:pPr>
        <w:widowControl/>
        <w:jc w:val="both"/>
        <w:rPr>
          <w:rFonts w:ascii="Arial" w:hAnsi="Arial" w:cs="Arial"/>
        </w:rPr>
      </w:pPr>
    </w:p>
    <w:p w:rsidR="00B812B1" w:rsidRDefault="00B812B1" w:rsidP="00562A61">
      <w:pPr>
        <w:widowControl/>
        <w:jc w:val="both"/>
        <w:rPr>
          <w:rFonts w:ascii="Arial" w:hAnsi="Arial" w:cs="Arial"/>
        </w:rPr>
      </w:pPr>
    </w:p>
    <w:p w:rsidR="00B812B1" w:rsidRDefault="00B812B1" w:rsidP="00562A61">
      <w:pPr>
        <w:widowControl/>
        <w:jc w:val="both"/>
        <w:rPr>
          <w:rFonts w:ascii="Arial" w:hAnsi="Arial" w:cs="Arial"/>
        </w:rPr>
      </w:pPr>
    </w:p>
    <w:p w:rsidR="00B812B1" w:rsidRPr="00C635B4" w:rsidRDefault="00B812B1" w:rsidP="00562A61">
      <w:pPr>
        <w:widowControl/>
        <w:jc w:val="both"/>
        <w:rPr>
          <w:rFonts w:ascii="Arial" w:hAnsi="Arial" w:cs="Arial"/>
          <w:b/>
          <w:bCs/>
        </w:rPr>
      </w:pPr>
      <w:r w:rsidRPr="00C635B4">
        <w:rPr>
          <w:rFonts w:ascii="Arial" w:hAnsi="Arial" w:cs="Arial"/>
          <w:b/>
          <w:bCs/>
        </w:rPr>
        <w:t xml:space="preserve">Председатель </w:t>
      </w:r>
    </w:p>
    <w:p w:rsidR="00B812B1" w:rsidRPr="00C635B4" w:rsidRDefault="00B812B1" w:rsidP="00562A61">
      <w:pPr>
        <w:pStyle w:val="Heading8"/>
        <w:rPr>
          <w:rFonts w:ascii="Arial" w:hAnsi="Arial" w:cs="Arial"/>
          <w:sz w:val="24"/>
          <w:szCs w:val="24"/>
        </w:rPr>
      </w:pPr>
      <w:r w:rsidRPr="00C635B4">
        <w:rPr>
          <w:rFonts w:ascii="Arial" w:hAnsi="Arial" w:cs="Arial"/>
          <w:sz w:val="24"/>
          <w:szCs w:val="24"/>
        </w:rPr>
        <w:t>Совета депутатов</w:t>
      </w:r>
      <w:r w:rsidRPr="00C635B4">
        <w:rPr>
          <w:rFonts w:ascii="Arial" w:hAnsi="Arial" w:cs="Arial"/>
          <w:sz w:val="24"/>
          <w:szCs w:val="24"/>
        </w:rPr>
        <w:tab/>
      </w:r>
      <w:r w:rsidRPr="00C635B4">
        <w:rPr>
          <w:rFonts w:ascii="Arial" w:hAnsi="Arial" w:cs="Arial"/>
          <w:sz w:val="24"/>
          <w:szCs w:val="24"/>
        </w:rPr>
        <w:tab/>
      </w:r>
      <w:r w:rsidRPr="00C635B4">
        <w:rPr>
          <w:rFonts w:ascii="Arial" w:hAnsi="Arial" w:cs="Arial"/>
          <w:sz w:val="24"/>
          <w:szCs w:val="24"/>
        </w:rPr>
        <w:tab/>
      </w:r>
      <w:r w:rsidRPr="00C635B4">
        <w:rPr>
          <w:rFonts w:ascii="Arial" w:hAnsi="Arial" w:cs="Arial"/>
          <w:sz w:val="24"/>
          <w:szCs w:val="24"/>
        </w:rPr>
        <w:tab/>
      </w:r>
      <w:r w:rsidRPr="00C635B4">
        <w:rPr>
          <w:rFonts w:ascii="Arial" w:hAnsi="Arial" w:cs="Arial"/>
          <w:sz w:val="24"/>
          <w:szCs w:val="24"/>
        </w:rPr>
        <w:tab/>
      </w:r>
      <w:r w:rsidRPr="00C635B4">
        <w:rPr>
          <w:rFonts w:ascii="Arial" w:hAnsi="Arial" w:cs="Arial"/>
          <w:sz w:val="24"/>
          <w:szCs w:val="24"/>
        </w:rPr>
        <w:tab/>
      </w:r>
      <w:r w:rsidRPr="00C635B4">
        <w:rPr>
          <w:rFonts w:ascii="Arial" w:hAnsi="Arial" w:cs="Arial"/>
          <w:sz w:val="24"/>
          <w:szCs w:val="24"/>
        </w:rPr>
        <w:tab/>
      </w:r>
      <w:r w:rsidRPr="00C635B4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Г.О.Панин</w:t>
      </w:r>
    </w:p>
    <w:p w:rsidR="00B812B1" w:rsidRDefault="00B812B1" w:rsidP="00562A61">
      <w:pPr>
        <w:widowControl/>
        <w:jc w:val="both"/>
        <w:rPr>
          <w:rFonts w:ascii="Arial" w:hAnsi="Arial" w:cs="Arial"/>
          <w:i/>
          <w:sz w:val="20"/>
          <w:szCs w:val="20"/>
        </w:rPr>
      </w:pPr>
    </w:p>
    <w:p w:rsidR="00B812B1" w:rsidRDefault="00B812B1" w:rsidP="00562A61">
      <w:pPr>
        <w:widowControl/>
        <w:jc w:val="both"/>
        <w:rPr>
          <w:rFonts w:ascii="Arial" w:hAnsi="Arial" w:cs="Arial"/>
          <w:i/>
          <w:sz w:val="20"/>
          <w:szCs w:val="20"/>
        </w:rPr>
      </w:pPr>
    </w:p>
    <w:p w:rsidR="00B812B1" w:rsidRDefault="00B812B1" w:rsidP="00562A61">
      <w:pPr>
        <w:widowControl/>
        <w:jc w:val="both"/>
        <w:rPr>
          <w:rFonts w:ascii="Arial" w:hAnsi="Arial" w:cs="Arial"/>
          <w:i/>
          <w:sz w:val="20"/>
          <w:szCs w:val="20"/>
        </w:rPr>
      </w:pPr>
    </w:p>
    <w:p w:rsidR="00B812B1" w:rsidRDefault="00B812B1" w:rsidP="00562A61">
      <w:pPr>
        <w:widowControl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Р</w:t>
      </w:r>
      <w:r w:rsidRPr="007F3D31">
        <w:rPr>
          <w:rFonts w:ascii="Arial" w:hAnsi="Arial" w:cs="Arial"/>
          <w:i/>
          <w:sz w:val="20"/>
          <w:szCs w:val="20"/>
        </w:rPr>
        <w:t>азослано: дело,</w:t>
      </w:r>
      <w:r>
        <w:rPr>
          <w:rFonts w:ascii="Arial" w:hAnsi="Arial" w:cs="Arial"/>
          <w:i/>
          <w:sz w:val="20"/>
          <w:szCs w:val="20"/>
        </w:rPr>
        <w:t xml:space="preserve"> Белашову В.П.,</w:t>
      </w:r>
      <w:r w:rsidRPr="007F3D31">
        <w:rPr>
          <w:rFonts w:ascii="Arial" w:hAnsi="Arial" w:cs="Arial"/>
          <w:i/>
          <w:sz w:val="20"/>
          <w:szCs w:val="20"/>
        </w:rPr>
        <w:t xml:space="preserve"> КУИ – </w:t>
      </w:r>
      <w:r>
        <w:rPr>
          <w:rFonts w:ascii="Arial" w:hAnsi="Arial" w:cs="Arial"/>
          <w:i/>
          <w:sz w:val="20"/>
          <w:szCs w:val="20"/>
        </w:rPr>
        <w:t>5</w:t>
      </w:r>
      <w:r w:rsidRPr="007F3D31">
        <w:rPr>
          <w:rFonts w:ascii="Arial" w:hAnsi="Arial" w:cs="Arial"/>
          <w:i/>
          <w:sz w:val="20"/>
          <w:szCs w:val="20"/>
        </w:rPr>
        <w:t xml:space="preserve"> экз., </w:t>
      </w:r>
      <w:r>
        <w:rPr>
          <w:rFonts w:ascii="Arial" w:hAnsi="Arial" w:cs="Arial"/>
          <w:i/>
          <w:sz w:val="20"/>
          <w:szCs w:val="20"/>
        </w:rPr>
        <w:t>Учреждение «Управление здравоохранения администрации Орехово-Зуевского муниципального района», МБУЗ «Давыдовская районная больница», МБУЗ «Орехово-Зуевская Центральная городская больница»</w:t>
      </w:r>
    </w:p>
    <w:p w:rsidR="00B812B1" w:rsidRDefault="00B812B1" w:rsidP="00562A61">
      <w:pPr>
        <w:widowControl/>
        <w:jc w:val="both"/>
        <w:rPr>
          <w:rFonts w:ascii="Arial" w:hAnsi="Arial" w:cs="Arial"/>
          <w:sz w:val="20"/>
          <w:szCs w:val="20"/>
        </w:rPr>
      </w:pPr>
    </w:p>
    <w:p w:rsidR="00B812B1" w:rsidRDefault="00B812B1" w:rsidP="00562A61">
      <w:pPr>
        <w:widowControl/>
        <w:jc w:val="both"/>
        <w:rPr>
          <w:rFonts w:ascii="Arial" w:hAnsi="Arial" w:cs="Arial"/>
          <w:sz w:val="20"/>
          <w:szCs w:val="20"/>
        </w:rPr>
      </w:pPr>
    </w:p>
    <w:p w:rsidR="00B812B1" w:rsidRDefault="00B812B1" w:rsidP="00562A61">
      <w:pPr>
        <w:widowControl/>
        <w:jc w:val="both"/>
        <w:rPr>
          <w:rFonts w:ascii="Arial" w:hAnsi="Arial" w:cs="Arial"/>
          <w:sz w:val="20"/>
          <w:szCs w:val="20"/>
        </w:rPr>
      </w:pPr>
    </w:p>
    <w:p w:rsidR="00B812B1" w:rsidRDefault="00B812B1" w:rsidP="00562A61">
      <w:pPr>
        <w:widowControl/>
        <w:jc w:val="both"/>
        <w:rPr>
          <w:rFonts w:ascii="Arial" w:hAnsi="Arial" w:cs="Arial"/>
          <w:sz w:val="20"/>
          <w:szCs w:val="20"/>
        </w:rPr>
      </w:pPr>
    </w:p>
    <w:p w:rsidR="00B812B1" w:rsidRDefault="00B812B1" w:rsidP="00562A61">
      <w:pPr>
        <w:widowControl/>
        <w:jc w:val="both"/>
        <w:rPr>
          <w:rFonts w:ascii="Arial" w:hAnsi="Arial" w:cs="Arial"/>
          <w:sz w:val="20"/>
          <w:szCs w:val="20"/>
        </w:rPr>
      </w:pPr>
    </w:p>
    <w:p w:rsidR="00B812B1" w:rsidRDefault="00B812B1" w:rsidP="00562A61">
      <w:pPr>
        <w:widowControl/>
        <w:jc w:val="both"/>
        <w:rPr>
          <w:rFonts w:ascii="Arial" w:hAnsi="Arial" w:cs="Arial"/>
          <w:sz w:val="20"/>
          <w:szCs w:val="20"/>
        </w:rPr>
      </w:pPr>
    </w:p>
    <w:p w:rsidR="00B812B1" w:rsidRDefault="00B812B1" w:rsidP="00562A61">
      <w:pPr>
        <w:widowControl/>
        <w:jc w:val="both"/>
        <w:rPr>
          <w:rFonts w:ascii="Arial" w:hAnsi="Arial" w:cs="Arial"/>
          <w:sz w:val="20"/>
          <w:szCs w:val="20"/>
        </w:rPr>
      </w:pPr>
    </w:p>
    <w:p w:rsidR="00B812B1" w:rsidRDefault="00B812B1" w:rsidP="00562A61">
      <w:pPr>
        <w:widowControl/>
        <w:jc w:val="both"/>
        <w:rPr>
          <w:rFonts w:ascii="Arial" w:hAnsi="Arial" w:cs="Arial"/>
          <w:sz w:val="20"/>
          <w:szCs w:val="20"/>
        </w:rPr>
      </w:pPr>
    </w:p>
    <w:p w:rsidR="00B812B1" w:rsidRDefault="00B812B1" w:rsidP="00562A61">
      <w:pPr>
        <w:widowControl/>
        <w:jc w:val="both"/>
        <w:rPr>
          <w:rFonts w:ascii="Arial" w:hAnsi="Arial" w:cs="Arial"/>
          <w:sz w:val="20"/>
          <w:szCs w:val="20"/>
        </w:rPr>
      </w:pPr>
    </w:p>
    <w:p w:rsidR="00B812B1" w:rsidRDefault="00B812B1" w:rsidP="00562A61">
      <w:pPr>
        <w:widowControl/>
        <w:jc w:val="both"/>
        <w:rPr>
          <w:rFonts w:ascii="Arial" w:hAnsi="Arial" w:cs="Arial"/>
          <w:sz w:val="20"/>
          <w:szCs w:val="20"/>
        </w:rPr>
      </w:pPr>
    </w:p>
    <w:p w:rsidR="00B812B1" w:rsidRDefault="00B812B1" w:rsidP="00562A61">
      <w:pPr>
        <w:widowControl/>
        <w:jc w:val="both"/>
        <w:rPr>
          <w:rFonts w:ascii="Arial" w:hAnsi="Arial" w:cs="Arial"/>
          <w:sz w:val="20"/>
          <w:szCs w:val="20"/>
        </w:rPr>
      </w:pPr>
    </w:p>
    <w:p w:rsidR="00B812B1" w:rsidRDefault="00B812B1" w:rsidP="00562A61">
      <w:pPr>
        <w:widowControl/>
        <w:jc w:val="both"/>
        <w:rPr>
          <w:rFonts w:ascii="Arial" w:hAnsi="Arial" w:cs="Arial"/>
          <w:sz w:val="20"/>
          <w:szCs w:val="20"/>
        </w:rPr>
      </w:pPr>
    </w:p>
    <w:p w:rsidR="00B812B1" w:rsidRDefault="00B812B1" w:rsidP="00562A61">
      <w:pPr>
        <w:widowControl/>
        <w:jc w:val="both"/>
        <w:rPr>
          <w:rFonts w:ascii="Arial" w:hAnsi="Arial" w:cs="Arial"/>
          <w:sz w:val="20"/>
          <w:szCs w:val="20"/>
        </w:rPr>
      </w:pPr>
    </w:p>
    <w:p w:rsidR="00B812B1" w:rsidRDefault="00B812B1" w:rsidP="00562A61">
      <w:pPr>
        <w:widowControl/>
        <w:jc w:val="both"/>
        <w:rPr>
          <w:rFonts w:ascii="Arial" w:hAnsi="Arial" w:cs="Arial"/>
          <w:sz w:val="20"/>
          <w:szCs w:val="20"/>
        </w:rPr>
      </w:pPr>
    </w:p>
    <w:p w:rsidR="00B812B1" w:rsidRDefault="00B812B1" w:rsidP="00562A61">
      <w:pPr>
        <w:widowControl/>
        <w:jc w:val="both"/>
        <w:rPr>
          <w:rFonts w:ascii="Arial" w:hAnsi="Arial" w:cs="Arial"/>
          <w:sz w:val="20"/>
          <w:szCs w:val="20"/>
        </w:rPr>
      </w:pPr>
    </w:p>
    <w:p w:rsidR="00B812B1" w:rsidRDefault="00B812B1" w:rsidP="00562A61">
      <w:pPr>
        <w:widowControl/>
        <w:jc w:val="both"/>
        <w:rPr>
          <w:rFonts w:ascii="Arial" w:hAnsi="Arial" w:cs="Arial"/>
          <w:sz w:val="20"/>
          <w:szCs w:val="20"/>
        </w:rPr>
      </w:pPr>
    </w:p>
    <w:p w:rsidR="00B812B1" w:rsidRDefault="00B812B1" w:rsidP="00562A61">
      <w:pPr>
        <w:widowControl/>
        <w:jc w:val="both"/>
        <w:rPr>
          <w:rFonts w:ascii="Arial" w:hAnsi="Arial" w:cs="Arial"/>
          <w:sz w:val="20"/>
          <w:szCs w:val="20"/>
        </w:rPr>
      </w:pPr>
    </w:p>
    <w:p w:rsidR="00B812B1" w:rsidRDefault="00B812B1" w:rsidP="00562A61">
      <w:pPr>
        <w:widowControl/>
        <w:jc w:val="both"/>
        <w:rPr>
          <w:rFonts w:ascii="Arial" w:hAnsi="Arial" w:cs="Arial"/>
          <w:sz w:val="20"/>
          <w:szCs w:val="20"/>
        </w:rPr>
      </w:pPr>
    </w:p>
    <w:p w:rsidR="00B812B1" w:rsidRDefault="00B812B1" w:rsidP="00562A61">
      <w:pPr>
        <w:widowControl/>
        <w:jc w:val="both"/>
        <w:rPr>
          <w:rFonts w:ascii="Arial" w:hAnsi="Arial" w:cs="Arial"/>
          <w:sz w:val="20"/>
          <w:szCs w:val="20"/>
        </w:rPr>
      </w:pPr>
    </w:p>
    <w:p w:rsidR="00B812B1" w:rsidRDefault="00B812B1" w:rsidP="00562A61">
      <w:pPr>
        <w:widowControl/>
        <w:jc w:val="both"/>
        <w:rPr>
          <w:rFonts w:ascii="Arial" w:hAnsi="Arial" w:cs="Arial"/>
          <w:sz w:val="20"/>
          <w:szCs w:val="20"/>
        </w:rPr>
      </w:pPr>
    </w:p>
    <w:p w:rsidR="00B812B1" w:rsidRDefault="00B812B1" w:rsidP="00562A61">
      <w:pPr>
        <w:widowControl/>
        <w:jc w:val="both"/>
        <w:rPr>
          <w:rFonts w:ascii="Arial" w:hAnsi="Arial" w:cs="Arial"/>
          <w:sz w:val="20"/>
          <w:szCs w:val="20"/>
        </w:rPr>
      </w:pPr>
    </w:p>
    <w:p w:rsidR="00B812B1" w:rsidRPr="00116FD3" w:rsidRDefault="00B812B1" w:rsidP="00562A61">
      <w:pPr>
        <w:widowControl/>
        <w:jc w:val="both"/>
        <w:rPr>
          <w:rFonts w:ascii="Arial" w:hAnsi="Arial" w:cs="Arial"/>
          <w:sz w:val="18"/>
          <w:szCs w:val="18"/>
        </w:rPr>
      </w:pPr>
      <w:r w:rsidRPr="00116FD3">
        <w:rPr>
          <w:rFonts w:ascii="Arial" w:hAnsi="Arial" w:cs="Arial"/>
          <w:sz w:val="18"/>
          <w:szCs w:val="18"/>
        </w:rPr>
        <w:t>Т.С. Илларионова</w:t>
      </w:r>
    </w:p>
    <w:p w:rsidR="00B812B1" w:rsidRPr="00116FD3" w:rsidRDefault="00B812B1" w:rsidP="00562A61">
      <w:pPr>
        <w:widowControl/>
        <w:jc w:val="both"/>
        <w:rPr>
          <w:rFonts w:ascii="Arial" w:hAnsi="Arial" w:cs="Arial"/>
          <w:sz w:val="18"/>
          <w:szCs w:val="18"/>
        </w:rPr>
      </w:pPr>
      <w:r w:rsidRPr="00116FD3">
        <w:rPr>
          <w:rFonts w:ascii="Arial" w:hAnsi="Arial" w:cs="Arial"/>
          <w:sz w:val="18"/>
          <w:szCs w:val="18"/>
        </w:rPr>
        <w:t>Е.М. Миронова</w:t>
      </w:r>
    </w:p>
    <w:p w:rsidR="00B812B1" w:rsidRPr="00116FD3" w:rsidRDefault="00B812B1" w:rsidP="00562A61">
      <w:pPr>
        <w:widowControl/>
        <w:jc w:val="both"/>
        <w:rPr>
          <w:rFonts w:ascii="Arial" w:hAnsi="Arial" w:cs="Arial"/>
          <w:sz w:val="18"/>
          <w:szCs w:val="18"/>
        </w:rPr>
      </w:pPr>
      <w:r w:rsidRPr="00116FD3">
        <w:rPr>
          <w:rFonts w:ascii="Arial" w:hAnsi="Arial" w:cs="Arial"/>
          <w:sz w:val="18"/>
          <w:szCs w:val="18"/>
        </w:rPr>
        <w:t>(496) 412-32-15</w:t>
      </w:r>
    </w:p>
    <w:p w:rsidR="00B812B1" w:rsidRDefault="00B812B1">
      <w:pPr>
        <w:pStyle w:val="Heading2"/>
        <w:widowControl/>
        <w:rPr>
          <w:rFonts w:ascii="Arial" w:hAnsi="Arial" w:cs="Arial"/>
          <w:sz w:val="28"/>
          <w:szCs w:val="28"/>
        </w:rPr>
      </w:pPr>
    </w:p>
    <w:p w:rsidR="00B812B1" w:rsidRDefault="00B812B1">
      <w:pPr>
        <w:pStyle w:val="Heading2"/>
        <w:widowControl/>
        <w:rPr>
          <w:rFonts w:ascii="Arial" w:hAnsi="Arial" w:cs="Arial"/>
          <w:sz w:val="28"/>
          <w:szCs w:val="28"/>
        </w:rPr>
      </w:pPr>
    </w:p>
    <w:p w:rsidR="00B812B1" w:rsidRDefault="00B812B1">
      <w:pPr>
        <w:pStyle w:val="Heading2"/>
        <w:widowControl/>
        <w:rPr>
          <w:rFonts w:ascii="Arial" w:hAnsi="Arial" w:cs="Arial"/>
          <w:sz w:val="28"/>
          <w:szCs w:val="28"/>
        </w:rPr>
      </w:pPr>
    </w:p>
    <w:p w:rsidR="00B812B1" w:rsidRDefault="00B812B1">
      <w:pPr>
        <w:pStyle w:val="Heading2"/>
        <w:widowControl/>
        <w:rPr>
          <w:rFonts w:ascii="Arial" w:hAnsi="Arial" w:cs="Arial"/>
          <w:sz w:val="28"/>
          <w:szCs w:val="28"/>
        </w:rPr>
      </w:pPr>
    </w:p>
    <w:p w:rsidR="00B812B1" w:rsidRDefault="00B812B1" w:rsidP="000B74A5"/>
    <w:p w:rsidR="00B812B1" w:rsidRDefault="00B812B1">
      <w:pPr>
        <w:pStyle w:val="Heading2"/>
        <w:widowControl/>
        <w:rPr>
          <w:rFonts w:ascii="Arial" w:hAnsi="Arial" w:cs="Arial"/>
          <w:sz w:val="28"/>
          <w:szCs w:val="28"/>
        </w:rPr>
      </w:pPr>
    </w:p>
    <w:p w:rsidR="00B812B1" w:rsidRDefault="00B812B1">
      <w:pPr>
        <w:pStyle w:val="Heading2"/>
        <w:widowControl/>
        <w:rPr>
          <w:rFonts w:ascii="Arial" w:hAnsi="Arial" w:cs="Arial"/>
          <w:sz w:val="28"/>
          <w:szCs w:val="28"/>
        </w:rPr>
      </w:pPr>
    </w:p>
    <w:p w:rsidR="00B812B1" w:rsidRDefault="00B812B1">
      <w:pPr>
        <w:pStyle w:val="Heading2"/>
        <w:widowControl/>
        <w:rPr>
          <w:rFonts w:ascii="Arial" w:hAnsi="Arial" w:cs="Arial"/>
          <w:sz w:val="28"/>
          <w:szCs w:val="28"/>
        </w:rPr>
      </w:pPr>
    </w:p>
    <w:p w:rsidR="00B812B1" w:rsidRDefault="00B812B1">
      <w:pPr>
        <w:pStyle w:val="Heading2"/>
        <w:widowControl/>
        <w:rPr>
          <w:rFonts w:ascii="Arial" w:hAnsi="Arial" w:cs="Arial"/>
          <w:sz w:val="28"/>
          <w:szCs w:val="28"/>
        </w:rPr>
      </w:pPr>
    </w:p>
    <w:p w:rsidR="00B812B1" w:rsidRDefault="00B812B1">
      <w:pPr>
        <w:pStyle w:val="Heading2"/>
        <w:widowControl/>
        <w:rPr>
          <w:rFonts w:ascii="Arial" w:hAnsi="Arial" w:cs="Arial"/>
          <w:sz w:val="28"/>
          <w:szCs w:val="28"/>
        </w:rPr>
      </w:pPr>
    </w:p>
    <w:p w:rsidR="00B812B1" w:rsidRDefault="00B812B1">
      <w:pPr>
        <w:pStyle w:val="Heading2"/>
        <w:widowControl/>
        <w:rPr>
          <w:rFonts w:ascii="Arial" w:hAnsi="Arial" w:cs="Arial"/>
          <w:sz w:val="28"/>
          <w:szCs w:val="28"/>
        </w:rPr>
      </w:pPr>
    </w:p>
    <w:p w:rsidR="00B812B1" w:rsidRDefault="00B812B1">
      <w:pPr>
        <w:pStyle w:val="Heading2"/>
        <w:widowControl/>
        <w:rPr>
          <w:rFonts w:ascii="Arial" w:hAnsi="Arial" w:cs="Arial"/>
          <w:sz w:val="28"/>
          <w:szCs w:val="28"/>
        </w:rPr>
      </w:pPr>
    </w:p>
    <w:p w:rsidR="00B812B1" w:rsidRDefault="00B812B1">
      <w:pPr>
        <w:pStyle w:val="Heading2"/>
        <w:widowControl/>
        <w:rPr>
          <w:rFonts w:ascii="Arial" w:hAnsi="Arial" w:cs="Arial"/>
          <w:sz w:val="28"/>
          <w:szCs w:val="28"/>
        </w:rPr>
      </w:pPr>
    </w:p>
    <w:p w:rsidR="00B812B1" w:rsidRDefault="00B812B1">
      <w:pPr>
        <w:pStyle w:val="Heading2"/>
        <w:widowControl/>
        <w:rPr>
          <w:rFonts w:ascii="Arial" w:hAnsi="Arial" w:cs="Arial"/>
          <w:sz w:val="28"/>
          <w:szCs w:val="28"/>
        </w:rPr>
      </w:pPr>
    </w:p>
    <w:p w:rsidR="00B812B1" w:rsidRPr="000B74A5" w:rsidRDefault="00B812B1" w:rsidP="000B74A5"/>
    <w:p w:rsidR="00B812B1" w:rsidRPr="006931E2" w:rsidRDefault="00B812B1" w:rsidP="00584069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B812B1" w:rsidRDefault="00B812B1" w:rsidP="00156E9A">
      <w:pPr>
        <w:rPr>
          <w:rFonts w:ascii="Arial" w:hAnsi="Arial" w:cs="Arial"/>
        </w:rPr>
        <w:sectPr w:rsidR="00B812B1" w:rsidSect="00C635B4">
          <w:pgSz w:w="11906" w:h="16838" w:code="9"/>
          <w:pgMar w:top="1134" w:right="567" w:bottom="1134" w:left="1134" w:header="709" w:footer="709" w:gutter="0"/>
          <w:cols w:space="708"/>
        </w:sectPr>
      </w:pPr>
    </w:p>
    <w:p w:rsidR="00B812B1" w:rsidRPr="003E58D6" w:rsidRDefault="00B812B1" w:rsidP="00BB596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</w:t>
      </w:r>
      <w:r w:rsidRPr="003E58D6">
        <w:rPr>
          <w:rFonts w:ascii="Arial" w:hAnsi="Arial" w:cs="Arial"/>
        </w:rPr>
        <w:t xml:space="preserve">Приложение </w:t>
      </w:r>
    </w:p>
    <w:p w:rsidR="00B812B1" w:rsidRPr="003E58D6" w:rsidRDefault="00B812B1" w:rsidP="00BB5963">
      <w:pPr>
        <w:rPr>
          <w:rFonts w:ascii="Arial" w:hAnsi="Arial" w:cs="Arial"/>
        </w:rPr>
      </w:pP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  <w:t>к решению Совета депутатов</w:t>
      </w:r>
    </w:p>
    <w:p w:rsidR="00B812B1" w:rsidRPr="003E58D6" w:rsidRDefault="00B812B1" w:rsidP="00BB5963">
      <w:pPr>
        <w:rPr>
          <w:rFonts w:ascii="Arial" w:hAnsi="Arial" w:cs="Arial"/>
        </w:rPr>
      </w:pP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  <w:t>городского округа Орехово-Зуево</w:t>
      </w:r>
    </w:p>
    <w:p w:rsidR="00B812B1" w:rsidRPr="003E58D6" w:rsidRDefault="00B812B1" w:rsidP="00BB5963">
      <w:pPr>
        <w:rPr>
          <w:rFonts w:ascii="Arial" w:hAnsi="Arial" w:cs="Arial"/>
        </w:rPr>
      </w:pPr>
    </w:p>
    <w:p w:rsidR="00B812B1" w:rsidRDefault="00B812B1" w:rsidP="0006117D">
      <w:pPr>
        <w:jc w:val="center"/>
        <w:rPr>
          <w:rFonts w:ascii="Arial" w:hAnsi="Arial" w:cs="Arial"/>
          <w:b/>
        </w:rPr>
      </w:pP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A12614">
        <w:rPr>
          <w:b/>
          <w:sz w:val="28"/>
          <w:szCs w:val="28"/>
        </w:rPr>
        <w:t xml:space="preserve">от 26.09.2013 г. № </w:t>
      </w:r>
      <w:r>
        <w:rPr>
          <w:b/>
          <w:sz w:val="28"/>
          <w:szCs w:val="28"/>
        </w:rPr>
        <w:t>593</w:t>
      </w:r>
      <w:r w:rsidRPr="00A12614">
        <w:rPr>
          <w:b/>
          <w:sz w:val="28"/>
          <w:szCs w:val="28"/>
        </w:rPr>
        <w:t xml:space="preserve">/60 </w:t>
      </w:r>
      <w:r w:rsidRPr="00A12614">
        <w:rPr>
          <w:rFonts w:ascii="Arial" w:hAnsi="Arial" w:cs="Arial"/>
          <w:b/>
        </w:rPr>
        <w:t xml:space="preserve"> </w:t>
      </w:r>
    </w:p>
    <w:p w:rsidR="00B812B1" w:rsidRDefault="00B812B1" w:rsidP="00BB5963">
      <w:pPr>
        <w:rPr>
          <w:rFonts w:ascii="Arial" w:hAnsi="Arial" w:cs="Arial"/>
        </w:rPr>
      </w:pPr>
    </w:p>
    <w:p w:rsidR="00B812B1" w:rsidRDefault="00B812B1" w:rsidP="00BB5963">
      <w:pPr>
        <w:rPr>
          <w:rFonts w:ascii="Arial" w:hAnsi="Arial" w:cs="Arial"/>
        </w:rPr>
      </w:pPr>
    </w:p>
    <w:p w:rsidR="00B812B1" w:rsidRDefault="00B812B1" w:rsidP="00BB5963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Перечень имущества,</w:t>
      </w:r>
    </w:p>
    <w:p w:rsidR="00B812B1" w:rsidRDefault="00B812B1" w:rsidP="00BB5963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предлагаемого к передаче из муниципальной собственности Орехово-Зуевского муниципального района в муниципальную собственность городского округа Орехово-Зуево Московской области</w:t>
      </w:r>
    </w:p>
    <w:tbl>
      <w:tblPr>
        <w:tblW w:w="14756" w:type="dxa"/>
        <w:tblInd w:w="108" w:type="dxa"/>
        <w:tblLayout w:type="fixed"/>
        <w:tblLook w:val="0000"/>
      </w:tblPr>
      <w:tblGrid>
        <w:gridCol w:w="2471"/>
        <w:gridCol w:w="2916"/>
        <w:gridCol w:w="4678"/>
        <w:gridCol w:w="2226"/>
        <w:gridCol w:w="2465"/>
      </w:tblGrid>
      <w:tr w:rsidR="00B812B1" w:rsidRPr="001006ED" w:rsidTr="007F34FE">
        <w:trPr>
          <w:trHeight w:val="1"/>
        </w:trPr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12B1" w:rsidRDefault="00B812B1" w:rsidP="007F34FE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Полное наименование организации</w:t>
            </w:r>
          </w:p>
        </w:tc>
        <w:tc>
          <w:tcPr>
            <w:tcW w:w="2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12B1" w:rsidRDefault="00B812B1" w:rsidP="007F34FE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Адрес места  нахождения организации,</w:t>
            </w:r>
          </w:p>
          <w:p w:rsidR="00B812B1" w:rsidRDefault="00B812B1" w:rsidP="007F34FE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ИНН организации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12B1" w:rsidRDefault="00B812B1" w:rsidP="007F34FE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Наименование имущества</w:t>
            </w:r>
          </w:p>
        </w:tc>
        <w:tc>
          <w:tcPr>
            <w:tcW w:w="2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12B1" w:rsidRDefault="00B812B1" w:rsidP="007F34FE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Адрес места нахождения имущества</w:t>
            </w:r>
          </w:p>
        </w:tc>
        <w:tc>
          <w:tcPr>
            <w:tcW w:w="2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12B1" w:rsidRDefault="00B812B1" w:rsidP="007F34FE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Индивидуализирующие характеристики имущества</w:t>
            </w:r>
          </w:p>
        </w:tc>
      </w:tr>
      <w:tr w:rsidR="00B812B1" w:rsidRPr="00B0596F" w:rsidTr="00972783">
        <w:trPr>
          <w:trHeight w:val="2725"/>
        </w:trPr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812B1" w:rsidRDefault="00B812B1" w:rsidP="00EF6337"/>
          <w:p w:rsidR="00B812B1" w:rsidRPr="001F2487" w:rsidRDefault="00B812B1" w:rsidP="00EF6337">
            <w:r>
              <w:rPr>
                <w:sz w:val="22"/>
                <w:szCs w:val="22"/>
              </w:rPr>
              <w:t>Муниципальное бюджетное учреждение здравоохранения «Давыдовская районная больница»</w:t>
            </w:r>
          </w:p>
        </w:tc>
        <w:tc>
          <w:tcPr>
            <w:tcW w:w="2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812B1" w:rsidRDefault="00B812B1" w:rsidP="008B1632"/>
          <w:p w:rsidR="00B812B1" w:rsidRDefault="00B812B1" w:rsidP="008B1632">
            <w:r>
              <w:rPr>
                <w:sz w:val="22"/>
                <w:szCs w:val="22"/>
              </w:rPr>
              <w:t>142641, п. Давыдово, ул. Советская, д.22</w:t>
            </w:r>
          </w:p>
          <w:p w:rsidR="00B812B1" w:rsidRPr="00FC4EED" w:rsidRDefault="00B812B1" w:rsidP="008B1632">
            <w:r>
              <w:rPr>
                <w:sz w:val="22"/>
                <w:szCs w:val="22"/>
              </w:rPr>
              <w:t>ИНН 5073060561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812B1" w:rsidRPr="00972783" w:rsidRDefault="00B812B1" w:rsidP="007F34FE">
            <w:pPr>
              <w:jc w:val="center"/>
              <w:rPr>
                <w:b/>
              </w:rPr>
            </w:pPr>
          </w:p>
          <w:p w:rsidR="00B812B1" w:rsidRPr="00972783" w:rsidRDefault="00B812B1" w:rsidP="007F34FE">
            <w:pPr>
              <w:rPr>
                <w:rFonts w:ascii="Times New Roman CYR" w:hAnsi="Times New Roman CYR" w:cs="Times New Roman CYR"/>
              </w:rPr>
            </w:pPr>
          </w:p>
          <w:p w:rsidR="00B812B1" w:rsidRPr="00972783" w:rsidRDefault="00B812B1" w:rsidP="007F34FE">
            <w:pPr>
              <w:rPr>
                <w:rFonts w:ascii="Times New Roman CYR" w:hAnsi="Times New Roman CYR" w:cs="Times New Roman CYR"/>
              </w:rPr>
            </w:pPr>
          </w:p>
          <w:p w:rsidR="00B812B1" w:rsidRPr="00972783" w:rsidRDefault="00B812B1" w:rsidP="007F34FE">
            <w:pPr>
              <w:rPr>
                <w:rFonts w:ascii="Times New Roman CYR" w:hAnsi="Times New Roman CYR" w:cs="Times New Roman CYR"/>
              </w:rPr>
            </w:pPr>
            <w:r w:rsidRPr="00972783">
              <w:rPr>
                <w:rFonts w:ascii="Times New Roman CYR" w:hAnsi="Times New Roman CYR" w:cs="Times New Roman CYR"/>
                <w:sz w:val="22"/>
                <w:szCs w:val="22"/>
              </w:rPr>
              <w:t xml:space="preserve">Автомобиль скорой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медицинской </w:t>
            </w:r>
            <w:r w:rsidRPr="00972783">
              <w:rPr>
                <w:rFonts w:ascii="Times New Roman CYR" w:hAnsi="Times New Roman CYR" w:cs="Times New Roman CYR"/>
                <w:sz w:val="22"/>
                <w:szCs w:val="22"/>
              </w:rPr>
              <w:t>помощи модели 22440С в комплекте с медицинским оборудованием</w:t>
            </w:r>
          </w:p>
          <w:p w:rsidR="00B812B1" w:rsidRPr="00972783" w:rsidRDefault="00B812B1" w:rsidP="007F34FE">
            <w:pPr>
              <w:rPr>
                <w:rFonts w:ascii="Times New Roman CYR" w:hAnsi="Times New Roman CYR" w:cs="Times New Roman CYR"/>
              </w:rPr>
            </w:pPr>
          </w:p>
          <w:p w:rsidR="00B812B1" w:rsidRPr="00972783" w:rsidRDefault="00B812B1" w:rsidP="007F34FE">
            <w:pPr>
              <w:rPr>
                <w:rFonts w:ascii="Times New Roman CYR" w:hAnsi="Times New Roman CYR" w:cs="Times New Roman CYR"/>
              </w:rPr>
            </w:pPr>
          </w:p>
          <w:p w:rsidR="00B812B1" w:rsidRPr="00972783" w:rsidRDefault="00B812B1" w:rsidP="007F34FE">
            <w:pPr>
              <w:rPr>
                <w:rFonts w:ascii="Times New Roman CYR" w:hAnsi="Times New Roman CYR" w:cs="Times New Roman CYR"/>
              </w:rPr>
            </w:pPr>
          </w:p>
          <w:p w:rsidR="00B812B1" w:rsidRPr="00972783" w:rsidRDefault="00B812B1" w:rsidP="007F34FE">
            <w:pPr>
              <w:rPr>
                <w:rFonts w:ascii="Times New Roman CYR" w:hAnsi="Times New Roman CYR" w:cs="Times New Roman CYR"/>
              </w:rPr>
            </w:pPr>
          </w:p>
          <w:p w:rsidR="00B812B1" w:rsidRPr="00972783" w:rsidRDefault="00B812B1" w:rsidP="007F34FE">
            <w:pPr>
              <w:rPr>
                <w:rFonts w:ascii="Times New Roman CYR" w:hAnsi="Times New Roman CYR" w:cs="Times New Roman CYR"/>
              </w:rPr>
            </w:pPr>
          </w:p>
          <w:p w:rsidR="00B812B1" w:rsidRPr="00972783" w:rsidRDefault="00B812B1" w:rsidP="007F34FE">
            <w:pPr>
              <w:rPr>
                <w:rFonts w:ascii="Times New Roman CYR" w:hAnsi="Times New Roman CYR" w:cs="Times New Roman CYR"/>
              </w:rPr>
            </w:pPr>
          </w:p>
          <w:p w:rsidR="00B812B1" w:rsidRPr="00972783" w:rsidRDefault="00B812B1" w:rsidP="007F34FE">
            <w:pPr>
              <w:rPr>
                <w:rFonts w:ascii="Times New Roman CYR" w:hAnsi="Times New Roman CYR" w:cs="Times New Roman CYR"/>
              </w:rPr>
            </w:pPr>
          </w:p>
          <w:p w:rsidR="00B812B1" w:rsidRPr="00972783" w:rsidRDefault="00B812B1" w:rsidP="007F34FE">
            <w:pPr>
              <w:rPr>
                <w:rFonts w:ascii="Times New Roman CYR" w:hAnsi="Times New Roman CYR" w:cs="Times New Roman CYR"/>
              </w:rPr>
            </w:pPr>
          </w:p>
          <w:p w:rsidR="00B812B1" w:rsidRPr="00972783" w:rsidRDefault="00B812B1" w:rsidP="007F34FE">
            <w:pPr>
              <w:rPr>
                <w:rFonts w:ascii="Times New Roman CYR" w:hAnsi="Times New Roman CYR" w:cs="Times New Roman CYR"/>
              </w:rPr>
            </w:pPr>
          </w:p>
          <w:p w:rsidR="00B812B1" w:rsidRPr="00972783" w:rsidRDefault="00B812B1" w:rsidP="007F34FE">
            <w:pPr>
              <w:rPr>
                <w:rFonts w:ascii="Times New Roman CYR" w:hAnsi="Times New Roman CYR" w:cs="Times New Roman CYR"/>
              </w:rPr>
            </w:pPr>
          </w:p>
          <w:p w:rsidR="00B812B1" w:rsidRPr="00972783" w:rsidRDefault="00B812B1" w:rsidP="007F34FE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2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812B1" w:rsidRDefault="00B812B1" w:rsidP="007F3560"/>
          <w:p w:rsidR="00B812B1" w:rsidRPr="007F3560" w:rsidRDefault="00B812B1" w:rsidP="007F3560">
            <w:r>
              <w:rPr>
                <w:sz w:val="22"/>
                <w:szCs w:val="22"/>
              </w:rPr>
              <w:t>Московская область, Орехово-Зуевский район, п. Давыдово, ул. Советская, д. 22</w:t>
            </w:r>
          </w:p>
          <w:p w:rsidR="00B812B1" w:rsidRPr="007F3560" w:rsidRDefault="00B812B1" w:rsidP="007F3560"/>
        </w:tc>
        <w:tc>
          <w:tcPr>
            <w:tcW w:w="2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812B1" w:rsidRPr="0051205C" w:rsidRDefault="00B812B1" w:rsidP="007F34FE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  <w:p w:rsidR="00B812B1" w:rsidRDefault="00B812B1" w:rsidP="00D85422">
            <w:pPr>
              <w:jc w:val="both"/>
            </w:pPr>
          </w:p>
          <w:p w:rsidR="00B812B1" w:rsidRDefault="00B812B1" w:rsidP="007F34FE">
            <w:pPr>
              <w:jc w:val="center"/>
            </w:pPr>
            <w:r>
              <w:rPr>
                <w:sz w:val="22"/>
                <w:szCs w:val="22"/>
                <w:lang w:val="en-US"/>
              </w:rPr>
              <w:t>VIN</w:t>
            </w:r>
            <w:r w:rsidRPr="0097278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Z</w:t>
            </w:r>
            <w:r w:rsidRPr="00972783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>Y</w:t>
            </w:r>
            <w:r w:rsidRPr="00972783">
              <w:rPr>
                <w:sz w:val="22"/>
                <w:szCs w:val="22"/>
              </w:rPr>
              <w:t>22440</w:t>
            </w:r>
            <w:r>
              <w:rPr>
                <w:sz w:val="22"/>
                <w:szCs w:val="22"/>
                <w:lang w:val="en-US"/>
              </w:rPr>
              <w:t>CC</w:t>
            </w:r>
            <w:r w:rsidRPr="00972783">
              <w:rPr>
                <w:sz w:val="22"/>
                <w:szCs w:val="22"/>
              </w:rPr>
              <w:t xml:space="preserve">0000042 </w:t>
            </w:r>
          </w:p>
          <w:p w:rsidR="00B812B1" w:rsidRPr="00972783" w:rsidRDefault="00B812B1" w:rsidP="007F34FE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1 ед. на сумму 5 133 333,36 руб.</w:t>
            </w:r>
          </w:p>
          <w:p w:rsidR="00B812B1" w:rsidRDefault="00B812B1" w:rsidP="007F34FE">
            <w:pPr>
              <w:jc w:val="center"/>
              <w:rPr>
                <w:sz w:val="20"/>
                <w:szCs w:val="20"/>
              </w:rPr>
            </w:pPr>
          </w:p>
          <w:p w:rsidR="00B812B1" w:rsidRPr="00B0596F" w:rsidRDefault="00B812B1" w:rsidP="007F3560">
            <w:pPr>
              <w:rPr>
                <w:sz w:val="20"/>
                <w:szCs w:val="20"/>
              </w:rPr>
            </w:pPr>
          </w:p>
        </w:tc>
      </w:tr>
    </w:tbl>
    <w:p w:rsidR="00B812B1" w:rsidRPr="00C635B4" w:rsidRDefault="00B812B1" w:rsidP="007F3560">
      <w:pPr>
        <w:rPr>
          <w:rFonts w:ascii="Arial" w:hAnsi="Arial" w:cs="Arial"/>
        </w:rPr>
      </w:pPr>
    </w:p>
    <w:sectPr w:rsidR="00B812B1" w:rsidRPr="00C635B4" w:rsidSect="00F276F7">
      <w:pgSz w:w="16838" w:h="11906" w:orient="landscape" w:code="9"/>
      <w:pgMar w:top="1134" w:right="1134" w:bottom="567" w:left="1134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33CC1"/>
    <w:multiLevelType w:val="hybridMultilevel"/>
    <w:tmpl w:val="0AF22702"/>
    <w:lvl w:ilvl="0" w:tplc="041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  <w:rPr>
        <w:rFonts w:cs="Times New Roman"/>
      </w:rPr>
    </w:lvl>
  </w:abstractNum>
  <w:abstractNum w:abstractNumId="1">
    <w:nsid w:val="78DD0CA8"/>
    <w:multiLevelType w:val="hybridMultilevel"/>
    <w:tmpl w:val="39305C88"/>
    <w:lvl w:ilvl="0" w:tplc="041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451D"/>
    <w:rsid w:val="0002348A"/>
    <w:rsid w:val="00043658"/>
    <w:rsid w:val="0006117D"/>
    <w:rsid w:val="0008629D"/>
    <w:rsid w:val="000A4ED5"/>
    <w:rsid w:val="000B2E9D"/>
    <w:rsid w:val="000B74A5"/>
    <w:rsid w:val="000C68A1"/>
    <w:rsid w:val="000D6642"/>
    <w:rsid w:val="000E016E"/>
    <w:rsid w:val="001006ED"/>
    <w:rsid w:val="00106872"/>
    <w:rsid w:val="0011321A"/>
    <w:rsid w:val="00116FD3"/>
    <w:rsid w:val="00156E9A"/>
    <w:rsid w:val="00174458"/>
    <w:rsid w:val="001A7616"/>
    <w:rsid w:val="001B6CCE"/>
    <w:rsid w:val="001D4E33"/>
    <w:rsid w:val="001E4969"/>
    <w:rsid w:val="001F2487"/>
    <w:rsid w:val="0024304B"/>
    <w:rsid w:val="00262DE7"/>
    <w:rsid w:val="002842CF"/>
    <w:rsid w:val="0029709B"/>
    <w:rsid w:val="002D436D"/>
    <w:rsid w:val="002E3824"/>
    <w:rsid w:val="00333DF7"/>
    <w:rsid w:val="00347989"/>
    <w:rsid w:val="00350E06"/>
    <w:rsid w:val="00363B7B"/>
    <w:rsid w:val="003866ED"/>
    <w:rsid w:val="003932DD"/>
    <w:rsid w:val="003B3755"/>
    <w:rsid w:val="003B4D42"/>
    <w:rsid w:val="003B6ADD"/>
    <w:rsid w:val="003D3B50"/>
    <w:rsid w:val="003E1739"/>
    <w:rsid w:val="003E2628"/>
    <w:rsid w:val="003E58D6"/>
    <w:rsid w:val="00413C58"/>
    <w:rsid w:val="004259DA"/>
    <w:rsid w:val="00444E16"/>
    <w:rsid w:val="00450D8E"/>
    <w:rsid w:val="00460DDE"/>
    <w:rsid w:val="00480A34"/>
    <w:rsid w:val="00481EB2"/>
    <w:rsid w:val="0048451D"/>
    <w:rsid w:val="004A1C18"/>
    <w:rsid w:val="004A39B9"/>
    <w:rsid w:val="004B0009"/>
    <w:rsid w:val="004D748E"/>
    <w:rsid w:val="004F6356"/>
    <w:rsid w:val="00504081"/>
    <w:rsid w:val="0051205C"/>
    <w:rsid w:val="00546E6B"/>
    <w:rsid w:val="0055362E"/>
    <w:rsid w:val="00562A61"/>
    <w:rsid w:val="00570F7C"/>
    <w:rsid w:val="00584069"/>
    <w:rsid w:val="00594654"/>
    <w:rsid w:val="005B083A"/>
    <w:rsid w:val="005C65D2"/>
    <w:rsid w:val="005C79B9"/>
    <w:rsid w:val="005D3371"/>
    <w:rsid w:val="005F271E"/>
    <w:rsid w:val="005F60AC"/>
    <w:rsid w:val="00607FF0"/>
    <w:rsid w:val="00623885"/>
    <w:rsid w:val="00625490"/>
    <w:rsid w:val="00630B68"/>
    <w:rsid w:val="006609B8"/>
    <w:rsid w:val="00661898"/>
    <w:rsid w:val="00676D46"/>
    <w:rsid w:val="00691B91"/>
    <w:rsid w:val="006931E2"/>
    <w:rsid w:val="00695D4D"/>
    <w:rsid w:val="006A14B8"/>
    <w:rsid w:val="006B6487"/>
    <w:rsid w:val="006D606D"/>
    <w:rsid w:val="006D7656"/>
    <w:rsid w:val="006E1F15"/>
    <w:rsid w:val="006F56BE"/>
    <w:rsid w:val="006F76ED"/>
    <w:rsid w:val="007147E7"/>
    <w:rsid w:val="00725D90"/>
    <w:rsid w:val="00741FDE"/>
    <w:rsid w:val="00766286"/>
    <w:rsid w:val="007747F3"/>
    <w:rsid w:val="007B260A"/>
    <w:rsid w:val="007F34FE"/>
    <w:rsid w:val="007F3560"/>
    <w:rsid w:val="007F3D31"/>
    <w:rsid w:val="008020CB"/>
    <w:rsid w:val="00816777"/>
    <w:rsid w:val="00821BBA"/>
    <w:rsid w:val="008321CE"/>
    <w:rsid w:val="0086013A"/>
    <w:rsid w:val="0087434B"/>
    <w:rsid w:val="00882655"/>
    <w:rsid w:val="00893A2B"/>
    <w:rsid w:val="008A142D"/>
    <w:rsid w:val="008B1632"/>
    <w:rsid w:val="008C6F67"/>
    <w:rsid w:val="008E0781"/>
    <w:rsid w:val="008E78C4"/>
    <w:rsid w:val="00921B3F"/>
    <w:rsid w:val="00943DAC"/>
    <w:rsid w:val="009531A8"/>
    <w:rsid w:val="00972783"/>
    <w:rsid w:val="0097449D"/>
    <w:rsid w:val="009905B7"/>
    <w:rsid w:val="009A4E2F"/>
    <w:rsid w:val="009B03DA"/>
    <w:rsid w:val="009C6CDB"/>
    <w:rsid w:val="009D3D98"/>
    <w:rsid w:val="00A12614"/>
    <w:rsid w:val="00A27CCD"/>
    <w:rsid w:val="00A800F8"/>
    <w:rsid w:val="00AA4ED3"/>
    <w:rsid w:val="00AB408A"/>
    <w:rsid w:val="00AF3A07"/>
    <w:rsid w:val="00B01D35"/>
    <w:rsid w:val="00B0596F"/>
    <w:rsid w:val="00B07326"/>
    <w:rsid w:val="00B533C0"/>
    <w:rsid w:val="00B65683"/>
    <w:rsid w:val="00B77BA3"/>
    <w:rsid w:val="00B812B1"/>
    <w:rsid w:val="00BB5963"/>
    <w:rsid w:val="00BC0003"/>
    <w:rsid w:val="00BD09B0"/>
    <w:rsid w:val="00BD4094"/>
    <w:rsid w:val="00BF15EF"/>
    <w:rsid w:val="00BF1C87"/>
    <w:rsid w:val="00C14F18"/>
    <w:rsid w:val="00C27C8B"/>
    <w:rsid w:val="00C4205D"/>
    <w:rsid w:val="00C45570"/>
    <w:rsid w:val="00C54D84"/>
    <w:rsid w:val="00C61C6F"/>
    <w:rsid w:val="00C635B4"/>
    <w:rsid w:val="00C66C81"/>
    <w:rsid w:val="00C70695"/>
    <w:rsid w:val="00C826A0"/>
    <w:rsid w:val="00C87BC9"/>
    <w:rsid w:val="00C930B1"/>
    <w:rsid w:val="00CB496F"/>
    <w:rsid w:val="00CB6BF4"/>
    <w:rsid w:val="00CB70F9"/>
    <w:rsid w:val="00D170C3"/>
    <w:rsid w:val="00D30225"/>
    <w:rsid w:val="00D43589"/>
    <w:rsid w:val="00D44FA9"/>
    <w:rsid w:val="00D85422"/>
    <w:rsid w:val="00D8790E"/>
    <w:rsid w:val="00D96B86"/>
    <w:rsid w:val="00DA44C2"/>
    <w:rsid w:val="00DC788B"/>
    <w:rsid w:val="00DD4483"/>
    <w:rsid w:val="00E10FB3"/>
    <w:rsid w:val="00E40C58"/>
    <w:rsid w:val="00E43394"/>
    <w:rsid w:val="00E476E6"/>
    <w:rsid w:val="00E51384"/>
    <w:rsid w:val="00E51CAB"/>
    <w:rsid w:val="00E82C4B"/>
    <w:rsid w:val="00E87391"/>
    <w:rsid w:val="00EC0D4A"/>
    <w:rsid w:val="00EF6337"/>
    <w:rsid w:val="00F01487"/>
    <w:rsid w:val="00F276F7"/>
    <w:rsid w:val="00F453DE"/>
    <w:rsid w:val="00F53801"/>
    <w:rsid w:val="00F56499"/>
    <w:rsid w:val="00F63F3F"/>
    <w:rsid w:val="00F66768"/>
    <w:rsid w:val="00F72FA7"/>
    <w:rsid w:val="00FC4EED"/>
    <w:rsid w:val="00FD1DA0"/>
    <w:rsid w:val="00FD3C9B"/>
    <w:rsid w:val="00FF2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AF3A0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F3A07"/>
    <w:pPr>
      <w:keepNext/>
      <w:jc w:val="center"/>
      <w:outlineLvl w:val="0"/>
    </w:pPr>
    <w:rPr>
      <w:b/>
      <w:bCs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F3A07"/>
    <w:pPr>
      <w:keepNext/>
      <w:jc w:val="center"/>
      <w:outlineLvl w:val="1"/>
    </w:pPr>
    <w:rPr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3A07"/>
    <w:pPr>
      <w:keepNext/>
      <w:jc w:val="center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F3A07"/>
    <w:pPr>
      <w:keepNext/>
      <w:widowControl/>
      <w:ind w:left="7080" w:firstLine="708"/>
      <w:jc w:val="center"/>
      <w:outlineLvl w:val="3"/>
    </w:pPr>
    <w:rPr>
      <w:u w:val="singl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F3A07"/>
    <w:pPr>
      <w:keepNext/>
      <w:widowControl/>
      <w:jc w:val="right"/>
      <w:outlineLvl w:val="4"/>
    </w:pPr>
    <w:rPr>
      <w:b/>
      <w:bCs/>
      <w:sz w:val="28"/>
      <w:szCs w:val="28"/>
      <w:u w:val="singl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F3A07"/>
    <w:pPr>
      <w:keepNext/>
      <w:widowControl/>
      <w:jc w:val="both"/>
      <w:outlineLvl w:val="5"/>
    </w:pPr>
    <w:rPr>
      <w:u w:val="singl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F3A07"/>
    <w:pPr>
      <w:keepNext/>
      <w:widowControl/>
      <w:jc w:val="right"/>
      <w:outlineLvl w:val="6"/>
    </w:pPr>
    <w:rPr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F3A07"/>
    <w:pPr>
      <w:keepNext/>
      <w:widowControl/>
      <w:jc w:val="both"/>
      <w:outlineLvl w:val="7"/>
    </w:pPr>
    <w:rPr>
      <w:b/>
      <w:bCs/>
      <w:sz w:val="28"/>
      <w:szCs w:val="2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F3A07"/>
    <w:pPr>
      <w:keepNext/>
      <w:widowControl/>
      <w:jc w:val="right"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4304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4304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4304B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4304B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24304B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24304B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24304B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24304B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24304B"/>
    <w:rPr>
      <w:rFonts w:ascii="Cambria" w:hAnsi="Cambria" w:cs="Times New Roman"/>
    </w:rPr>
  </w:style>
  <w:style w:type="character" w:styleId="Hyperlink">
    <w:name w:val="Hyperlink"/>
    <w:basedOn w:val="DefaultParagraphFont"/>
    <w:uiPriority w:val="99"/>
    <w:rsid w:val="00AB408A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08629D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8A142D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A142D"/>
    <w:rPr>
      <w:rFonts w:ascii="Tahoma" w:hAnsi="Tahoma"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85;&#1102;&#1090;&#1072;\Application%20Data\Microsoft\&#1064;&#1072;&#1073;&#1083;&#1086;&#1085;&#1099;\&#1056;&#1077;&#1096;&#1077;&#1085;&#1080;&#1077;%20&#1057;&#1044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СД.dot</Template>
  <TotalTime>249</TotalTime>
  <Pages>3</Pages>
  <Words>552</Words>
  <Characters>3149</Characters>
  <Application>Microsoft Office Outlook</Application>
  <DocSecurity>0</DocSecurity>
  <Lines>0</Lines>
  <Paragraphs>0</Paragraphs>
  <ScaleCrop>false</ScaleCrop>
  <Company>Администрация УИАиОР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Анюта</dc:creator>
  <cp:keywords/>
  <dc:description/>
  <cp:lastModifiedBy>007</cp:lastModifiedBy>
  <cp:revision>31</cp:revision>
  <cp:lastPrinted>2013-09-17T07:51:00Z</cp:lastPrinted>
  <dcterms:created xsi:type="dcterms:W3CDTF">2013-02-20T06:55:00Z</dcterms:created>
  <dcterms:modified xsi:type="dcterms:W3CDTF">2013-10-10T07:58:00Z</dcterms:modified>
</cp:coreProperties>
</file>