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C5" w:rsidRPr="009B01CC" w:rsidRDefault="00CB7FC5" w:rsidP="00CB7FC5">
      <w:pPr>
        <w:pStyle w:val="1"/>
        <w:jc w:val="right"/>
        <w:rPr>
          <w:rFonts w:ascii="Arial" w:hAnsi="Arial" w:cs="Arial"/>
          <w:b w:val="0"/>
          <w:sz w:val="24"/>
          <w:szCs w:val="24"/>
        </w:rPr>
      </w:pPr>
      <w:bookmarkStart w:id="0" w:name="_GoBack"/>
      <w:bookmarkEnd w:id="0"/>
    </w:p>
    <w:p w:rsidR="00A30BFD" w:rsidRPr="00A30BFD" w:rsidRDefault="00A30BFD" w:rsidP="00A30BFD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A30BFD" w:rsidRPr="00A30BFD" w:rsidRDefault="00A30BFD" w:rsidP="00A30BFD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 w:rsidRPr="00A30BFD">
        <w:rPr>
          <w:sz w:val="24"/>
          <w:szCs w:val="24"/>
          <w:u w:val="single"/>
        </w:rPr>
        <w:t>Информационное сообщение</w:t>
      </w:r>
    </w:p>
    <w:p w:rsidR="00A30BFD" w:rsidRPr="00A30BFD" w:rsidRDefault="00A30BFD" w:rsidP="00A30BFD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A30BFD" w:rsidRPr="00A30BFD" w:rsidRDefault="00A30BFD" w:rsidP="00A30BFD">
      <w:pPr>
        <w:ind w:right="-85"/>
        <w:jc w:val="both"/>
        <w:rPr>
          <w:sz w:val="24"/>
          <w:szCs w:val="24"/>
        </w:rPr>
      </w:pPr>
      <w:r w:rsidRPr="00A30BFD">
        <w:rPr>
          <w:sz w:val="24"/>
          <w:szCs w:val="24"/>
        </w:rPr>
        <w:t xml:space="preserve">Администрация городского округа Орехово-Зуево сообщает, что </w:t>
      </w:r>
      <w:r w:rsidRPr="00A30BFD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 w:rsidRPr="00A30BFD">
        <w:rPr>
          <w:sz w:val="24"/>
          <w:szCs w:val="24"/>
        </w:rPr>
        <w:t xml:space="preserve"> во исполнение прогнозного Плана (Программы) приватизации муниципального имущества на 2015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утвержденным решением Совета депутатов городского округа Орехово-Зуево №50/4 от 04.06.2009г., 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Протоколом заседания Комиссии по приватизации объектов недвижимости №3 от 08.05.2015г., решением Совета депутатов городского округа Орехово-Зуево Московской области №130/12 от 02.06.2015г. «Об утверждении условий приватизации арендуемого муниципального имущества, расположенного по адресу: Московская область, г. Орехово-Зуево, ул. Мадонская, д.2 (общая площадь 47,0 кв.м.)», </w:t>
      </w:r>
      <w:r w:rsidRPr="00A30BFD">
        <w:rPr>
          <w:b/>
          <w:sz w:val="24"/>
          <w:szCs w:val="24"/>
        </w:rPr>
        <w:t>на основании договора купли-продажи арендуемого недвижимого имущества №07/2015/3 от 08.07.2015г. осуществлена приватизация арендуемого муниципального имущества – объекта недвижимости: нежилое помещение, назначение: нежилое, площадь 47 кв.м., этаж: Подвал,  расположенного  по адресу: Московская область, г. Орехово-Зуево, ул. Мадонская, д.2, пом. 3, 14-18.</w:t>
      </w:r>
    </w:p>
    <w:p w:rsidR="00A30BFD" w:rsidRPr="00A30BFD" w:rsidRDefault="00A30BFD" w:rsidP="00A30BFD">
      <w:pPr>
        <w:spacing w:before="120"/>
        <w:ind w:firstLine="567"/>
        <w:jc w:val="both"/>
        <w:rPr>
          <w:sz w:val="24"/>
          <w:szCs w:val="24"/>
        </w:rPr>
      </w:pPr>
      <w:r w:rsidRPr="00A30BFD">
        <w:rPr>
          <w:sz w:val="24"/>
          <w:szCs w:val="24"/>
        </w:rPr>
        <w:t>Объект продан по цене – 631 148 (шестьсот тридцать одна тысяча сто сорок восемь) рублей 15 копеек (без  НДС).</w:t>
      </w:r>
    </w:p>
    <w:p w:rsidR="00A30BFD" w:rsidRPr="00A30BFD" w:rsidRDefault="00A30BFD" w:rsidP="00A30BFD">
      <w:pPr>
        <w:spacing w:before="120"/>
        <w:ind w:firstLine="567"/>
        <w:jc w:val="both"/>
        <w:rPr>
          <w:sz w:val="24"/>
          <w:szCs w:val="24"/>
        </w:rPr>
      </w:pPr>
      <w:r w:rsidRPr="00A30BFD">
        <w:rPr>
          <w:sz w:val="24"/>
          <w:szCs w:val="24"/>
        </w:rPr>
        <w:t>Преимущественное право приобретения указанного объекта недвижимости предоставлено арендатору, в пользовании которого объект находился по договорам аренды непрерывно в течение двух лет и более, надлежащим образом исполняющему обязанности арендатора – Обществу с ограниченной ответственностью «Виртуальный мир».</w:t>
      </w:r>
    </w:p>
    <w:p w:rsidR="00A30BFD" w:rsidRPr="00A30BFD" w:rsidRDefault="00A30BFD" w:rsidP="00A30BFD">
      <w:pPr>
        <w:spacing w:before="120"/>
        <w:ind w:firstLine="567"/>
        <w:jc w:val="both"/>
        <w:rPr>
          <w:sz w:val="24"/>
          <w:szCs w:val="24"/>
        </w:rPr>
      </w:pPr>
    </w:p>
    <w:p w:rsidR="00A30BFD" w:rsidRPr="00A30BFD" w:rsidRDefault="00A30BFD" w:rsidP="00A30BFD">
      <w:pPr>
        <w:tabs>
          <w:tab w:val="center" w:pos="5386"/>
          <w:tab w:val="left" w:pos="7371"/>
        </w:tabs>
        <w:ind w:firstLine="567"/>
        <w:rPr>
          <w:bCs/>
          <w:i/>
          <w:sz w:val="24"/>
          <w:szCs w:val="24"/>
        </w:rPr>
      </w:pPr>
      <w:r w:rsidRPr="00A30BFD">
        <w:rPr>
          <w:bCs/>
          <w:i/>
          <w:sz w:val="24"/>
          <w:szCs w:val="24"/>
        </w:rPr>
        <w:t xml:space="preserve">             </w:t>
      </w:r>
    </w:p>
    <w:p w:rsidR="00A30BFD" w:rsidRPr="00A30BFD" w:rsidRDefault="00A30BFD" w:rsidP="00A30BFD">
      <w:pPr>
        <w:tabs>
          <w:tab w:val="center" w:pos="5386"/>
          <w:tab w:val="left" w:pos="7371"/>
        </w:tabs>
        <w:ind w:firstLine="567"/>
        <w:rPr>
          <w:bCs/>
          <w:i/>
          <w:sz w:val="24"/>
          <w:szCs w:val="24"/>
        </w:rPr>
      </w:pPr>
    </w:p>
    <w:p w:rsidR="00A30BFD" w:rsidRPr="00A30BFD" w:rsidRDefault="00A30BFD" w:rsidP="00A30BFD">
      <w:pPr>
        <w:tabs>
          <w:tab w:val="center" w:pos="5386"/>
          <w:tab w:val="left" w:pos="7371"/>
        </w:tabs>
        <w:ind w:firstLine="567"/>
        <w:rPr>
          <w:bCs/>
          <w:i/>
          <w:sz w:val="24"/>
          <w:szCs w:val="24"/>
        </w:rPr>
      </w:pPr>
    </w:p>
    <w:p w:rsidR="00A30BFD" w:rsidRPr="00A30BFD" w:rsidRDefault="00A30BFD" w:rsidP="00A30BFD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 w:rsidRPr="00A30BFD">
        <w:rPr>
          <w:bCs/>
          <w:i/>
          <w:sz w:val="24"/>
          <w:szCs w:val="24"/>
        </w:rPr>
        <w:t xml:space="preserve">                                                                                   </w:t>
      </w:r>
    </w:p>
    <w:p w:rsidR="00A30BFD" w:rsidRPr="00A30BFD" w:rsidRDefault="00A30BFD" w:rsidP="00A30BFD">
      <w:pPr>
        <w:ind w:firstLine="567"/>
        <w:jc w:val="both"/>
        <w:rPr>
          <w:b/>
          <w:sz w:val="24"/>
          <w:szCs w:val="24"/>
        </w:rPr>
      </w:pPr>
      <w:r w:rsidRPr="00A30BFD">
        <w:rPr>
          <w:b/>
          <w:sz w:val="24"/>
          <w:szCs w:val="24"/>
        </w:rPr>
        <w:t>Председатель Комитета по управлению</w:t>
      </w:r>
    </w:p>
    <w:p w:rsidR="00A30BFD" w:rsidRPr="00A30BFD" w:rsidRDefault="00A30BFD" w:rsidP="00A30BFD">
      <w:pPr>
        <w:ind w:firstLine="567"/>
        <w:jc w:val="both"/>
        <w:rPr>
          <w:b/>
          <w:sz w:val="24"/>
          <w:szCs w:val="24"/>
        </w:rPr>
      </w:pPr>
      <w:r w:rsidRPr="00A30BFD">
        <w:rPr>
          <w:b/>
          <w:sz w:val="24"/>
          <w:szCs w:val="24"/>
        </w:rPr>
        <w:t>имуществом администрации городского</w:t>
      </w:r>
    </w:p>
    <w:p w:rsidR="00A30BFD" w:rsidRPr="00A30BFD" w:rsidRDefault="00A30BFD" w:rsidP="00A30BFD">
      <w:pPr>
        <w:ind w:firstLine="567"/>
        <w:jc w:val="both"/>
        <w:rPr>
          <w:b/>
          <w:sz w:val="24"/>
          <w:szCs w:val="24"/>
        </w:rPr>
      </w:pPr>
      <w:r w:rsidRPr="00A30BFD">
        <w:rPr>
          <w:b/>
          <w:sz w:val="24"/>
          <w:szCs w:val="24"/>
        </w:rPr>
        <w:t>округа Орехово-Зуево                                                                              Т.С. Илларионова</w:t>
      </w:r>
    </w:p>
    <w:p w:rsidR="00A30BFD" w:rsidRDefault="00A30BFD" w:rsidP="00A30BFD">
      <w:pPr>
        <w:spacing w:before="120"/>
        <w:ind w:firstLine="567"/>
        <w:jc w:val="both"/>
      </w:pPr>
      <w:r>
        <w:t xml:space="preserve"> </w:t>
      </w:r>
    </w:p>
    <w:p w:rsidR="00AA17DE" w:rsidRDefault="00AA17DE" w:rsidP="00AA17DE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>
        <w:rPr>
          <w:rFonts w:ascii="Arial" w:hAnsi="Arial" w:cs="Arial"/>
          <w:bCs/>
          <w:i/>
          <w:sz w:val="20"/>
        </w:rPr>
        <w:t xml:space="preserve">                        </w:t>
      </w:r>
    </w:p>
    <w:sectPr w:rsidR="00AA17DE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834A8"/>
    <w:rsid w:val="000904C2"/>
    <w:rsid w:val="0009108A"/>
    <w:rsid w:val="000A2520"/>
    <w:rsid w:val="000C79FE"/>
    <w:rsid w:val="000D0CC1"/>
    <w:rsid w:val="000F3F7D"/>
    <w:rsid w:val="001063FF"/>
    <w:rsid w:val="0012632C"/>
    <w:rsid w:val="00136365"/>
    <w:rsid w:val="0014181B"/>
    <w:rsid w:val="001518B5"/>
    <w:rsid w:val="00151EE8"/>
    <w:rsid w:val="00197A71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10012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71250"/>
    <w:rsid w:val="00476322"/>
    <w:rsid w:val="004914F0"/>
    <w:rsid w:val="00491E9B"/>
    <w:rsid w:val="00495A24"/>
    <w:rsid w:val="004974DA"/>
    <w:rsid w:val="004A3743"/>
    <w:rsid w:val="004D04DB"/>
    <w:rsid w:val="004F279C"/>
    <w:rsid w:val="005138B4"/>
    <w:rsid w:val="00522CFC"/>
    <w:rsid w:val="00531165"/>
    <w:rsid w:val="00551029"/>
    <w:rsid w:val="005662B1"/>
    <w:rsid w:val="0059775E"/>
    <w:rsid w:val="005C7D1A"/>
    <w:rsid w:val="005D2B96"/>
    <w:rsid w:val="005E3273"/>
    <w:rsid w:val="005E65E6"/>
    <w:rsid w:val="00600289"/>
    <w:rsid w:val="00614E64"/>
    <w:rsid w:val="006239A1"/>
    <w:rsid w:val="00654A24"/>
    <w:rsid w:val="00662EE9"/>
    <w:rsid w:val="00663A5A"/>
    <w:rsid w:val="00675451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8C1B7D"/>
    <w:rsid w:val="008E5FB3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869B5"/>
    <w:rsid w:val="009A1013"/>
    <w:rsid w:val="009B01CC"/>
    <w:rsid w:val="009D0635"/>
    <w:rsid w:val="009D102D"/>
    <w:rsid w:val="009D5910"/>
    <w:rsid w:val="009E35E5"/>
    <w:rsid w:val="009F7F64"/>
    <w:rsid w:val="00A0517D"/>
    <w:rsid w:val="00A245A0"/>
    <w:rsid w:val="00A30BFD"/>
    <w:rsid w:val="00A331B7"/>
    <w:rsid w:val="00A35365"/>
    <w:rsid w:val="00A45AC7"/>
    <w:rsid w:val="00A603C7"/>
    <w:rsid w:val="00A868AD"/>
    <w:rsid w:val="00A938E7"/>
    <w:rsid w:val="00AA17DE"/>
    <w:rsid w:val="00AA3F33"/>
    <w:rsid w:val="00AA7976"/>
    <w:rsid w:val="00AB538E"/>
    <w:rsid w:val="00AC2BE7"/>
    <w:rsid w:val="00AD2BBC"/>
    <w:rsid w:val="00AD35F5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730F0"/>
    <w:rsid w:val="00C81045"/>
    <w:rsid w:val="00CB7FC5"/>
    <w:rsid w:val="00CC431C"/>
    <w:rsid w:val="00CD6773"/>
    <w:rsid w:val="00CE02D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07BBF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1F8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BEB48-FDF1-4B8C-9F26-260B5C1C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81E8-27D9-46EF-9E83-CC284CD3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КУИ.dot</Template>
  <TotalTime>118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Соловьева И П</cp:lastModifiedBy>
  <cp:revision>25</cp:revision>
  <cp:lastPrinted>2015-07-10T06:04:00Z</cp:lastPrinted>
  <dcterms:created xsi:type="dcterms:W3CDTF">2013-04-03T06:15:00Z</dcterms:created>
  <dcterms:modified xsi:type="dcterms:W3CDTF">2015-07-15T09:13:00Z</dcterms:modified>
</cp:coreProperties>
</file>