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15" w:rsidRPr="00231DF2" w:rsidRDefault="005A3515" w:rsidP="00E771F4">
      <w:pPr>
        <w:tabs>
          <w:tab w:val="left" w:pos="7380"/>
        </w:tabs>
        <w:spacing w:line="240" w:lineRule="atLeast"/>
        <w:ind w:left="9912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Приложение 4</w:t>
      </w:r>
      <w:r>
        <w:rPr>
          <w:sz w:val="20"/>
          <w:szCs w:val="20"/>
        </w:rPr>
        <w:t xml:space="preserve">                          </w:t>
      </w:r>
      <w:r>
        <w:rPr>
          <w:rFonts w:ascii="Arial" w:hAnsi="Arial" w:cs="Arial"/>
        </w:rPr>
        <w:t xml:space="preserve">                                                                                           к постановлению администрации                   городского округа Орехово-Зуево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</w:t>
      </w:r>
      <w:r w:rsidRPr="00231DF2">
        <w:rPr>
          <w:rFonts w:ascii="Arial" w:hAnsi="Arial" w:cs="Arial"/>
        </w:rPr>
        <w:t>№1652 от18.12.2014</w:t>
      </w:r>
    </w:p>
    <w:p w:rsidR="005A3515" w:rsidRDefault="005A3515" w:rsidP="001518D6">
      <w:pPr>
        <w:tabs>
          <w:tab w:val="left" w:pos="186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A3515" w:rsidRPr="0003333D" w:rsidRDefault="005A3515" w:rsidP="0003333D">
      <w:pPr>
        <w:tabs>
          <w:tab w:val="left" w:pos="1860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Pr="0003333D">
        <w:rPr>
          <w:rFonts w:ascii="Arial" w:hAnsi="Arial" w:cs="Arial"/>
          <w:b/>
          <w:bCs/>
          <w:sz w:val="24"/>
          <w:szCs w:val="24"/>
        </w:rPr>
        <w:t>Отчет об использовании средств муниципального дорожного фонда</w:t>
      </w:r>
    </w:p>
    <w:p w:rsidR="005A3515" w:rsidRDefault="005A3515" w:rsidP="00E771F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3333D">
        <w:rPr>
          <w:rFonts w:ascii="Arial" w:hAnsi="Arial" w:cs="Arial"/>
          <w:b/>
          <w:bCs/>
          <w:sz w:val="24"/>
          <w:szCs w:val="24"/>
        </w:rPr>
        <w:t>городского округа Орехово-Зуево</w:t>
      </w:r>
    </w:p>
    <w:p w:rsidR="005A3515" w:rsidRDefault="005A3515" w:rsidP="00E771F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32FBE">
        <w:rPr>
          <w:rFonts w:ascii="Arial" w:hAnsi="Arial" w:cs="Arial"/>
          <w:b/>
          <w:bCs/>
          <w:sz w:val="20"/>
          <w:szCs w:val="20"/>
        </w:rPr>
        <w:t>на 01.10.2014 г.</w:t>
      </w:r>
    </w:p>
    <w:p w:rsidR="005A3515" w:rsidRPr="008B4505" w:rsidRDefault="005A3515" w:rsidP="00E771F4">
      <w:pPr>
        <w:tabs>
          <w:tab w:val="left" w:pos="6270"/>
          <w:tab w:val="right" w:pos="14570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15CC7">
        <w:rPr>
          <w:rFonts w:ascii="Arial" w:hAnsi="Arial" w:cs="Arial"/>
          <w:sz w:val="20"/>
          <w:szCs w:val="20"/>
        </w:rPr>
        <w:t>тыс.руб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153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9"/>
        <w:gridCol w:w="4143"/>
        <w:gridCol w:w="4404"/>
        <w:gridCol w:w="1134"/>
        <w:gridCol w:w="1276"/>
        <w:gridCol w:w="1275"/>
        <w:gridCol w:w="1276"/>
        <w:gridCol w:w="1314"/>
      </w:tblGrid>
      <w:tr w:rsidR="005A3515" w:rsidRPr="007A745F">
        <w:tc>
          <w:tcPr>
            <w:tcW w:w="489" w:type="dxa"/>
            <w:vMerge w:val="restart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143" w:type="dxa"/>
            <w:vMerge w:val="restart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расходов</w:t>
            </w:r>
          </w:p>
        </w:tc>
        <w:tc>
          <w:tcPr>
            <w:tcW w:w="4404" w:type="dxa"/>
            <w:vMerge w:val="restart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Утверждено в бюджете</w:t>
            </w:r>
          </w:p>
        </w:tc>
        <w:tc>
          <w:tcPr>
            <w:tcW w:w="2410" w:type="dxa"/>
            <w:gridSpan w:val="2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Показатели бюджета с учетом уточнений</w:t>
            </w:r>
          </w:p>
        </w:tc>
        <w:tc>
          <w:tcPr>
            <w:tcW w:w="1275" w:type="dxa"/>
            <w:vMerge w:val="restart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Исполнено за отчетный период</w:t>
            </w:r>
          </w:p>
        </w:tc>
        <w:tc>
          <w:tcPr>
            <w:tcW w:w="2590" w:type="dxa"/>
            <w:gridSpan w:val="2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Процент исполнения</w:t>
            </w:r>
          </w:p>
        </w:tc>
      </w:tr>
      <w:tr w:rsidR="005A3515" w:rsidRPr="007A745F">
        <w:tc>
          <w:tcPr>
            <w:tcW w:w="489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43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на год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на отчетный период</w:t>
            </w:r>
          </w:p>
        </w:tc>
        <w:tc>
          <w:tcPr>
            <w:tcW w:w="1275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к уточненному бюджету на год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к уточненному бюджету на отчетный период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43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0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43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Муниципальный дорожный фонд</w:t>
            </w:r>
          </w:p>
        </w:tc>
        <w:tc>
          <w:tcPr>
            <w:tcW w:w="440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4143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Доходы, </w:t>
            </w: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440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79 444,00</w:t>
            </w:r>
          </w:p>
        </w:tc>
        <w:tc>
          <w:tcPr>
            <w:tcW w:w="113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101 418,00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77 533,76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b/>
                <w:bCs/>
                <w:color w:val="00B050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53 729,30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69,3</w:t>
            </w:r>
          </w:p>
        </w:tc>
      </w:tr>
      <w:tr w:rsidR="005A3515" w:rsidRPr="007A745F">
        <w:trPr>
          <w:trHeight w:val="264"/>
        </w:trPr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43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-  акцизы</w:t>
            </w:r>
          </w:p>
        </w:tc>
        <w:tc>
          <w:tcPr>
            <w:tcW w:w="440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10 665,00</w:t>
            </w:r>
          </w:p>
        </w:tc>
        <w:tc>
          <w:tcPr>
            <w:tcW w:w="113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10 665,00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7 998,80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6 576,01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82,2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43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- плата за выбросы загрязн.веществ</w:t>
            </w:r>
          </w:p>
        </w:tc>
        <w:tc>
          <w:tcPr>
            <w:tcW w:w="440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13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25,50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42,78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125,8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167,8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43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-штрафы</w:t>
            </w:r>
          </w:p>
        </w:tc>
        <w:tc>
          <w:tcPr>
            <w:tcW w:w="440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989,00</w:t>
            </w:r>
          </w:p>
        </w:tc>
        <w:tc>
          <w:tcPr>
            <w:tcW w:w="113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989,00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623,10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929,10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149,1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43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- земельный налог</w:t>
            </w:r>
          </w:p>
        </w:tc>
        <w:tc>
          <w:tcPr>
            <w:tcW w:w="440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62 256,00</w:t>
            </w:r>
          </w:p>
        </w:tc>
        <w:tc>
          <w:tcPr>
            <w:tcW w:w="113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89 730,00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68 886,36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46 181,41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67,0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43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- арендная плата за земли</w:t>
            </w:r>
          </w:p>
        </w:tc>
        <w:tc>
          <w:tcPr>
            <w:tcW w:w="440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5 500,00</w:t>
            </w:r>
          </w:p>
        </w:tc>
        <w:tc>
          <w:tcPr>
            <w:tcW w:w="113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4143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440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79 444,00</w:t>
            </w:r>
          </w:p>
        </w:tc>
        <w:tc>
          <w:tcPr>
            <w:tcW w:w="113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101 418,00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91 424,00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62 427,58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68,3</w:t>
            </w:r>
          </w:p>
        </w:tc>
      </w:tr>
    </w:tbl>
    <w:p w:rsidR="005A3515" w:rsidRDefault="005A3515" w:rsidP="009B27E3">
      <w:pPr>
        <w:tabs>
          <w:tab w:val="left" w:pos="6270"/>
          <w:tab w:val="right" w:pos="14570"/>
        </w:tabs>
        <w:rPr>
          <w:rFonts w:ascii="Arial" w:hAnsi="Arial" w:cs="Arial"/>
          <w:sz w:val="20"/>
          <w:szCs w:val="20"/>
        </w:rPr>
      </w:pPr>
    </w:p>
    <w:p w:rsidR="005A3515" w:rsidRPr="00315CC7" w:rsidRDefault="005A3515" w:rsidP="009B27E3">
      <w:pPr>
        <w:tabs>
          <w:tab w:val="left" w:pos="6270"/>
          <w:tab w:val="right" w:pos="145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W w:w="153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9"/>
        <w:gridCol w:w="2735"/>
        <w:gridCol w:w="1408"/>
        <w:gridCol w:w="4404"/>
        <w:gridCol w:w="2410"/>
        <w:gridCol w:w="1275"/>
        <w:gridCol w:w="1276"/>
        <w:gridCol w:w="1314"/>
      </w:tblGrid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40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нормативного правового документа, в соответствии с которым предоставляются средства муниципального дорожного фонда</w:t>
            </w: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Цели и направления использования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Исполнено за отчетный период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0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0148300008913000124-0454469-01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31.12.2013</w:t>
            </w:r>
          </w:p>
        </w:tc>
        <w:tc>
          <w:tcPr>
            <w:tcW w:w="4404" w:type="dxa"/>
            <w:vMerge w:val="restart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Муниципальная программа «Содержание, ремонт и развитие дорожного хозяйства городского округа Орехово-Зуево Московской области на 2014-2018 годы»</w:t>
            </w:r>
          </w:p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Утверждена Постановлением администрации</w:t>
            </w:r>
          </w:p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городского округа Орехово-Зуево</w:t>
            </w:r>
          </w:p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 xml:space="preserve">№1592 от 28.11.2013г., </w:t>
            </w:r>
          </w:p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Внесены изменения Постановлением администрации городского округа Орехово-Зуево №1219 от 15.09.2014г.</w:t>
            </w:r>
            <w:bookmarkStart w:id="0" w:name="_GoBack"/>
            <w:bookmarkEnd w:id="0"/>
          </w:p>
          <w:p w:rsidR="005A3515" w:rsidRPr="00A55934" w:rsidRDefault="005A3515" w:rsidP="00132FBE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5A3515" w:rsidRPr="00A55934" w:rsidRDefault="005A3515" w:rsidP="00132FBE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Решение Совета депутатов городского округа Орехово-Зуево «О создании муниципального дорожного фонда городского округа Орехово-Зуево и утверждении порядка формирования и использования бюджетных ассигнований муниципального дорожного фонда  городского округа Орехово-Зуево»</w:t>
            </w:r>
          </w:p>
          <w:p w:rsidR="005A3515" w:rsidRPr="00A55934" w:rsidRDefault="005A3515" w:rsidP="00132FBE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</w:t>
            </w: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Содержание дорожного хозяйства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2998,62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0148300008913000126-0454469-01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31.12.2014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Содержание дорожного хозяйства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2994,81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0148300008913000141-0454469-01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13.01.2014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ОБДД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290,61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0148300008913000142-0454469-01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13.01.2014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ОБДД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179,56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2014.191413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16.07.2014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Ремонт дорого общего пользования, ремонт дворовых территорий МКД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16598,5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0148300008913000150-0454469-02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11.02.2014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Содержание дорожного хозяйства, ливневая канализация, ОБДД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34091,08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32/Т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07.03.2014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Ливневая канализация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99,70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05.01.2014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Содержание дорожного хозяйства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24.04.2014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Содержание дорожного хозяйства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0148300008914000091-0454469-02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30.06.2014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Ремонт дворовых территорий МКД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2502,04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0148300008914000090-0454469-01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02.07.2014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Ремонт дворовых территорий МКД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2377,93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0148300008914000115-0454469-01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28.07.2014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ОБДД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30.06.2014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Ремонт дворовых территорий МКД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97,59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0148300008914000122-0454469-01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12.08.2014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Ремонт дворовых территорий МКД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08.08.2014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Ремонт дорог общего пользования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08.08.2014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Ремонт дворовых территорий МКД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19.09.2014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Ремонт дворовых территорий МКД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19.09.2014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Содержание дорожного хозяйства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489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73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0148300008913000153-0454469-02</w:t>
            </w:r>
          </w:p>
        </w:tc>
        <w:tc>
          <w:tcPr>
            <w:tcW w:w="1408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13.02.2014</w:t>
            </w:r>
          </w:p>
        </w:tc>
        <w:tc>
          <w:tcPr>
            <w:tcW w:w="4404" w:type="dxa"/>
            <w:vMerge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ОБДД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39,44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х</w:t>
            </w:r>
          </w:p>
        </w:tc>
      </w:tr>
      <w:tr w:rsidR="005A3515" w:rsidRPr="007A745F">
        <w:tc>
          <w:tcPr>
            <w:tcW w:w="11446" w:type="dxa"/>
            <w:gridSpan w:val="5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A55934">
              <w:rPr>
                <w:rFonts w:ascii="Arial" w:hAnsi="Arial" w:cs="Arial"/>
                <w:sz w:val="18"/>
                <w:szCs w:val="18"/>
                <w:lang w:eastAsia="ru-RU"/>
              </w:rPr>
              <w:t>62 427,58</w:t>
            </w:r>
          </w:p>
        </w:tc>
        <w:tc>
          <w:tcPr>
            <w:tcW w:w="1276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5A3515" w:rsidRPr="00A55934" w:rsidRDefault="005A3515" w:rsidP="00A55934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5A3515" w:rsidRDefault="005A3515" w:rsidP="001518D6">
      <w:pPr>
        <w:jc w:val="center"/>
      </w:pPr>
    </w:p>
    <w:p w:rsidR="005A3515" w:rsidRDefault="005A3515" w:rsidP="001518D6">
      <w:pPr>
        <w:jc w:val="center"/>
      </w:pPr>
    </w:p>
    <w:p w:rsidR="005A3515" w:rsidRPr="00E431C5" w:rsidRDefault="005A3515" w:rsidP="00D01B44">
      <w:pPr>
        <w:tabs>
          <w:tab w:val="left" w:pos="2970"/>
        </w:tabs>
        <w:rPr>
          <w:b/>
          <w:bCs/>
        </w:rPr>
      </w:pPr>
      <w:r w:rsidRPr="00E431C5">
        <w:rPr>
          <w:b/>
          <w:bCs/>
        </w:rPr>
        <w:t>Начальник Финансового управления                                                     С.М.Кузнецова</w:t>
      </w:r>
    </w:p>
    <w:sectPr w:rsidR="005A3515" w:rsidRPr="00E431C5" w:rsidSect="001518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54B"/>
    <w:rsid w:val="0003333D"/>
    <w:rsid w:val="00073F78"/>
    <w:rsid w:val="000D7CD8"/>
    <w:rsid w:val="00100A85"/>
    <w:rsid w:val="00132FBE"/>
    <w:rsid w:val="0014771F"/>
    <w:rsid w:val="001518D6"/>
    <w:rsid w:val="001570AD"/>
    <w:rsid w:val="001C1FE5"/>
    <w:rsid w:val="002145C9"/>
    <w:rsid w:val="00231DF2"/>
    <w:rsid w:val="002578C5"/>
    <w:rsid w:val="00263AB1"/>
    <w:rsid w:val="002661A9"/>
    <w:rsid w:val="00295570"/>
    <w:rsid w:val="002A744B"/>
    <w:rsid w:val="00302AF7"/>
    <w:rsid w:val="00311AC3"/>
    <w:rsid w:val="00315CC7"/>
    <w:rsid w:val="003447CC"/>
    <w:rsid w:val="0037796C"/>
    <w:rsid w:val="00424192"/>
    <w:rsid w:val="004620AA"/>
    <w:rsid w:val="005020D5"/>
    <w:rsid w:val="00563C76"/>
    <w:rsid w:val="0057139A"/>
    <w:rsid w:val="00593215"/>
    <w:rsid w:val="005A3515"/>
    <w:rsid w:val="005B47BF"/>
    <w:rsid w:val="005B4852"/>
    <w:rsid w:val="005C307F"/>
    <w:rsid w:val="005F47F6"/>
    <w:rsid w:val="00604E02"/>
    <w:rsid w:val="0061758B"/>
    <w:rsid w:val="00624186"/>
    <w:rsid w:val="00653EDF"/>
    <w:rsid w:val="006D3119"/>
    <w:rsid w:val="00793938"/>
    <w:rsid w:val="00795C7B"/>
    <w:rsid w:val="007A745F"/>
    <w:rsid w:val="007B2E18"/>
    <w:rsid w:val="007E1E55"/>
    <w:rsid w:val="008105A2"/>
    <w:rsid w:val="008A1BA9"/>
    <w:rsid w:val="008B4505"/>
    <w:rsid w:val="008B5360"/>
    <w:rsid w:val="008D2D32"/>
    <w:rsid w:val="00932759"/>
    <w:rsid w:val="00946FDE"/>
    <w:rsid w:val="0094715B"/>
    <w:rsid w:val="009B27E3"/>
    <w:rsid w:val="009F11D1"/>
    <w:rsid w:val="00A13204"/>
    <w:rsid w:val="00A55934"/>
    <w:rsid w:val="00AC36F9"/>
    <w:rsid w:val="00AC74B0"/>
    <w:rsid w:val="00AD57E3"/>
    <w:rsid w:val="00AF240E"/>
    <w:rsid w:val="00B16A32"/>
    <w:rsid w:val="00B623D4"/>
    <w:rsid w:val="00B62EEE"/>
    <w:rsid w:val="00BC7FB0"/>
    <w:rsid w:val="00BE5F29"/>
    <w:rsid w:val="00C14B59"/>
    <w:rsid w:val="00C375E0"/>
    <w:rsid w:val="00C844C3"/>
    <w:rsid w:val="00CB026C"/>
    <w:rsid w:val="00CC554B"/>
    <w:rsid w:val="00CD39E6"/>
    <w:rsid w:val="00CD4B3F"/>
    <w:rsid w:val="00D01B44"/>
    <w:rsid w:val="00D1451C"/>
    <w:rsid w:val="00D27488"/>
    <w:rsid w:val="00D370E8"/>
    <w:rsid w:val="00D66969"/>
    <w:rsid w:val="00D726CF"/>
    <w:rsid w:val="00D92C3C"/>
    <w:rsid w:val="00DA519D"/>
    <w:rsid w:val="00DB4324"/>
    <w:rsid w:val="00E10A64"/>
    <w:rsid w:val="00E431C5"/>
    <w:rsid w:val="00E56599"/>
    <w:rsid w:val="00E771F4"/>
    <w:rsid w:val="00E83A2D"/>
    <w:rsid w:val="00E936CE"/>
    <w:rsid w:val="00EC3714"/>
    <w:rsid w:val="00F43164"/>
    <w:rsid w:val="00F74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8D6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518D6"/>
    <w:pPr>
      <w:spacing w:after="200" w:line="276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97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317</TotalTime>
  <Pages>2</Pages>
  <Words>518</Words>
  <Characters>2958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27</cp:revision>
  <cp:lastPrinted>2014-12-15T12:40:00Z</cp:lastPrinted>
  <dcterms:created xsi:type="dcterms:W3CDTF">2014-12-10T06:19:00Z</dcterms:created>
  <dcterms:modified xsi:type="dcterms:W3CDTF">2014-12-19T07:05:00Z</dcterms:modified>
</cp:coreProperties>
</file>