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56B8" w:rsidRDefault="008D16FE" w:rsidP="00336D7B">
      <w:pPr>
        <w:ind w:firstLine="709"/>
        <w:jc w:val="center"/>
      </w:pPr>
      <w:r>
        <w:rPr>
          <w:rFonts w:ascii="Arial" w:eastAsia="Lucida Sans Unicode" w:hAnsi="Arial" w:cs="Arial"/>
          <w:noProof/>
        </w:rPr>
        <w:drawing>
          <wp:inline distT="0" distB="0" distL="0" distR="0" wp14:anchorId="536F1EAF" wp14:editId="68F8F36B">
            <wp:extent cx="542925" cy="6572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572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56B8" w:rsidRPr="00FE5D8A" w:rsidRDefault="008656B8" w:rsidP="00FE5D8A">
      <w:pPr>
        <w:pStyle w:val="1"/>
        <w:ind w:firstLine="709"/>
        <w:rPr>
          <w:sz w:val="16"/>
          <w:szCs w:val="16"/>
        </w:rPr>
      </w:pPr>
    </w:p>
    <w:p w:rsidR="00F65A63" w:rsidRPr="002D56ED" w:rsidRDefault="00F65A63" w:rsidP="00FE5D8A">
      <w:pPr>
        <w:pStyle w:val="1"/>
        <w:ind w:firstLine="709"/>
        <w:rPr>
          <w:rFonts w:ascii="Arial" w:hAnsi="Arial" w:cs="Arial"/>
          <w:sz w:val="32"/>
          <w:szCs w:val="32"/>
        </w:rPr>
      </w:pPr>
      <w:r w:rsidRPr="002D56ED">
        <w:rPr>
          <w:rFonts w:ascii="Arial" w:hAnsi="Arial" w:cs="Arial"/>
          <w:sz w:val="32"/>
          <w:szCs w:val="32"/>
        </w:rPr>
        <w:t>СОВЕТ     ДЕПУТАТОВ</w:t>
      </w:r>
    </w:p>
    <w:p w:rsidR="00F65A63" w:rsidRPr="002D56ED" w:rsidRDefault="00F65A63" w:rsidP="00FE5D8A">
      <w:pPr>
        <w:pStyle w:val="3"/>
        <w:ind w:firstLine="709"/>
        <w:rPr>
          <w:rFonts w:ascii="Arial" w:hAnsi="Arial" w:cs="Arial"/>
          <w:sz w:val="32"/>
          <w:szCs w:val="32"/>
        </w:rPr>
      </w:pPr>
      <w:r w:rsidRPr="002D56ED">
        <w:rPr>
          <w:rFonts w:ascii="Arial" w:hAnsi="Arial" w:cs="Arial"/>
          <w:sz w:val="32"/>
          <w:szCs w:val="32"/>
        </w:rPr>
        <w:t>ОРЕХОВО-ЗУЕВ</w:t>
      </w:r>
      <w:r w:rsidR="008578FB">
        <w:rPr>
          <w:rFonts w:ascii="Arial" w:hAnsi="Arial" w:cs="Arial"/>
          <w:sz w:val="32"/>
          <w:szCs w:val="32"/>
        </w:rPr>
        <w:t xml:space="preserve">СКОГО </w:t>
      </w:r>
      <w:r w:rsidR="008578FB" w:rsidRPr="002D56ED">
        <w:rPr>
          <w:rFonts w:ascii="Arial" w:hAnsi="Arial" w:cs="Arial"/>
          <w:sz w:val="32"/>
          <w:szCs w:val="32"/>
        </w:rPr>
        <w:t>ГОРОДСКОГО   ОКРУГА</w:t>
      </w:r>
    </w:p>
    <w:p w:rsidR="00F65A63" w:rsidRPr="002D56ED" w:rsidRDefault="00F65A63" w:rsidP="00FE5D8A">
      <w:pPr>
        <w:pStyle w:val="3"/>
        <w:ind w:firstLine="709"/>
        <w:rPr>
          <w:rFonts w:ascii="Arial" w:hAnsi="Arial" w:cs="Arial"/>
          <w:sz w:val="32"/>
          <w:szCs w:val="32"/>
        </w:rPr>
      </w:pPr>
      <w:r w:rsidRPr="002D56ED">
        <w:rPr>
          <w:rFonts w:ascii="Arial" w:hAnsi="Arial" w:cs="Arial"/>
          <w:sz w:val="32"/>
          <w:szCs w:val="32"/>
        </w:rPr>
        <w:t>МОСКОВСКОЙ   ОБЛАСТИ</w:t>
      </w:r>
    </w:p>
    <w:p w:rsidR="00F65A63" w:rsidRPr="00FE5D8A" w:rsidRDefault="00F65A63" w:rsidP="00FE5D8A">
      <w:pPr>
        <w:ind w:firstLine="709"/>
        <w:jc w:val="center"/>
        <w:rPr>
          <w:rFonts w:ascii="Arial" w:hAnsi="Arial" w:cs="Arial"/>
          <w:sz w:val="16"/>
          <w:szCs w:val="16"/>
        </w:rPr>
      </w:pPr>
    </w:p>
    <w:p w:rsidR="00F65A63" w:rsidRPr="002D56ED" w:rsidRDefault="00F65A63" w:rsidP="00FE5D8A">
      <w:pPr>
        <w:pStyle w:val="2"/>
        <w:ind w:firstLine="709"/>
        <w:rPr>
          <w:rFonts w:ascii="Arial" w:hAnsi="Arial" w:cs="Arial"/>
        </w:rPr>
      </w:pPr>
      <w:r w:rsidRPr="002D56ED">
        <w:rPr>
          <w:rFonts w:ascii="Arial" w:hAnsi="Arial" w:cs="Arial"/>
        </w:rPr>
        <w:t>Р Е Ш Е Н И Е</w:t>
      </w:r>
    </w:p>
    <w:p w:rsidR="00F65A63" w:rsidRPr="00FE5D8A" w:rsidRDefault="00F65A63" w:rsidP="00FE5D8A">
      <w:pPr>
        <w:ind w:firstLine="709"/>
        <w:jc w:val="center"/>
        <w:rPr>
          <w:sz w:val="16"/>
          <w:szCs w:val="16"/>
        </w:rPr>
      </w:pPr>
    </w:p>
    <w:p w:rsidR="0005484A" w:rsidRDefault="00C333DD" w:rsidP="00FE5D8A">
      <w:pPr>
        <w:ind w:firstLine="709"/>
        <w:jc w:val="center"/>
        <w:rPr>
          <w:rFonts w:ascii="Arial" w:hAnsi="Arial" w:cs="Arial"/>
          <w:b/>
          <w:bCs/>
          <w:sz w:val="28"/>
        </w:rPr>
      </w:pPr>
      <w:proofErr w:type="gramStart"/>
      <w:r>
        <w:rPr>
          <w:rFonts w:ascii="Arial" w:hAnsi="Arial" w:cs="Arial"/>
          <w:b/>
          <w:bCs/>
          <w:sz w:val="28"/>
        </w:rPr>
        <w:t>от  19.09.2019</w:t>
      </w:r>
      <w:proofErr w:type="gramEnd"/>
      <w:r>
        <w:rPr>
          <w:rFonts w:ascii="Arial" w:hAnsi="Arial" w:cs="Arial"/>
          <w:b/>
          <w:bCs/>
          <w:sz w:val="28"/>
        </w:rPr>
        <w:t xml:space="preserve">    № 49</w:t>
      </w:r>
      <w:r w:rsidRPr="00C333DD">
        <w:rPr>
          <w:rFonts w:ascii="Arial" w:hAnsi="Arial" w:cs="Arial"/>
          <w:b/>
          <w:bCs/>
          <w:sz w:val="28"/>
        </w:rPr>
        <w:t>/2</w:t>
      </w:r>
    </w:p>
    <w:p w:rsidR="00C333DD" w:rsidRPr="00FE5D8A" w:rsidRDefault="00C333DD" w:rsidP="00FE5D8A">
      <w:pPr>
        <w:ind w:firstLine="709"/>
        <w:jc w:val="center"/>
        <w:rPr>
          <w:b/>
          <w:bCs/>
          <w:sz w:val="16"/>
          <w:szCs w:val="16"/>
        </w:rPr>
      </w:pPr>
    </w:p>
    <w:p w:rsidR="002077C0" w:rsidRPr="00C333DD" w:rsidRDefault="002077C0" w:rsidP="00FE5D8A">
      <w:pPr>
        <w:ind w:firstLine="709"/>
        <w:jc w:val="center"/>
        <w:rPr>
          <w:b/>
          <w:bCs/>
        </w:rPr>
      </w:pPr>
      <w:r w:rsidRPr="00C333DD">
        <w:rPr>
          <w:rFonts w:ascii="Arial" w:hAnsi="Arial" w:cs="Arial"/>
          <w:b/>
          <w:bCs/>
        </w:rPr>
        <w:t>г.</w:t>
      </w:r>
      <w:r w:rsidRPr="00C333DD">
        <w:rPr>
          <w:b/>
          <w:bCs/>
        </w:rPr>
        <w:t xml:space="preserve"> </w:t>
      </w:r>
      <w:r w:rsidRPr="00C333DD">
        <w:rPr>
          <w:rFonts w:ascii="Arial" w:hAnsi="Arial" w:cs="Arial"/>
          <w:b/>
          <w:bCs/>
        </w:rPr>
        <w:t>Орехово-Зуево</w:t>
      </w:r>
    </w:p>
    <w:p w:rsidR="00562A61" w:rsidRPr="00FE5D8A" w:rsidRDefault="00562A61" w:rsidP="00FE5D8A">
      <w:pPr>
        <w:widowControl/>
        <w:ind w:firstLine="709"/>
        <w:rPr>
          <w:rFonts w:ascii="Arial" w:hAnsi="Arial" w:cs="Arial"/>
          <w:sz w:val="16"/>
          <w:szCs w:val="16"/>
        </w:rPr>
      </w:pPr>
    </w:p>
    <w:p w:rsidR="003413C4" w:rsidRPr="007644AF" w:rsidRDefault="003413C4" w:rsidP="003413C4">
      <w:pPr>
        <w:pStyle w:val="aa"/>
        <w:spacing w:after="0"/>
        <w:ind w:left="0"/>
        <w:jc w:val="center"/>
        <w:rPr>
          <w:rFonts w:ascii="Arial" w:hAnsi="Arial" w:cs="Arial"/>
          <w:b/>
        </w:rPr>
      </w:pPr>
      <w:r w:rsidRPr="007644AF">
        <w:rPr>
          <w:rFonts w:ascii="Arial" w:hAnsi="Arial" w:cs="Arial"/>
          <w:b/>
        </w:rPr>
        <w:t xml:space="preserve">О приеме в собственность </w:t>
      </w:r>
    </w:p>
    <w:p w:rsidR="008578FB" w:rsidRDefault="00D813BD" w:rsidP="003413C4">
      <w:pPr>
        <w:pStyle w:val="aa"/>
        <w:spacing w:after="0"/>
        <w:ind w:left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Орехово-Зуевского городского округа Московской области</w:t>
      </w:r>
      <w:r w:rsidR="003413C4" w:rsidRPr="007644AF">
        <w:rPr>
          <w:rFonts w:ascii="Arial" w:hAnsi="Arial" w:cs="Arial"/>
          <w:b/>
        </w:rPr>
        <w:t xml:space="preserve"> имущества, </w:t>
      </w:r>
    </w:p>
    <w:p w:rsidR="003413C4" w:rsidRPr="007644AF" w:rsidRDefault="003413C4" w:rsidP="008578FB">
      <w:pPr>
        <w:pStyle w:val="aa"/>
        <w:spacing w:after="0"/>
        <w:ind w:left="0"/>
        <w:jc w:val="center"/>
        <w:rPr>
          <w:rFonts w:ascii="Arial" w:hAnsi="Arial" w:cs="Arial"/>
          <w:b/>
        </w:rPr>
      </w:pPr>
      <w:r w:rsidRPr="007644AF">
        <w:rPr>
          <w:rFonts w:ascii="Arial" w:hAnsi="Arial" w:cs="Arial"/>
          <w:b/>
        </w:rPr>
        <w:t>находящегося в</w:t>
      </w:r>
      <w:r w:rsidR="008578FB">
        <w:rPr>
          <w:rFonts w:ascii="Arial" w:hAnsi="Arial" w:cs="Arial"/>
          <w:b/>
        </w:rPr>
        <w:t xml:space="preserve"> </w:t>
      </w:r>
      <w:r w:rsidRPr="007644AF">
        <w:rPr>
          <w:rFonts w:ascii="Arial" w:hAnsi="Arial" w:cs="Arial"/>
          <w:b/>
        </w:rPr>
        <w:t>собственности Московской области</w:t>
      </w:r>
    </w:p>
    <w:p w:rsidR="00E14EA8" w:rsidRPr="00FE5D8A" w:rsidRDefault="00E14EA8" w:rsidP="00336D7B">
      <w:pPr>
        <w:widowControl/>
        <w:ind w:firstLine="709"/>
        <w:jc w:val="center"/>
        <w:rPr>
          <w:rFonts w:ascii="Arial" w:hAnsi="Arial" w:cs="Arial"/>
          <w:b/>
          <w:sz w:val="16"/>
          <w:szCs w:val="16"/>
        </w:rPr>
      </w:pPr>
    </w:p>
    <w:p w:rsidR="00753F25" w:rsidRPr="00DC466B" w:rsidRDefault="003413C4" w:rsidP="00DC466B">
      <w:pPr>
        <w:widowControl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spacing w:val="-3"/>
          <w:w w:val="101"/>
        </w:rPr>
        <w:t>В соответствии с Гражданским Кодексом Российской Федерации,  Федеральным законом от 06.10.2003 №131-ФЗ «Об общих принципах организации местного самоуправления в Российской Федерации», Постановлением Правительства Р</w:t>
      </w:r>
      <w:r w:rsidR="00D813BD">
        <w:rPr>
          <w:rFonts w:ascii="Arial" w:hAnsi="Arial" w:cs="Arial"/>
          <w:spacing w:val="-3"/>
          <w:w w:val="101"/>
        </w:rPr>
        <w:t xml:space="preserve">оссийской </w:t>
      </w:r>
      <w:r>
        <w:rPr>
          <w:rFonts w:ascii="Arial" w:hAnsi="Arial" w:cs="Arial"/>
          <w:spacing w:val="-3"/>
          <w:w w:val="101"/>
        </w:rPr>
        <w:t>Ф</w:t>
      </w:r>
      <w:r w:rsidR="00D813BD">
        <w:rPr>
          <w:rFonts w:ascii="Arial" w:hAnsi="Arial" w:cs="Arial"/>
          <w:spacing w:val="-3"/>
          <w:w w:val="101"/>
        </w:rPr>
        <w:t>едерации</w:t>
      </w:r>
      <w:r>
        <w:rPr>
          <w:rFonts w:ascii="Arial" w:hAnsi="Arial" w:cs="Arial"/>
          <w:spacing w:val="-3"/>
          <w:w w:val="101"/>
        </w:rPr>
        <w:t xml:space="preserve"> от 13.06.2006 №374 «</w:t>
      </w:r>
      <w:r w:rsidR="00DC466B">
        <w:rPr>
          <w:rFonts w:ascii="Arial" w:hAnsi="Arial" w:cs="Arial"/>
        </w:rPr>
        <w:t>О перечнях документов, необходимых для принятия решения о передаче имущества из федеральной собственности в собственность субъекта Российской Федерации или муниципальную собственность, из собственности субъекта Российской Федерации в федеральную собственность или муниципальную собственность, из муниципальной собственности в федеральную собственность или собственность субъекта Российской Федерации</w:t>
      </w:r>
      <w:r w:rsidRPr="003413C4">
        <w:rPr>
          <w:rFonts w:ascii="Arial" w:hAnsi="Arial" w:cs="Arial"/>
          <w:spacing w:val="-3"/>
          <w:w w:val="101"/>
        </w:rPr>
        <w:t xml:space="preserve">», </w:t>
      </w:r>
      <w:r w:rsidR="00D813BD">
        <w:rPr>
          <w:rFonts w:ascii="Arial" w:hAnsi="Arial" w:cs="Arial"/>
          <w:spacing w:val="-3"/>
          <w:w w:val="101"/>
        </w:rPr>
        <w:t>на основании обращения Министерства имущественных отношений Московской области от 30.07.2019 №15ИСХ-19554</w:t>
      </w:r>
      <w:r w:rsidR="00753F25" w:rsidRPr="00E277A1">
        <w:rPr>
          <w:rFonts w:ascii="Arial" w:hAnsi="Arial" w:cs="Arial"/>
        </w:rPr>
        <w:t>,</w:t>
      </w:r>
      <w:r w:rsidR="008F7256">
        <w:rPr>
          <w:rFonts w:ascii="Arial" w:hAnsi="Arial" w:cs="Arial"/>
        </w:rPr>
        <w:t xml:space="preserve"> </w:t>
      </w:r>
      <w:r w:rsidR="00753F25" w:rsidRPr="005274C1">
        <w:rPr>
          <w:rFonts w:ascii="Arial" w:hAnsi="Arial" w:cs="Arial"/>
          <w:b/>
        </w:rPr>
        <w:t xml:space="preserve">Совет депутатов </w:t>
      </w:r>
      <w:r w:rsidR="00D813BD">
        <w:rPr>
          <w:rFonts w:ascii="Arial" w:hAnsi="Arial" w:cs="Arial"/>
          <w:b/>
        </w:rPr>
        <w:t>Орехово-Зуевского городского округа Московской области</w:t>
      </w:r>
      <w:r w:rsidR="00753F25" w:rsidRPr="005274C1">
        <w:rPr>
          <w:rFonts w:ascii="Arial" w:hAnsi="Arial" w:cs="Arial"/>
          <w:b/>
        </w:rPr>
        <w:t xml:space="preserve"> Московской области</w:t>
      </w:r>
    </w:p>
    <w:p w:rsidR="00E14EA8" w:rsidRPr="00FE5D8A" w:rsidRDefault="009D7C5C" w:rsidP="00336D7B">
      <w:pPr>
        <w:ind w:right="-83" w:firstLine="709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</w:rPr>
        <w:t xml:space="preserve">                                                           </w:t>
      </w:r>
    </w:p>
    <w:p w:rsidR="00E14EA8" w:rsidRDefault="009D7C5C" w:rsidP="00E14EA8">
      <w:pPr>
        <w:ind w:right="-83" w:firstLine="709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РЕШИЛ</w:t>
      </w:r>
      <w:r w:rsidR="00A55867" w:rsidRPr="006E2EBE">
        <w:rPr>
          <w:rFonts w:ascii="Arial" w:hAnsi="Arial" w:cs="Arial"/>
          <w:b/>
        </w:rPr>
        <w:t>:</w:t>
      </w:r>
    </w:p>
    <w:p w:rsidR="00336D7B" w:rsidRPr="00FE5D8A" w:rsidRDefault="00A55867" w:rsidP="00336D7B">
      <w:pPr>
        <w:ind w:right="-83" w:firstLine="709"/>
        <w:jc w:val="both"/>
        <w:rPr>
          <w:rFonts w:ascii="Arial" w:hAnsi="Arial" w:cs="Arial"/>
          <w:b/>
          <w:sz w:val="16"/>
          <w:szCs w:val="16"/>
        </w:rPr>
      </w:pPr>
      <w:r w:rsidRPr="006E2EBE">
        <w:rPr>
          <w:rFonts w:ascii="Arial" w:hAnsi="Arial" w:cs="Arial"/>
          <w:b/>
        </w:rPr>
        <w:tab/>
      </w:r>
    </w:p>
    <w:p w:rsidR="003413C4" w:rsidRDefault="003413C4" w:rsidP="00FE5D8A">
      <w:pPr>
        <w:pStyle w:val="aa"/>
        <w:spacing w:after="0"/>
        <w:ind w:left="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Утвердить прилагаемый перечень имущества, передаваемого из собственности Московской области в собственность </w:t>
      </w:r>
      <w:r w:rsidR="00D813BD">
        <w:rPr>
          <w:rFonts w:ascii="Arial" w:hAnsi="Arial" w:cs="Arial"/>
        </w:rPr>
        <w:t>Орехово-Зуевского городского округа Московской области</w:t>
      </w:r>
      <w:r>
        <w:rPr>
          <w:rFonts w:ascii="Arial" w:hAnsi="Arial" w:cs="Arial"/>
        </w:rPr>
        <w:t xml:space="preserve">. </w:t>
      </w:r>
    </w:p>
    <w:p w:rsidR="003413C4" w:rsidRPr="005A0FD4" w:rsidRDefault="003413C4" w:rsidP="00FE5D8A">
      <w:pPr>
        <w:pStyle w:val="aa"/>
        <w:spacing w:after="0"/>
        <w:ind w:left="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Принять в собственность </w:t>
      </w:r>
      <w:r w:rsidR="00D813BD">
        <w:rPr>
          <w:rFonts w:ascii="Arial" w:hAnsi="Arial" w:cs="Arial"/>
        </w:rPr>
        <w:t>Орехово-Зуевского городского округа Московской области</w:t>
      </w:r>
      <w:r>
        <w:rPr>
          <w:rFonts w:ascii="Arial" w:hAnsi="Arial" w:cs="Arial"/>
        </w:rPr>
        <w:t xml:space="preserve"> имущество, указанное в приложении к настоящему </w:t>
      </w:r>
      <w:r w:rsidR="00D813BD">
        <w:rPr>
          <w:rFonts w:ascii="Arial" w:hAnsi="Arial" w:cs="Arial"/>
        </w:rPr>
        <w:t>Р</w:t>
      </w:r>
      <w:r>
        <w:rPr>
          <w:rFonts w:ascii="Arial" w:hAnsi="Arial" w:cs="Arial"/>
        </w:rPr>
        <w:t>ешению.</w:t>
      </w:r>
    </w:p>
    <w:p w:rsidR="00753F25" w:rsidRDefault="00D813BD" w:rsidP="00FE5D8A">
      <w:pPr>
        <w:ind w:right="-85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753F25">
        <w:rPr>
          <w:rFonts w:ascii="Arial" w:hAnsi="Arial" w:cs="Arial"/>
        </w:rPr>
        <w:t xml:space="preserve">. </w:t>
      </w:r>
      <w:r w:rsidR="00123B89" w:rsidRPr="0059006B">
        <w:rPr>
          <w:rFonts w:ascii="Arial" w:hAnsi="Arial" w:cs="Arial"/>
        </w:rPr>
        <w:t xml:space="preserve">Опубликовать настоящее Решение </w:t>
      </w:r>
      <w:r w:rsidR="00123B89">
        <w:rPr>
          <w:rFonts w:ascii="Arial" w:hAnsi="Arial" w:cs="Arial"/>
        </w:rPr>
        <w:t>в официальном</w:t>
      </w:r>
      <w:r w:rsidR="00A05C59">
        <w:rPr>
          <w:rFonts w:ascii="Arial" w:hAnsi="Arial" w:cs="Arial"/>
        </w:rPr>
        <w:t xml:space="preserve"> периодическом</w:t>
      </w:r>
      <w:r w:rsidR="00123B89">
        <w:rPr>
          <w:rFonts w:ascii="Arial" w:hAnsi="Arial" w:cs="Arial"/>
        </w:rPr>
        <w:t xml:space="preserve"> печатном издании, а также разместить на </w:t>
      </w:r>
      <w:r w:rsidR="00123B89" w:rsidRPr="0059006B">
        <w:rPr>
          <w:rFonts w:ascii="Arial" w:hAnsi="Arial" w:cs="Arial"/>
        </w:rPr>
        <w:t>официальн</w:t>
      </w:r>
      <w:r w:rsidR="00123B89">
        <w:rPr>
          <w:rFonts w:ascii="Arial" w:hAnsi="Arial" w:cs="Arial"/>
        </w:rPr>
        <w:t>ом</w:t>
      </w:r>
      <w:r w:rsidR="00123B89" w:rsidRPr="0059006B">
        <w:rPr>
          <w:rFonts w:ascii="Arial" w:hAnsi="Arial" w:cs="Arial"/>
        </w:rPr>
        <w:t xml:space="preserve"> сайт</w:t>
      </w:r>
      <w:r w:rsidR="00123B89">
        <w:rPr>
          <w:rFonts w:ascii="Arial" w:hAnsi="Arial" w:cs="Arial"/>
        </w:rPr>
        <w:t>е</w:t>
      </w:r>
      <w:r w:rsidR="00123B89" w:rsidRPr="0059006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Орехово-Зуевского городского округа Московской области</w:t>
      </w:r>
      <w:r w:rsidR="00123B89">
        <w:rPr>
          <w:rFonts w:ascii="Arial" w:hAnsi="Arial" w:cs="Arial"/>
        </w:rPr>
        <w:t xml:space="preserve"> </w:t>
      </w:r>
      <w:r w:rsidR="00123B89" w:rsidRPr="0059006B">
        <w:rPr>
          <w:rFonts w:ascii="Arial" w:hAnsi="Arial" w:cs="Arial"/>
        </w:rPr>
        <w:t>в сети Интернет</w:t>
      </w:r>
      <w:r w:rsidR="00A05C59">
        <w:rPr>
          <w:rFonts w:ascii="Arial" w:hAnsi="Arial" w:cs="Arial"/>
        </w:rPr>
        <w:t xml:space="preserve"> (</w:t>
      </w:r>
      <w:r w:rsidR="00A05C59">
        <w:rPr>
          <w:rFonts w:ascii="Arial" w:hAnsi="Arial" w:cs="Arial"/>
          <w:lang w:val="en-US"/>
        </w:rPr>
        <w:t>www</w:t>
      </w:r>
      <w:r w:rsidR="00A05C59" w:rsidRPr="00A05C59">
        <w:rPr>
          <w:rFonts w:ascii="Arial" w:hAnsi="Arial" w:cs="Arial"/>
        </w:rPr>
        <w:t>.</w:t>
      </w:r>
      <w:proofErr w:type="spellStart"/>
      <w:r w:rsidR="00A05C59">
        <w:rPr>
          <w:rFonts w:ascii="Arial" w:hAnsi="Arial" w:cs="Arial"/>
          <w:lang w:val="en-US"/>
        </w:rPr>
        <w:t>ozmo</w:t>
      </w:r>
      <w:proofErr w:type="spellEnd"/>
      <w:r w:rsidR="00A05C59" w:rsidRPr="00A05C59">
        <w:rPr>
          <w:rFonts w:ascii="Arial" w:hAnsi="Arial" w:cs="Arial"/>
        </w:rPr>
        <w:t>.</w:t>
      </w:r>
      <w:proofErr w:type="spellStart"/>
      <w:r w:rsidR="00A05C59">
        <w:rPr>
          <w:rFonts w:ascii="Arial" w:hAnsi="Arial" w:cs="Arial"/>
          <w:lang w:val="en-US"/>
        </w:rPr>
        <w:t>ru</w:t>
      </w:r>
      <w:proofErr w:type="spellEnd"/>
      <w:r w:rsidR="00A05C59" w:rsidRPr="00A05C59">
        <w:rPr>
          <w:rFonts w:ascii="Arial" w:hAnsi="Arial" w:cs="Arial"/>
        </w:rPr>
        <w:t>)</w:t>
      </w:r>
      <w:r w:rsidR="00753F25" w:rsidRPr="0059006B">
        <w:rPr>
          <w:rFonts w:ascii="Arial" w:hAnsi="Arial" w:cs="Arial"/>
        </w:rPr>
        <w:t>.</w:t>
      </w:r>
    </w:p>
    <w:p w:rsidR="00753F25" w:rsidRDefault="00725351" w:rsidP="00FE5D8A">
      <w:pPr>
        <w:ind w:right="-85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753F25">
        <w:rPr>
          <w:rFonts w:ascii="Arial" w:hAnsi="Arial" w:cs="Arial"/>
        </w:rPr>
        <w:t>.Настоящее Решение вступает в действие со дня его принятия.</w:t>
      </w:r>
    </w:p>
    <w:p w:rsidR="00753F25" w:rsidRDefault="00725351" w:rsidP="00FE5D8A">
      <w:pPr>
        <w:ind w:right="-85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753F25" w:rsidRPr="0059006B">
        <w:rPr>
          <w:rFonts w:ascii="Arial" w:hAnsi="Arial" w:cs="Arial"/>
        </w:rPr>
        <w:t xml:space="preserve">. </w:t>
      </w:r>
      <w:r w:rsidR="00753F25">
        <w:rPr>
          <w:rFonts w:ascii="Arial" w:hAnsi="Arial" w:cs="Arial"/>
        </w:rPr>
        <w:t xml:space="preserve">Контроль </w:t>
      </w:r>
      <w:r w:rsidR="00753F25" w:rsidRPr="001D467F">
        <w:rPr>
          <w:rFonts w:ascii="Arial" w:hAnsi="Arial" w:cs="Arial"/>
        </w:rPr>
        <w:t>исполнени</w:t>
      </w:r>
      <w:r w:rsidR="00753F25">
        <w:rPr>
          <w:rFonts w:ascii="Arial" w:hAnsi="Arial" w:cs="Arial"/>
        </w:rPr>
        <w:t>я</w:t>
      </w:r>
      <w:r w:rsidR="00753F25" w:rsidRPr="001D467F">
        <w:rPr>
          <w:rFonts w:ascii="Arial" w:hAnsi="Arial" w:cs="Arial"/>
        </w:rPr>
        <w:t xml:space="preserve"> настоящего </w:t>
      </w:r>
      <w:proofErr w:type="gramStart"/>
      <w:r w:rsidR="00753F25" w:rsidRPr="001D467F">
        <w:rPr>
          <w:rFonts w:ascii="Arial" w:hAnsi="Arial" w:cs="Arial"/>
        </w:rPr>
        <w:t>Решения  возложить</w:t>
      </w:r>
      <w:proofErr w:type="gramEnd"/>
      <w:r w:rsidR="00753F25" w:rsidRPr="001D467F">
        <w:rPr>
          <w:rFonts w:ascii="Arial" w:hAnsi="Arial" w:cs="Arial"/>
        </w:rPr>
        <w:t xml:space="preserve"> на </w:t>
      </w:r>
      <w:r w:rsidR="00D813BD">
        <w:rPr>
          <w:rFonts w:ascii="Arial" w:hAnsi="Arial" w:cs="Arial"/>
        </w:rPr>
        <w:t>председателя Совета депутатов</w:t>
      </w:r>
      <w:r w:rsidR="00753F25">
        <w:rPr>
          <w:rFonts w:ascii="Arial" w:hAnsi="Arial" w:cs="Arial"/>
        </w:rPr>
        <w:t xml:space="preserve"> </w:t>
      </w:r>
      <w:r w:rsidR="00D813BD">
        <w:rPr>
          <w:rFonts w:ascii="Arial" w:hAnsi="Arial" w:cs="Arial"/>
        </w:rPr>
        <w:t>Орехово-Зуевского городского округа Московской области</w:t>
      </w:r>
      <w:r w:rsidR="00A20E14">
        <w:rPr>
          <w:rFonts w:ascii="Arial" w:hAnsi="Arial" w:cs="Arial"/>
        </w:rPr>
        <w:t xml:space="preserve"> </w:t>
      </w:r>
      <w:proofErr w:type="spellStart"/>
      <w:r w:rsidR="00C333DD">
        <w:rPr>
          <w:rFonts w:ascii="Arial" w:hAnsi="Arial" w:cs="Arial"/>
        </w:rPr>
        <w:t>Ронзину</w:t>
      </w:r>
      <w:proofErr w:type="spellEnd"/>
      <w:r w:rsidR="00C333DD">
        <w:rPr>
          <w:rFonts w:ascii="Arial" w:hAnsi="Arial" w:cs="Arial"/>
        </w:rPr>
        <w:t xml:space="preserve"> Т.И.</w:t>
      </w:r>
      <w:r w:rsidR="00753F25">
        <w:rPr>
          <w:rFonts w:ascii="Arial" w:hAnsi="Arial" w:cs="Arial"/>
        </w:rPr>
        <w:t xml:space="preserve"> </w:t>
      </w:r>
    </w:p>
    <w:p w:rsidR="00753F25" w:rsidRDefault="00753F25" w:rsidP="00FE5D8A">
      <w:pPr>
        <w:widowControl/>
        <w:ind w:firstLine="709"/>
        <w:jc w:val="both"/>
        <w:rPr>
          <w:rFonts w:ascii="Arial" w:hAnsi="Arial" w:cs="Arial"/>
          <w:b/>
          <w:bCs/>
        </w:rPr>
      </w:pPr>
    </w:p>
    <w:p w:rsidR="00623962" w:rsidRDefault="00623962" w:rsidP="00FE5D8A">
      <w:pPr>
        <w:widowControl/>
        <w:ind w:firstLine="709"/>
        <w:jc w:val="both"/>
        <w:rPr>
          <w:rFonts w:ascii="Arial" w:hAnsi="Arial" w:cs="Arial"/>
          <w:b/>
          <w:bCs/>
        </w:rPr>
      </w:pPr>
    </w:p>
    <w:p w:rsidR="00623962" w:rsidRDefault="00623962" w:rsidP="00FE5D8A">
      <w:pPr>
        <w:widowControl/>
        <w:ind w:firstLine="709"/>
        <w:jc w:val="both"/>
        <w:rPr>
          <w:rFonts w:ascii="Arial" w:hAnsi="Arial" w:cs="Arial"/>
          <w:b/>
          <w:bCs/>
        </w:rPr>
      </w:pPr>
    </w:p>
    <w:p w:rsidR="0056311C" w:rsidRDefault="00123B89" w:rsidP="00336D7B">
      <w:pPr>
        <w:widowControl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П</w:t>
      </w:r>
      <w:r w:rsidR="0056311C">
        <w:rPr>
          <w:rFonts w:ascii="Arial" w:hAnsi="Arial" w:cs="Arial"/>
          <w:b/>
          <w:bCs/>
        </w:rPr>
        <w:t>редседател</w:t>
      </w:r>
      <w:r>
        <w:rPr>
          <w:rFonts w:ascii="Arial" w:hAnsi="Arial" w:cs="Arial"/>
          <w:b/>
          <w:bCs/>
        </w:rPr>
        <w:t>ь</w:t>
      </w:r>
      <w:r w:rsidR="0056311C">
        <w:rPr>
          <w:rFonts w:ascii="Arial" w:hAnsi="Arial" w:cs="Arial"/>
          <w:b/>
          <w:bCs/>
        </w:rPr>
        <w:t xml:space="preserve"> Совета депутатов</w:t>
      </w:r>
    </w:p>
    <w:p w:rsidR="0056311C" w:rsidRPr="008578FB" w:rsidRDefault="00D813BD" w:rsidP="00336D7B">
      <w:pPr>
        <w:widowControl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 xml:space="preserve">Орехово-Зуевского городского округа                                             </w:t>
      </w:r>
      <w:r w:rsidR="00C333DD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 xml:space="preserve">       </w:t>
      </w:r>
      <w:r w:rsidR="00C333DD">
        <w:rPr>
          <w:rFonts w:ascii="Arial" w:hAnsi="Arial" w:cs="Arial"/>
          <w:b/>
        </w:rPr>
        <w:t xml:space="preserve">Т.И. </w:t>
      </w:r>
      <w:proofErr w:type="spellStart"/>
      <w:r w:rsidR="00C333DD">
        <w:rPr>
          <w:rFonts w:ascii="Arial" w:hAnsi="Arial" w:cs="Arial"/>
          <w:b/>
        </w:rPr>
        <w:t>Ронзина</w:t>
      </w:r>
      <w:proofErr w:type="spellEnd"/>
    </w:p>
    <w:p w:rsidR="00623962" w:rsidRPr="00623962" w:rsidRDefault="00623962" w:rsidP="00623962"/>
    <w:p w:rsidR="00753F25" w:rsidRPr="00114D51" w:rsidRDefault="00753F25" w:rsidP="00E14EA8">
      <w:pPr>
        <w:pStyle w:val="8"/>
        <w:ind w:firstLine="709"/>
      </w:pPr>
      <w:r w:rsidRPr="00311D51">
        <w:rPr>
          <w:rFonts w:ascii="Arial" w:hAnsi="Arial" w:cs="Arial"/>
        </w:rPr>
        <w:tab/>
      </w:r>
    </w:p>
    <w:p w:rsidR="00A55867" w:rsidRDefault="00753F25" w:rsidP="00336D7B">
      <w:pPr>
        <w:ind w:right="-85"/>
        <w:jc w:val="both"/>
        <w:rPr>
          <w:rFonts w:ascii="Arial" w:hAnsi="Arial" w:cs="Arial"/>
          <w:sz w:val="22"/>
          <w:szCs w:val="22"/>
        </w:rPr>
      </w:pPr>
      <w:r w:rsidRPr="006E1C81">
        <w:rPr>
          <w:rFonts w:ascii="Arial" w:hAnsi="Arial" w:cs="Arial"/>
          <w:sz w:val="22"/>
          <w:szCs w:val="22"/>
        </w:rPr>
        <w:t xml:space="preserve">Разослано: дело, </w:t>
      </w:r>
      <w:r w:rsidR="0078533A">
        <w:rPr>
          <w:rFonts w:ascii="Arial" w:hAnsi="Arial" w:cs="Arial"/>
          <w:sz w:val="22"/>
          <w:szCs w:val="22"/>
        </w:rPr>
        <w:t>М</w:t>
      </w:r>
      <w:r w:rsidR="00D813BD">
        <w:rPr>
          <w:rFonts w:ascii="Arial" w:hAnsi="Arial" w:cs="Arial"/>
          <w:sz w:val="22"/>
          <w:szCs w:val="22"/>
        </w:rPr>
        <w:t>инистерство имущественных отношений</w:t>
      </w:r>
      <w:r w:rsidR="0078533A">
        <w:rPr>
          <w:rFonts w:ascii="Arial" w:hAnsi="Arial" w:cs="Arial"/>
          <w:sz w:val="22"/>
          <w:szCs w:val="22"/>
        </w:rPr>
        <w:t xml:space="preserve"> М</w:t>
      </w:r>
      <w:r w:rsidR="00D813BD">
        <w:rPr>
          <w:rFonts w:ascii="Arial" w:hAnsi="Arial" w:cs="Arial"/>
          <w:sz w:val="22"/>
          <w:szCs w:val="22"/>
        </w:rPr>
        <w:t>осковской области</w:t>
      </w:r>
      <w:r w:rsidR="0078533A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Pr="006E1C81">
        <w:rPr>
          <w:rFonts w:ascii="Arial" w:hAnsi="Arial" w:cs="Arial"/>
          <w:sz w:val="22"/>
          <w:szCs w:val="22"/>
        </w:rPr>
        <w:t>СМИ</w:t>
      </w:r>
      <w:r w:rsidR="0056311C">
        <w:rPr>
          <w:rFonts w:ascii="Arial" w:hAnsi="Arial" w:cs="Arial"/>
          <w:sz w:val="22"/>
          <w:szCs w:val="22"/>
        </w:rPr>
        <w:t>.</w:t>
      </w:r>
    </w:p>
    <w:p w:rsidR="00623962" w:rsidRDefault="00623962" w:rsidP="00336D7B">
      <w:pPr>
        <w:widowControl/>
        <w:jc w:val="both"/>
        <w:rPr>
          <w:rFonts w:ascii="Arial" w:hAnsi="Arial" w:cs="Arial"/>
          <w:sz w:val="22"/>
          <w:szCs w:val="22"/>
        </w:rPr>
      </w:pPr>
    </w:p>
    <w:p w:rsidR="00A55867" w:rsidRDefault="00810E70" w:rsidP="00336D7B">
      <w:pPr>
        <w:widowControl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Исп.</w:t>
      </w:r>
      <w:r w:rsidR="00A20E14">
        <w:rPr>
          <w:rFonts w:ascii="Arial" w:hAnsi="Arial" w:cs="Arial"/>
          <w:sz w:val="22"/>
          <w:szCs w:val="22"/>
        </w:rPr>
        <w:t xml:space="preserve"> </w:t>
      </w:r>
      <w:r w:rsidR="00EF4B32">
        <w:rPr>
          <w:rFonts w:ascii="Arial" w:hAnsi="Arial" w:cs="Arial"/>
          <w:sz w:val="22"/>
          <w:szCs w:val="22"/>
        </w:rPr>
        <w:t>Е.</w:t>
      </w:r>
      <w:r w:rsidR="00E81B43">
        <w:rPr>
          <w:rFonts w:ascii="Arial" w:hAnsi="Arial" w:cs="Arial"/>
          <w:sz w:val="22"/>
          <w:szCs w:val="22"/>
        </w:rPr>
        <w:t xml:space="preserve"> </w:t>
      </w:r>
      <w:r w:rsidR="00EF4B32">
        <w:rPr>
          <w:rFonts w:ascii="Arial" w:hAnsi="Arial" w:cs="Arial"/>
          <w:sz w:val="22"/>
          <w:szCs w:val="22"/>
        </w:rPr>
        <w:t>В. Глебова</w:t>
      </w:r>
    </w:p>
    <w:p w:rsidR="0037493A" w:rsidRPr="008F109D" w:rsidRDefault="00A55867" w:rsidP="008F109D">
      <w:pPr>
        <w:widowControl/>
        <w:jc w:val="both"/>
        <w:rPr>
          <w:rFonts w:ascii="Arial" w:hAnsi="Arial" w:cs="Arial"/>
          <w:sz w:val="22"/>
          <w:szCs w:val="22"/>
        </w:rPr>
      </w:pPr>
      <w:r w:rsidRPr="00C17C36">
        <w:rPr>
          <w:rFonts w:ascii="Arial" w:hAnsi="Arial" w:cs="Arial"/>
          <w:sz w:val="22"/>
          <w:szCs w:val="22"/>
        </w:rPr>
        <w:t>тел.412-</w:t>
      </w:r>
      <w:r>
        <w:rPr>
          <w:rFonts w:ascii="Arial" w:hAnsi="Arial" w:cs="Arial"/>
          <w:sz w:val="22"/>
          <w:szCs w:val="22"/>
        </w:rPr>
        <w:t>32-15</w:t>
      </w:r>
    </w:p>
    <w:p w:rsidR="0037493A" w:rsidRDefault="0037493A" w:rsidP="008846A8">
      <w:pPr>
        <w:rPr>
          <w:rFonts w:ascii="Arial" w:hAnsi="Arial" w:cs="Arial"/>
          <w:b/>
        </w:rPr>
      </w:pPr>
    </w:p>
    <w:p w:rsidR="0037493A" w:rsidRDefault="0037493A" w:rsidP="008846A8">
      <w:pPr>
        <w:rPr>
          <w:rFonts w:ascii="Arial" w:hAnsi="Arial" w:cs="Arial"/>
          <w:b/>
        </w:rPr>
        <w:sectPr w:rsidR="0037493A" w:rsidSect="00501792">
          <w:pgSz w:w="11906" w:h="16838" w:code="9"/>
          <w:pgMar w:top="1134" w:right="566" w:bottom="568" w:left="993" w:header="709" w:footer="709" w:gutter="0"/>
          <w:cols w:space="708"/>
          <w:docGrid w:linePitch="326"/>
        </w:sectPr>
      </w:pPr>
      <w:bookmarkStart w:id="0" w:name="_GoBack"/>
      <w:bookmarkEnd w:id="0"/>
    </w:p>
    <w:p w:rsidR="0037493A" w:rsidRDefault="0037493A" w:rsidP="0037493A">
      <w:pPr>
        <w:jc w:val="righ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 xml:space="preserve">Приложение к решению Совета депутатов </w:t>
      </w:r>
    </w:p>
    <w:p w:rsidR="0037493A" w:rsidRDefault="00D813BD" w:rsidP="0037493A">
      <w:pPr>
        <w:jc w:val="righ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Орехово-Зуевского городского округа Московской области</w:t>
      </w:r>
      <w:r w:rsidR="0037493A">
        <w:rPr>
          <w:rFonts w:ascii="Arial" w:hAnsi="Arial" w:cs="Arial"/>
          <w:color w:val="000000"/>
        </w:rPr>
        <w:t xml:space="preserve"> </w:t>
      </w:r>
    </w:p>
    <w:p w:rsidR="0037493A" w:rsidRDefault="00C333DD" w:rsidP="00C333DD">
      <w:pPr>
        <w:jc w:val="right"/>
        <w:rPr>
          <w:rFonts w:ascii="Arial" w:hAnsi="Arial" w:cs="Arial"/>
          <w:color w:val="000000"/>
        </w:rPr>
      </w:pPr>
      <w:proofErr w:type="gramStart"/>
      <w:r w:rsidRPr="00C333DD">
        <w:rPr>
          <w:rFonts w:ascii="Arial" w:hAnsi="Arial" w:cs="Arial"/>
          <w:color w:val="000000"/>
        </w:rPr>
        <w:t>от  19.09.2019</w:t>
      </w:r>
      <w:proofErr w:type="gramEnd"/>
      <w:r w:rsidRPr="00C333DD">
        <w:rPr>
          <w:rFonts w:ascii="Arial" w:hAnsi="Arial" w:cs="Arial"/>
          <w:color w:val="000000"/>
        </w:rPr>
        <w:t xml:space="preserve">    № 49/2</w:t>
      </w:r>
    </w:p>
    <w:p w:rsidR="00C333DD" w:rsidRDefault="00C333DD" w:rsidP="00C333DD">
      <w:pPr>
        <w:jc w:val="right"/>
        <w:rPr>
          <w:rFonts w:ascii="Arial" w:hAnsi="Arial" w:cs="Arial"/>
          <w:color w:val="000000"/>
        </w:rPr>
      </w:pPr>
    </w:p>
    <w:p w:rsidR="00C333DD" w:rsidRDefault="00C333DD" w:rsidP="00C333DD">
      <w:pPr>
        <w:jc w:val="right"/>
        <w:rPr>
          <w:rFonts w:ascii="Arial" w:hAnsi="Arial" w:cs="Arial"/>
          <w:color w:val="000000"/>
        </w:rPr>
      </w:pPr>
    </w:p>
    <w:p w:rsidR="00C333DD" w:rsidRDefault="00C333DD" w:rsidP="00C333DD">
      <w:pPr>
        <w:jc w:val="right"/>
        <w:rPr>
          <w:rFonts w:ascii="Arial" w:hAnsi="Arial" w:cs="Arial"/>
          <w:color w:val="000000"/>
        </w:rPr>
      </w:pPr>
    </w:p>
    <w:p w:rsidR="00C333DD" w:rsidRDefault="00C333DD" w:rsidP="00C333DD">
      <w:pPr>
        <w:jc w:val="right"/>
        <w:rPr>
          <w:rFonts w:ascii="Arial" w:hAnsi="Arial" w:cs="Arial"/>
          <w:color w:val="000000"/>
        </w:rPr>
      </w:pPr>
    </w:p>
    <w:p w:rsidR="009D5D4C" w:rsidRDefault="0037493A" w:rsidP="0037493A">
      <w:pPr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Перечень имущества, передаваемого из собственности Московской области </w:t>
      </w:r>
    </w:p>
    <w:p w:rsidR="0037493A" w:rsidRDefault="0037493A" w:rsidP="0037493A">
      <w:pPr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в собственность </w:t>
      </w:r>
      <w:r w:rsidR="00D813BD">
        <w:rPr>
          <w:rFonts w:ascii="Arial" w:hAnsi="Arial" w:cs="Arial"/>
          <w:b/>
          <w:color w:val="000000"/>
        </w:rPr>
        <w:t>Орехово-Зуевского городского округа Московской области</w:t>
      </w:r>
      <w:r>
        <w:rPr>
          <w:rFonts w:ascii="Arial" w:hAnsi="Arial" w:cs="Arial"/>
          <w:b/>
          <w:color w:val="000000"/>
        </w:rPr>
        <w:t xml:space="preserve"> </w:t>
      </w:r>
    </w:p>
    <w:p w:rsidR="0037493A" w:rsidRPr="005A0FD4" w:rsidRDefault="0037493A" w:rsidP="0037493A">
      <w:pPr>
        <w:jc w:val="center"/>
        <w:rPr>
          <w:rFonts w:ascii="Arial" w:hAnsi="Arial" w:cs="Arial"/>
          <w:b/>
          <w:color w:val="000000"/>
        </w:rPr>
      </w:pP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2268"/>
        <w:gridCol w:w="2693"/>
        <w:gridCol w:w="3969"/>
        <w:gridCol w:w="4111"/>
      </w:tblGrid>
      <w:tr w:rsidR="0037493A" w:rsidTr="00467843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3A" w:rsidRDefault="0037493A" w:rsidP="0046784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Полное наименование организации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3A" w:rsidRDefault="0037493A" w:rsidP="0046784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Адрес местонахождения организации, ИНН</w:t>
            </w:r>
            <w:r w:rsidR="00E5099E">
              <w:rPr>
                <w:rFonts w:ascii="Arial" w:hAnsi="Arial" w:cs="Arial"/>
                <w:color w:val="000000"/>
              </w:rPr>
              <w:t xml:space="preserve"> организации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3A" w:rsidRDefault="0037493A" w:rsidP="0046784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Наименование имущества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3A" w:rsidRDefault="0037493A" w:rsidP="0046784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Адрес местонахождения имущества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3A" w:rsidRDefault="0037493A" w:rsidP="0046784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Индивидуализирующие характеристики</w:t>
            </w:r>
            <w:r w:rsidR="00E5099E">
              <w:rPr>
                <w:rFonts w:ascii="Arial" w:hAnsi="Arial" w:cs="Arial"/>
                <w:color w:val="000000"/>
              </w:rPr>
              <w:t xml:space="preserve"> имущества</w:t>
            </w:r>
          </w:p>
        </w:tc>
      </w:tr>
      <w:tr w:rsidR="0037493A" w:rsidTr="00467843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3A" w:rsidRDefault="0037493A" w:rsidP="007B1A4F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3A" w:rsidRDefault="0037493A" w:rsidP="007B1A4F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3A" w:rsidRDefault="005C6BBB" w:rsidP="002C1973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Дом жилой восьми</w:t>
            </w:r>
            <w:r w:rsidR="0037493A">
              <w:rPr>
                <w:rFonts w:ascii="Arial" w:hAnsi="Arial" w:cs="Arial"/>
                <w:color w:val="000000"/>
              </w:rPr>
              <w:t>квартирный</w:t>
            </w:r>
            <w:r>
              <w:rPr>
                <w:rFonts w:ascii="Arial" w:hAnsi="Arial" w:cs="Arial"/>
                <w:color w:val="000000"/>
              </w:rPr>
              <w:t xml:space="preserve"> (кроме приватизированных квартир №2, №7</w:t>
            </w:r>
            <w:r w:rsidR="002C1973">
              <w:rPr>
                <w:rFonts w:ascii="Arial" w:hAnsi="Arial" w:cs="Arial"/>
                <w:color w:val="000000"/>
              </w:rPr>
              <w:t xml:space="preserve"> и</w:t>
            </w:r>
            <w:r>
              <w:rPr>
                <w:rFonts w:ascii="Arial" w:hAnsi="Arial" w:cs="Arial"/>
                <w:color w:val="000000"/>
              </w:rPr>
              <w:t xml:space="preserve"> комнат</w:t>
            </w:r>
            <w:r w:rsidR="002C1973">
              <w:rPr>
                <w:rFonts w:ascii="Arial" w:hAnsi="Arial" w:cs="Arial"/>
                <w:color w:val="000000"/>
              </w:rPr>
              <w:t>ы</w:t>
            </w:r>
            <w:r>
              <w:rPr>
                <w:rFonts w:ascii="Arial" w:hAnsi="Arial" w:cs="Arial"/>
                <w:color w:val="000000"/>
              </w:rPr>
              <w:t xml:space="preserve"> в кв. №5)</w:t>
            </w:r>
            <w:r w:rsidR="0037493A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7493A" w:rsidRDefault="0037493A" w:rsidP="00467843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Московская область, г</w:t>
            </w:r>
            <w:r w:rsidR="00467843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 xml:space="preserve"> Орехово-Зуево, пр. Заготзерно, д. 8</w:t>
            </w:r>
            <w:r w:rsidR="005C6BBB">
              <w:rPr>
                <w:rFonts w:ascii="Arial" w:hAnsi="Arial" w:cs="Arial"/>
                <w:color w:val="000000"/>
              </w:rPr>
              <w:t xml:space="preserve">, </w:t>
            </w:r>
            <w:r w:rsidR="00491D09">
              <w:rPr>
                <w:rFonts w:ascii="Arial" w:hAnsi="Arial" w:cs="Arial"/>
                <w:color w:val="000000"/>
              </w:rPr>
              <w:t xml:space="preserve">      </w:t>
            </w:r>
            <w:r w:rsidR="005C6BBB">
              <w:rPr>
                <w:rFonts w:ascii="Arial" w:hAnsi="Arial" w:cs="Arial"/>
                <w:color w:val="000000"/>
              </w:rPr>
              <w:t xml:space="preserve">кв. №№ 1, 3, 4, 5, 6, 8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93A" w:rsidRDefault="0037493A" w:rsidP="0037493A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Кадастровый номер 50:47:0060201:10, </w:t>
            </w:r>
            <w:r w:rsidRPr="00BC40C4">
              <w:rPr>
                <w:rFonts w:ascii="Arial" w:hAnsi="Arial" w:cs="Arial"/>
                <w:color w:val="000000"/>
              </w:rPr>
              <w:t>площадь 486,9 кв.</w:t>
            </w:r>
            <w:r w:rsidR="00D8754E">
              <w:rPr>
                <w:rFonts w:ascii="Arial" w:hAnsi="Arial" w:cs="Arial"/>
                <w:color w:val="000000"/>
              </w:rPr>
              <w:t xml:space="preserve"> </w:t>
            </w:r>
            <w:r w:rsidRPr="00BC40C4">
              <w:rPr>
                <w:rFonts w:ascii="Arial" w:hAnsi="Arial" w:cs="Arial"/>
                <w:color w:val="000000"/>
              </w:rPr>
              <w:t>м</w:t>
            </w:r>
          </w:p>
        </w:tc>
      </w:tr>
    </w:tbl>
    <w:p w:rsidR="00AA39EE" w:rsidRDefault="00AA39EE" w:rsidP="008846A8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                                                      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AA39EE" w:rsidRPr="00C2636C" w:rsidRDefault="00AA39EE" w:rsidP="00336D7B">
      <w:pPr>
        <w:ind w:firstLine="709"/>
        <w:rPr>
          <w:rFonts w:ascii="Arial" w:hAnsi="Arial" w:cs="Arial"/>
        </w:rPr>
      </w:pPr>
    </w:p>
    <w:sectPr w:rsidR="00AA39EE" w:rsidRPr="00C2636C" w:rsidSect="0037493A">
      <w:pgSz w:w="16838" w:h="11906" w:orient="landscape" w:code="9"/>
      <w:pgMar w:top="567" w:right="567" w:bottom="992" w:left="1134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6934A2"/>
    <w:multiLevelType w:val="hybridMultilevel"/>
    <w:tmpl w:val="2CB0B26A"/>
    <w:lvl w:ilvl="0" w:tplc="B9020BE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4033CC1"/>
    <w:multiLevelType w:val="hybridMultilevel"/>
    <w:tmpl w:val="0AF22702"/>
    <w:lvl w:ilvl="0" w:tplc="0419000F">
      <w:start w:val="1"/>
      <w:numFmt w:val="decimal"/>
      <w:lvlText w:val="%1."/>
      <w:lvlJc w:val="left"/>
      <w:pPr>
        <w:tabs>
          <w:tab w:val="num" w:pos="787"/>
        </w:tabs>
        <w:ind w:left="7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abstractNum w:abstractNumId="2">
    <w:nsid w:val="3F611D6E"/>
    <w:multiLevelType w:val="hybridMultilevel"/>
    <w:tmpl w:val="397821D8"/>
    <w:lvl w:ilvl="0" w:tplc="AE58F57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40ED019B"/>
    <w:multiLevelType w:val="hybridMultilevel"/>
    <w:tmpl w:val="079C4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3D67E8"/>
    <w:multiLevelType w:val="multilevel"/>
    <w:tmpl w:val="D494F06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">
    <w:nsid w:val="52221A9A"/>
    <w:multiLevelType w:val="hybridMultilevel"/>
    <w:tmpl w:val="79C4F718"/>
    <w:lvl w:ilvl="0" w:tplc="AE58F57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A55497"/>
    <w:multiLevelType w:val="multilevel"/>
    <w:tmpl w:val="ECC6FA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85" w:hanging="8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85" w:hanging="8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78DD0CA8"/>
    <w:multiLevelType w:val="hybridMultilevel"/>
    <w:tmpl w:val="39305C88"/>
    <w:lvl w:ilvl="0" w:tplc="0419000F">
      <w:start w:val="1"/>
      <w:numFmt w:val="decimal"/>
      <w:lvlText w:val="%1."/>
      <w:lvlJc w:val="left"/>
      <w:pPr>
        <w:tabs>
          <w:tab w:val="num" w:pos="787"/>
        </w:tabs>
        <w:ind w:left="7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6"/>
  </w:num>
  <w:num w:numId="5">
    <w:abstractNumId w:val="3"/>
  </w:num>
  <w:num w:numId="6">
    <w:abstractNumId w:val="4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51D"/>
    <w:rsid w:val="000128DA"/>
    <w:rsid w:val="00016BD3"/>
    <w:rsid w:val="000204F3"/>
    <w:rsid w:val="000275D6"/>
    <w:rsid w:val="0005484A"/>
    <w:rsid w:val="000703EB"/>
    <w:rsid w:val="00077780"/>
    <w:rsid w:val="0008629D"/>
    <w:rsid w:val="000C2D41"/>
    <w:rsid w:val="000E5877"/>
    <w:rsid w:val="000F5217"/>
    <w:rsid w:val="00106872"/>
    <w:rsid w:val="00111EFA"/>
    <w:rsid w:val="00123B89"/>
    <w:rsid w:val="00136B43"/>
    <w:rsid w:val="00137E81"/>
    <w:rsid w:val="00142555"/>
    <w:rsid w:val="00156E9A"/>
    <w:rsid w:val="00164114"/>
    <w:rsid w:val="001B42CB"/>
    <w:rsid w:val="001B5567"/>
    <w:rsid w:val="001D1E67"/>
    <w:rsid w:val="001E0584"/>
    <w:rsid w:val="001E4969"/>
    <w:rsid w:val="001E6AE5"/>
    <w:rsid w:val="001E6CEB"/>
    <w:rsid w:val="001F5556"/>
    <w:rsid w:val="00200A7B"/>
    <w:rsid w:val="0020596E"/>
    <w:rsid w:val="002077C0"/>
    <w:rsid w:val="00212FA3"/>
    <w:rsid w:val="00255566"/>
    <w:rsid w:val="00257154"/>
    <w:rsid w:val="00276D8B"/>
    <w:rsid w:val="0029611A"/>
    <w:rsid w:val="002A3A68"/>
    <w:rsid w:val="002A6A4A"/>
    <w:rsid w:val="002B14EE"/>
    <w:rsid w:val="002B1983"/>
    <w:rsid w:val="002B6CAD"/>
    <w:rsid w:val="002C1973"/>
    <w:rsid w:val="002C5168"/>
    <w:rsid w:val="002C79AD"/>
    <w:rsid w:val="002D56ED"/>
    <w:rsid w:val="002E0EBB"/>
    <w:rsid w:val="002E368A"/>
    <w:rsid w:val="002E3824"/>
    <w:rsid w:val="002F0A40"/>
    <w:rsid w:val="00316B0F"/>
    <w:rsid w:val="00336D7B"/>
    <w:rsid w:val="003413C4"/>
    <w:rsid w:val="00347989"/>
    <w:rsid w:val="00350E06"/>
    <w:rsid w:val="00357FF7"/>
    <w:rsid w:val="00360C5C"/>
    <w:rsid w:val="00360F8E"/>
    <w:rsid w:val="00365E13"/>
    <w:rsid w:val="00373FEB"/>
    <w:rsid w:val="0037493A"/>
    <w:rsid w:val="00375752"/>
    <w:rsid w:val="00385D94"/>
    <w:rsid w:val="003932DD"/>
    <w:rsid w:val="003A4FFB"/>
    <w:rsid w:val="003B4389"/>
    <w:rsid w:val="003D15D3"/>
    <w:rsid w:val="003E2628"/>
    <w:rsid w:val="003E3B8F"/>
    <w:rsid w:val="003E4471"/>
    <w:rsid w:val="003E6C08"/>
    <w:rsid w:val="003F208A"/>
    <w:rsid w:val="003F73DE"/>
    <w:rsid w:val="00406AA2"/>
    <w:rsid w:val="00415951"/>
    <w:rsid w:val="00422030"/>
    <w:rsid w:val="00422B06"/>
    <w:rsid w:val="004245B1"/>
    <w:rsid w:val="00426A79"/>
    <w:rsid w:val="004319F1"/>
    <w:rsid w:val="00431B86"/>
    <w:rsid w:val="00434E8E"/>
    <w:rsid w:val="0043602F"/>
    <w:rsid w:val="004375B8"/>
    <w:rsid w:val="00444E16"/>
    <w:rsid w:val="00446DD2"/>
    <w:rsid w:val="00453AA1"/>
    <w:rsid w:val="00456DC6"/>
    <w:rsid w:val="00467843"/>
    <w:rsid w:val="00481A79"/>
    <w:rsid w:val="00484300"/>
    <w:rsid w:val="0048451D"/>
    <w:rsid w:val="00491D09"/>
    <w:rsid w:val="004A0296"/>
    <w:rsid w:val="004A39B9"/>
    <w:rsid w:val="004B0295"/>
    <w:rsid w:val="004D2F77"/>
    <w:rsid w:val="004D31E6"/>
    <w:rsid w:val="004F5B2A"/>
    <w:rsid w:val="004F6356"/>
    <w:rsid w:val="004F7050"/>
    <w:rsid w:val="00501792"/>
    <w:rsid w:val="00504081"/>
    <w:rsid w:val="005070A1"/>
    <w:rsid w:val="00510CDE"/>
    <w:rsid w:val="00512D98"/>
    <w:rsid w:val="005242F8"/>
    <w:rsid w:val="005274C1"/>
    <w:rsid w:val="00545EF8"/>
    <w:rsid w:val="00547971"/>
    <w:rsid w:val="00551E7A"/>
    <w:rsid w:val="00551E90"/>
    <w:rsid w:val="0055310D"/>
    <w:rsid w:val="0055454E"/>
    <w:rsid w:val="00554855"/>
    <w:rsid w:val="00562A61"/>
    <w:rsid w:val="0056311C"/>
    <w:rsid w:val="00565ED1"/>
    <w:rsid w:val="00585F46"/>
    <w:rsid w:val="005901B4"/>
    <w:rsid w:val="00592484"/>
    <w:rsid w:val="005A0C3E"/>
    <w:rsid w:val="005A212B"/>
    <w:rsid w:val="005A5A21"/>
    <w:rsid w:val="005B083A"/>
    <w:rsid w:val="005B2388"/>
    <w:rsid w:val="005B4ED3"/>
    <w:rsid w:val="005C6BBB"/>
    <w:rsid w:val="005C7589"/>
    <w:rsid w:val="005D0632"/>
    <w:rsid w:val="005D21ED"/>
    <w:rsid w:val="005E179E"/>
    <w:rsid w:val="005E3444"/>
    <w:rsid w:val="005F271E"/>
    <w:rsid w:val="00602014"/>
    <w:rsid w:val="00607FF0"/>
    <w:rsid w:val="00623962"/>
    <w:rsid w:val="00625490"/>
    <w:rsid w:val="00626A5B"/>
    <w:rsid w:val="00630B68"/>
    <w:rsid w:val="0063673A"/>
    <w:rsid w:val="00661898"/>
    <w:rsid w:val="0066638E"/>
    <w:rsid w:val="0066785E"/>
    <w:rsid w:val="006A14B8"/>
    <w:rsid w:val="006C4213"/>
    <w:rsid w:val="006F4575"/>
    <w:rsid w:val="006F7C08"/>
    <w:rsid w:val="00702142"/>
    <w:rsid w:val="007121A6"/>
    <w:rsid w:val="0072391A"/>
    <w:rsid w:val="00725351"/>
    <w:rsid w:val="00725D90"/>
    <w:rsid w:val="0073149F"/>
    <w:rsid w:val="00735142"/>
    <w:rsid w:val="00741FDE"/>
    <w:rsid w:val="00745D32"/>
    <w:rsid w:val="00753F25"/>
    <w:rsid w:val="00764F91"/>
    <w:rsid w:val="00765ABB"/>
    <w:rsid w:val="00784417"/>
    <w:rsid w:val="0078533A"/>
    <w:rsid w:val="00796D72"/>
    <w:rsid w:val="007B163E"/>
    <w:rsid w:val="007B1ABF"/>
    <w:rsid w:val="007B261A"/>
    <w:rsid w:val="007B665B"/>
    <w:rsid w:val="007B6B7F"/>
    <w:rsid w:val="007D0B69"/>
    <w:rsid w:val="007D30D3"/>
    <w:rsid w:val="007D7E30"/>
    <w:rsid w:val="007F3D31"/>
    <w:rsid w:val="007F7C27"/>
    <w:rsid w:val="008020CB"/>
    <w:rsid w:val="008021C5"/>
    <w:rsid w:val="00803987"/>
    <w:rsid w:val="00804990"/>
    <w:rsid w:val="00804D39"/>
    <w:rsid w:val="00810E70"/>
    <w:rsid w:val="008148DC"/>
    <w:rsid w:val="00821BBA"/>
    <w:rsid w:val="00824FF6"/>
    <w:rsid w:val="00830673"/>
    <w:rsid w:val="008321CE"/>
    <w:rsid w:val="00833782"/>
    <w:rsid w:val="008433CD"/>
    <w:rsid w:val="00850901"/>
    <w:rsid w:val="00855704"/>
    <w:rsid w:val="008578FB"/>
    <w:rsid w:val="008656B8"/>
    <w:rsid w:val="008665D8"/>
    <w:rsid w:val="008667F8"/>
    <w:rsid w:val="0088154B"/>
    <w:rsid w:val="00882655"/>
    <w:rsid w:val="0088288D"/>
    <w:rsid w:val="008846A8"/>
    <w:rsid w:val="00885073"/>
    <w:rsid w:val="008924DA"/>
    <w:rsid w:val="00894B7D"/>
    <w:rsid w:val="008B36F6"/>
    <w:rsid w:val="008B50D6"/>
    <w:rsid w:val="008D013D"/>
    <w:rsid w:val="008D16FE"/>
    <w:rsid w:val="008D610D"/>
    <w:rsid w:val="008E0781"/>
    <w:rsid w:val="008E16AF"/>
    <w:rsid w:val="008E6B10"/>
    <w:rsid w:val="008F109D"/>
    <w:rsid w:val="008F68F9"/>
    <w:rsid w:val="008F7256"/>
    <w:rsid w:val="0090096D"/>
    <w:rsid w:val="0091626E"/>
    <w:rsid w:val="00921B3F"/>
    <w:rsid w:val="009306C2"/>
    <w:rsid w:val="009312B3"/>
    <w:rsid w:val="00943DAC"/>
    <w:rsid w:val="00957E97"/>
    <w:rsid w:val="009674B6"/>
    <w:rsid w:val="0097449D"/>
    <w:rsid w:val="009905B7"/>
    <w:rsid w:val="009A12BD"/>
    <w:rsid w:val="009B03DA"/>
    <w:rsid w:val="009B68AF"/>
    <w:rsid w:val="009B78E9"/>
    <w:rsid w:val="009C54E6"/>
    <w:rsid w:val="009C674C"/>
    <w:rsid w:val="009C6CDB"/>
    <w:rsid w:val="009D5D4C"/>
    <w:rsid w:val="009D7C5C"/>
    <w:rsid w:val="00A05C59"/>
    <w:rsid w:val="00A10738"/>
    <w:rsid w:val="00A1752D"/>
    <w:rsid w:val="00A20E14"/>
    <w:rsid w:val="00A21995"/>
    <w:rsid w:val="00A21E56"/>
    <w:rsid w:val="00A24BB5"/>
    <w:rsid w:val="00A27597"/>
    <w:rsid w:val="00A36020"/>
    <w:rsid w:val="00A364A0"/>
    <w:rsid w:val="00A409E9"/>
    <w:rsid w:val="00A4173F"/>
    <w:rsid w:val="00A468BF"/>
    <w:rsid w:val="00A55867"/>
    <w:rsid w:val="00A65B0B"/>
    <w:rsid w:val="00A800F8"/>
    <w:rsid w:val="00A90689"/>
    <w:rsid w:val="00A93358"/>
    <w:rsid w:val="00AA39EE"/>
    <w:rsid w:val="00AB0A62"/>
    <w:rsid w:val="00AB408A"/>
    <w:rsid w:val="00AC0B42"/>
    <w:rsid w:val="00AE6141"/>
    <w:rsid w:val="00AF08AA"/>
    <w:rsid w:val="00AF6F9A"/>
    <w:rsid w:val="00B01D35"/>
    <w:rsid w:val="00B025B5"/>
    <w:rsid w:val="00B34A80"/>
    <w:rsid w:val="00B354BD"/>
    <w:rsid w:val="00B36CB7"/>
    <w:rsid w:val="00B40000"/>
    <w:rsid w:val="00B430F9"/>
    <w:rsid w:val="00B533C0"/>
    <w:rsid w:val="00B55BE9"/>
    <w:rsid w:val="00B562E1"/>
    <w:rsid w:val="00B72111"/>
    <w:rsid w:val="00B77BA3"/>
    <w:rsid w:val="00B867EF"/>
    <w:rsid w:val="00B924E7"/>
    <w:rsid w:val="00BA23FA"/>
    <w:rsid w:val="00BB43D0"/>
    <w:rsid w:val="00BC3974"/>
    <w:rsid w:val="00BC40C4"/>
    <w:rsid w:val="00BD4094"/>
    <w:rsid w:val="00BD7127"/>
    <w:rsid w:val="00BE1301"/>
    <w:rsid w:val="00BE2509"/>
    <w:rsid w:val="00BE6105"/>
    <w:rsid w:val="00BE6F45"/>
    <w:rsid w:val="00BF15EF"/>
    <w:rsid w:val="00BF1C87"/>
    <w:rsid w:val="00C0292F"/>
    <w:rsid w:val="00C14BE8"/>
    <w:rsid w:val="00C245CE"/>
    <w:rsid w:val="00C2636C"/>
    <w:rsid w:val="00C333DD"/>
    <w:rsid w:val="00C454A2"/>
    <w:rsid w:val="00C45570"/>
    <w:rsid w:val="00C50D87"/>
    <w:rsid w:val="00C54CF6"/>
    <w:rsid w:val="00C6233F"/>
    <w:rsid w:val="00C635B4"/>
    <w:rsid w:val="00CB2266"/>
    <w:rsid w:val="00CB496F"/>
    <w:rsid w:val="00CC7491"/>
    <w:rsid w:val="00CC79E4"/>
    <w:rsid w:val="00CD2627"/>
    <w:rsid w:val="00CD2F2E"/>
    <w:rsid w:val="00D11BAA"/>
    <w:rsid w:val="00D151B7"/>
    <w:rsid w:val="00D2023E"/>
    <w:rsid w:val="00D212A6"/>
    <w:rsid w:val="00D24580"/>
    <w:rsid w:val="00D31963"/>
    <w:rsid w:val="00D33C4E"/>
    <w:rsid w:val="00D360EC"/>
    <w:rsid w:val="00D36C72"/>
    <w:rsid w:val="00D43589"/>
    <w:rsid w:val="00D52F88"/>
    <w:rsid w:val="00D813BD"/>
    <w:rsid w:val="00D82549"/>
    <w:rsid w:val="00D8754E"/>
    <w:rsid w:val="00D8790E"/>
    <w:rsid w:val="00D9163C"/>
    <w:rsid w:val="00D92B0A"/>
    <w:rsid w:val="00D94144"/>
    <w:rsid w:val="00DA44C2"/>
    <w:rsid w:val="00DC466B"/>
    <w:rsid w:val="00DD4D7B"/>
    <w:rsid w:val="00DE71FA"/>
    <w:rsid w:val="00DF209F"/>
    <w:rsid w:val="00DF6F75"/>
    <w:rsid w:val="00E02637"/>
    <w:rsid w:val="00E03BC1"/>
    <w:rsid w:val="00E14EA8"/>
    <w:rsid w:val="00E16CA9"/>
    <w:rsid w:val="00E200B7"/>
    <w:rsid w:val="00E21082"/>
    <w:rsid w:val="00E21EFB"/>
    <w:rsid w:val="00E253D3"/>
    <w:rsid w:val="00E25E28"/>
    <w:rsid w:val="00E277A1"/>
    <w:rsid w:val="00E44275"/>
    <w:rsid w:val="00E5099E"/>
    <w:rsid w:val="00E51384"/>
    <w:rsid w:val="00E52903"/>
    <w:rsid w:val="00E81B43"/>
    <w:rsid w:val="00E82C4B"/>
    <w:rsid w:val="00E82E22"/>
    <w:rsid w:val="00E83EFB"/>
    <w:rsid w:val="00EA5B86"/>
    <w:rsid w:val="00EA6B04"/>
    <w:rsid w:val="00EB39AB"/>
    <w:rsid w:val="00EB5704"/>
    <w:rsid w:val="00EC5BBA"/>
    <w:rsid w:val="00ED2C77"/>
    <w:rsid w:val="00EE4EBF"/>
    <w:rsid w:val="00EE6E12"/>
    <w:rsid w:val="00EF0FE0"/>
    <w:rsid w:val="00EF4B32"/>
    <w:rsid w:val="00EF4EA7"/>
    <w:rsid w:val="00EF596F"/>
    <w:rsid w:val="00F00126"/>
    <w:rsid w:val="00F01487"/>
    <w:rsid w:val="00F0387E"/>
    <w:rsid w:val="00F276F7"/>
    <w:rsid w:val="00F453DE"/>
    <w:rsid w:val="00F45E2E"/>
    <w:rsid w:val="00F51FB7"/>
    <w:rsid w:val="00F56499"/>
    <w:rsid w:val="00F63F3F"/>
    <w:rsid w:val="00F65A63"/>
    <w:rsid w:val="00F72FA7"/>
    <w:rsid w:val="00F749AF"/>
    <w:rsid w:val="00F805A2"/>
    <w:rsid w:val="00F870AE"/>
    <w:rsid w:val="00F9749D"/>
    <w:rsid w:val="00FA2889"/>
    <w:rsid w:val="00FA6D1C"/>
    <w:rsid w:val="00FC1450"/>
    <w:rsid w:val="00FC6B03"/>
    <w:rsid w:val="00FC7231"/>
    <w:rsid w:val="00FD15B3"/>
    <w:rsid w:val="00FD1DA0"/>
    <w:rsid w:val="00FE5D8A"/>
    <w:rsid w:val="00FE73B2"/>
    <w:rsid w:val="00FF25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5D88F7BC-82B1-4C68-ABA0-456DDF9DF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75B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1">
    <w:name w:val="heading 1"/>
    <w:basedOn w:val="a"/>
    <w:next w:val="a"/>
    <w:qFormat/>
    <w:rsid w:val="004375B8"/>
    <w:pPr>
      <w:keepNext/>
      <w:jc w:val="center"/>
      <w:outlineLvl w:val="0"/>
    </w:pPr>
    <w:rPr>
      <w:b/>
      <w:bCs/>
      <w:sz w:val="40"/>
      <w:szCs w:val="40"/>
    </w:rPr>
  </w:style>
  <w:style w:type="paragraph" w:styleId="2">
    <w:name w:val="heading 2"/>
    <w:basedOn w:val="a"/>
    <w:next w:val="a"/>
    <w:qFormat/>
    <w:rsid w:val="004375B8"/>
    <w:pPr>
      <w:keepNext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next w:val="a"/>
    <w:qFormat/>
    <w:rsid w:val="004375B8"/>
    <w:pPr>
      <w:keepNext/>
      <w:jc w:val="center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qFormat/>
    <w:rsid w:val="004375B8"/>
    <w:pPr>
      <w:keepNext/>
      <w:widowControl/>
      <w:ind w:left="7080" w:firstLine="708"/>
      <w:jc w:val="center"/>
      <w:outlineLvl w:val="3"/>
    </w:pPr>
    <w:rPr>
      <w:u w:val="single"/>
    </w:rPr>
  </w:style>
  <w:style w:type="paragraph" w:styleId="5">
    <w:name w:val="heading 5"/>
    <w:basedOn w:val="a"/>
    <w:next w:val="a"/>
    <w:qFormat/>
    <w:rsid w:val="004375B8"/>
    <w:pPr>
      <w:keepNext/>
      <w:widowControl/>
      <w:jc w:val="right"/>
      <w:outlineLvl w:val="4"/>
    </w:pPr>
    <w:rPr>
      <w:b/>
      <w:bCs/>
      <w:sz w:val="28"/>
      <w:szCs w:val="28"/>
      <w:u w:val="single"/>
    </w:rPr>
  </w:style>
  <w:style w:type="paragraph" w:styleId="6">
    <w:name w:val="heading 6"/>
    <w:basedOn w:val="a"/>
    <w:next w:val="a"/>
    <w:link w:val="60"/>
    <w:qFormat/>
    <w:rsid w:val="004375B8"/>
    <w:pPr>
      <w:keepNext/>
      <w:widowControl/>
      <w:jc w:val="both"/>
      <w:outlineLvl w:val="5"/>
    </w:pPr>
    <w:rPr>
      <w:u w:val="single"/>
    </w:rPr>
  </w:style>
  <w:style w:type="paragraph" w:styleId="7">
    <w:name w:val="heading 7"/>
    <w:basedOn w:val="a"/>
    <w:next w:val="a"/>
    <w:qFormat/>
    <w:rsid w:val="004375B8"/>
    <w:pPr>
      <w:keepNext/>
      <w:widowControl/>
      <w:jc w:val="right"/>
      <w:outlineLvl w:val="6"/>
    </w:pPr>
    <w:rPr>
      <w:u w:val="single"/>
    </w:rPr>
  </w:style>
  <w:style w:type="paragraph" w:styleId="8">
    <w:name w:val="heading 8"/>
    <w:basedOn w:val="a"/>
    <w:next w:val="a"/>
    <w:link w:val="80"/>
    <w:qFormat/>
    <w:rsid w:val="004375B8"/>
    <w:pPr>
      <w:keepNext/>
      <w:widowControl/>
      <w:jc w:val="both"/>
      <w:outlineLvl w:val="7"/>
    </w:pPr>
    <w:rPr>
      <w:b/>
      <w:bCs/>
      <w:sz w:val="28"/>
      <w:szCs w:val="28"/>
    </w:rPr>
  </w:style>
  <w:style w:type="paragraph" w:styleId="9">
    <w:name w:val="heading 9"/>
    <w:basedOn w:val="a"/>
    <w:next w:val="a"/>
    <w:qFormat/>
    <w:rsid w:val="004375B8"/>
    <w:pPr>
      <w:keepNext/>
      <w:widowControl/>
      <w:jc w:val="right"/>
      <w:outlineLvl w:val="8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B408A"/>
    <w:rPr>
      <w:color w:val="0000FF"/>
      <w:u w:val="single"/>
    </w:rPr>
  </w:style>
  <w:style w:type="table" w:styleId="a4">
    <w:name w:val="Table Grid"/>
    <w:basedOn w:val="a1"/>
    <w:rsid w:val="0008629D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8E16AF"/>
    <w:pPr>
      <w:ind w:left="708"/>
    </w:pPr>
  </w:style>
  <w:style w:type="paragraph" w:styleId="a6">
    <w:name w:val="Balloon Text"/>
    <w:basedOn w:val="a"/>
    <w:link w:val="a7"/>
    <w:rsid w:val="00EA6B04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EA6B04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link w:val="6"/>
    <w:rsid w:val="00077780"/>
    <w:rPr>
      <w:sz w:val="24"/>
      <w:szCs w:val="24"/>
      <w:u w:val="single"/>
    </w:rPr>
  </w:style>
  <w:style w:type="paragraph" w:styleId="20">
    <w:name w:val="Body Text Indent 2"/>
    <w:basedOn w:val="a"/>
    <w:link w:val="21"/>
    <w:uiPriority w:val="99"/>
    <w:rsid w:val="00E16CA9"/>
    <w:pPr>
      <w:widowControl/>
      <w:autoSpaceDE/>
      <w:autoSpaceDN/>
      <w:adjustRightInd/>
      <w:spacing w:after="120" w:line="480" w:lineRule="auto"/>
      <w:ind w:left="283"/>
    </w:pPr>
    <w:rPr>
      <w:sz w:val="20"/>
      <w:szCs w:val="20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E16CA9"/>
  </w:style>
  <w:style w:type="character" w:customStyle="1" w:styleId="80">
    <w:name w:val="Заголовок 8 Знак"/>
    <w:basedOn w:val="a0"/>
    <w:link w:val="8"/>
    <w:rsid w:val="00753F25"/>
    <w:rPr>
      <w:b/>
      <w:bCs/>
      <w:sz w:val="28"/>
      <w:szCs w:val="28"/>
    </w:rPr>
  </w:style>
  <w:style w:type="paragraph" w:styleId="a8">
    <w:name w:val="Body Text"/>
    <w:basedOn w:val="a"/>
    <w:link w:val="a9"/>
    <w:unhideWhenUsed/>
    <w:rsid w:val="0072391A"/>
    <w:pPr>
      <w:spacing w:after="120"/>
    </w:pPr>
  </w:style>
  <w:style w:type="character" w:customStyle="1" w:styleId="a9">
    <w:name w:val="Основной текст Знак"/>
    <w:basedOn w:val="a0"/>
    <w:link w:val="a8"/>
    <w:rsid w:val="0072391A"/>
    <w:rPr>
      <w:sz w:val="24"/>
      <w:szCs w:val="24"/>
    </w:rPr>
  </w:style>
  <w:style w:type="paragraph" w:customStyle="1" w:styleId="ConsPlusTitle">
    <w:name w:val="ConsPlusTitle"/>
    <w:rsid w:val="0072391A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40">
    <w:name w:val="Основной текст (4)"/>
    <w:basedOn w:val="a0"/>
    <w:rsid w:val="000703E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paragraph" w:styleId="aa">
    <w:name w:val="Body Text Indent"/>
    <w:basedOn w:val="a"/>
    <w:link w:val="ab"/>
    <w:unhideWhenUsed/>
    <w:rsid w:val="003413C4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3413C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20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12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09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6349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695318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353526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1976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645643">
                                  <w:marLeft w:val="0"/>
                                  <w:marRight w:val="60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875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66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88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822632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900969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883396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534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4375019">
                                  <w:marLeft w:val="0"/>
                                  <w:marRight w:val="60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016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83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09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39617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040068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276055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676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5710474">
                                  <w:marLeft w:val="0"/>
                                  <w:marRight w:val="60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41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25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38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19676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841882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381528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0623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5282230">
                                  <w:marLeft w:val="0"/>
                                  <w:marRight w:val="60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40;&#1085;&#1102;&#1090;&#1072;\Application%20Data\Microsoft\&#1064;&#1072;&#1073;&#1083;&#1086;&#1085;&#1099;\&#1056;&#1077;&#1096;&#1077;&#1085;&#1080;&#1077;%20&#1057;&#1044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1FFE06-A572-4B5F-9860-482B21EB6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СД.dot</Template>
  <TotalTime>129</TotalTime>
  <Pages>2</Pages>
  <Words>441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УИАиОР</Company>
  <LinksUpToDate>false</LinksUpToDate>
  <CharactersWithSpaces>2956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Анюта</dc:creator>
  <cp:lastModifiedBy>Асницкая Т.В.</cp:lastModifiedBy>
  <cp:revision>30</cp:revision>
  <cp:lastPrinted>2019-09-10T06:38:00Z</cp:lastPrinted>
  <dcterms:created xsi:type="dcterms:W3CDTF">2019-08-02T06:11:00Z</dcterms:created>
  <dcterms:modified xsi:type="dcterms:W3CDTF">2019-09-20T12:52:00Z</dcterms:modified>
</cp:coreProperties>
</file>