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336D7B">
      <w:pPr>
        <w:ind w:firstLine="709"/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536F1EAF" wp14:editId="68F8F36B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6B8" w:rsidRPr="00FE5D8A" w:rsidRDefault="008656B8" w:rsidP="00FE5D8A">
      <w:pPr>
        <w:pStyle w:val="1"/>
        <w:ind w:firstLine="709"/>
        <w:rPr>
          <w:sz w:val="16"/>
          <w:szCs w:val="16"/>
        </w:rPr>
      </w:pPr>
    </w:p>
    <w:p w:rsidR="00F65A63" w:rsidRPr="002D56ED" w:rsidRDefault="00F65A63" w:rsidP="00FE5D8A">
      <w:pPr>
        <w:pStyle w:val="1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СОВЕТ     ДЕПУТАТОВ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ОРЕХОВО-ЗУЕВ</w:t>
      </w:r>
      <w:r w:rsidR="008578FB">
        <w:rPr>
          <w:rFonts w:ascii="Arial" w:hAnsi="Arial" w:cs="Arial"/>
          <w:sz w:val="32"/>
          <w:szCs w:val="32"/>
        </w:rPr>
        <w:t xml:space="preserve">СКОГО </w:t>
      </w:r>
      <w:r w:rsidR="008578FB" w:rsidRPr="002D56ED">
        <w:rPr>
          <w:rFonts w:ascii="Arial" w:hAnsi="Arial" w:cs="Arial"/>
          <w:sz w:val="32"/>
          <w:szCs w:val="32"/>
        </w:rPr>
        <w:t>ГОРОДСКОГО   ОКРУГА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МОСКОВСКОЙ   ОБЛАСТИ</w:t>
      </w:r>
    </w:p>
    <w:p w:rsidR="00F65A63" w:rsidRPr="00FE5D8A" w:rsidRDefault="00F65A63" w:rsidP="00FE5D8A">
      <w:pPr>
        <w:ind w:firstLine="709"/>
        <w:jc w:val="center"/>
        <w:rPr>
          <w:rFonts w:ascii="Arial" w:hAnsi="Arial" w:cs="Arial"/>
          <w:sz w:val="16"/>
          <w:szCs w:val="16"/>
        </w:rPr>
      </w:pPr>
    </w:p>
    <w:p w:rsidR="00F65A63" w:rsidRPr="002D56ED" w:rsidRDefault="00F65A63" w:rsidP="00FE5D8A">
      <w:pPr>
        <w:pStyle w:val="2"/>
        <w:ind w:firstLine="709"/>
        <w:rPr>
          <w:rFonts w:ascii="Arial" w:hAnsi="Arial" w:cs="Arial"/>
        </w:rPr>
      </w:pPr>
      <w:r w:rsidRPr="002D56ED">
        <w:rPr>
          <w:rFonts w:ascii="Arial" w:hAnsi="Arial" w:cs="Arial"/>
        </w:rPr>
        <w:t>Р Е Ш Е Н И Е</w:t>
      </w:r>
    </w:p>
    <w:p w:rsidR="00F65A63" w:rsidRPr="00FE5D8A" w:rsidRDefault="00F65A63" w:rsidP="00FE5D8A">
      <w:pPr>
        <w:ind w:firstLine="709"/>
        <w:jc w:val="center"/>
        <w:rPr>
          <w:sz w:val="16"/>
          <w:szCs w:val="16"/>
        </w:rPr>
      </w:pPr>
    </w:p>
    <w:p w:rsidR="0005484A" w:rsidRDefault="00D12ED3" w:rsidP="00FE5D8A">
      <w:pPr>
        <w:ind w:firstLine="709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от   21.10.2019   № 68</w:t>
      </w:r>
      <w:r w:rsidRPr="00D12ED3">
        <w:rPr>
          <w:rFonts w:ascii="Arial" w:hAnsi="Arial" w:cs="Arial"/>
          <w:b/>
          <w:bCs/>
          <w:sz w:val="28"/>
        </w:rPr>
        <w:t>/4</w:t>
      </w:r>
    </w:p>
    <w:p w:rsidR="00D12ED3" w:rsidRPr="00FE5D8A" w:rsidRDefault="00D12ED3" w:rsidP="00FE5D8A">
      <w:pPr>
        <w:ind w:firstLine="709"/>
        <w:jc w:val="center"/>
        <w:rPr>
          <w:b/>
          <w:bCs/>
          <w:sz w:val="16"/>
          <w:szCs w:val="16"/>
        </w:rPr>
      </w:pPr>
    </w:p>
    <w:p w:rsidR="002077C0" w:rsidRPr="001B4018" w:rsidRDefault="002077C0" w:rsidP="00FE5D8A">
      <w:pPr>
        <w:ind w:firstLine="709"/>
        <w:jc w:val="center"/>
        <w:rPr>
          <w:b/>
          <w:bCs/>
        </w:rPr>
      </w:pPr>
      <w:r w:rsidRPr="001B4018">
        <w:rPr>
          <w:rFonts w:ascii="Arial" w:hAnsi="Arial" w:cs="Arial"/>
          <w:b/>
          <w:bCs/>
        </w:rPr>
        <w:t>г.</w:t>
      </w:r>
      <w:r w:rsidRPr="001B4018">
        <w:rPr>
          <w:b/>
          <w:bCs/>
        </w:rPr>
        <w:t xml:space="preserve"> </w:t>
      </w:r>
      <w:r w:rsidRPr="001B4018">
        <w:rPr>
          <w:rFonts w:ascii="Arial" w:hAnsi="Arial" w:cs="Arial"/>
          <w:b/>
          <w:bCs/>
        </w:rPr>
        <w:t>Орехово-Зуево</w:t>
      </w:r>
    </w:p>
    <w:p w:rsidR="00562A61" w:rsidRPr="00FE5D8A" w:rsidRDefault="00562A61" w:rsidP="00FE5D8A">
      <w:pPr>
        <w:widowControl/>
        <w:ind w:firstLine="709"/>
        <w:rPr>
          <w:rFonts w:ascii="Arial" w:hAnsi="Arial" w:cs="Arial"/>
          <w:sz w:val="16"/>
          <w:szCs w:val="16"/>
        </w:rPr>
      </w:pPr>
    </w:p>
    <w:p w:rsidR="003413C4" w:rsidRPr="007644AF" w:rsidRDefault="003413C4" w:rsidP="003413C4">
      <w:pPr>
        <w:pStyle w:val="aa"/>
        <w:spacing w:after="0"/>
        <w:ind w:left="0"/>
        <w:jc w:val="center"/>
        <w:rPr>
          <w:rFonts w:ascii="Arial" w:hAnsi="Arial" w:cs="Arial"/>
          <w:b/>
        </w:rPr>
      </w:pPr>
      <w:r w:rsidRPr="007644AF">
        <w:rPr>
          <w:rFonts w:ascii="Arial" w:hAnsi="Arial" w:cs="Arial"/>
          <w:b/>
        </w:rPr>
        <w:t xml:space="preserve">О приеме в собственность </w:t>
      </w:r>
    </w:p>
    <w:p w:rsidR="008578FB" w:rsidRDefault="00D813BD" w:rsidP="003413C4">
      <w:pPr>
        <w:pStyle w:val="aa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 Московской области</w:t>
      </w:r>
      <w:r w:rsidR="003413C4" w:rsidRPr="007644AF">
        <w:rPr>
          <w:rFonts w:ascii="Arial" w:hAnsi="Arial" w:cs="Arial"/>
          <w:b/>
        </w:rPr>
        <w:t xml:space="preserve"> имущества, </w:t>
      </w:r>
    </w:p>
    <w:p w:rsidR="003413C4" w:rsidRPr="007644AF" w:rsidRDefault="003413C4" w:rsidP="008578FB">
      <w:pPr>
        <w:pStyle w:val="aa"/>
        <w:spacing w:after="0"/>
        <w:ind w:left="0"/>
        <w:jc w:val="center"/>
        <w:rPr>
          <w:rFonts w:ascii="Arial" w:hAnsi="Arial" w:cs="Arial"/>
          <w:b/>
        </w:rPr>
      </w:pPr>
      <w:r w:rsidRPr="007644AF">
        <w:rPr>
          <w:rFonts w:ascii="Arial" w:hAnsi="Arial" w:cs="Arial"/>
          <w:b/>
        </w:rPr>
        <w:t>находящегося в</w:t>
      </w:r>
      <w:r w:rsidR="008578FB">
        <w:rPr>
          <w:rFonts w:ascii="Arial" w:hAnsi="Arial" w:cs="Arial"/>
          <w:b/>
        </w:rPr>
        <w:t xml:space="preserve"> </w:t>
      </w:r>
      <w:r w:rsidRPr="007644AF">
        <w:rPr>
          <w:rFonts w:ascii="Arial" w:hAnsi="Arial" w:cs="Arial"/>
          <w:b/>
        </w:rPr>
        <w:t>собственности Московской области</w:t>
      </w:r>
    </w:p>
    <w:p w:rsidR="00E14EA8" w:rsidRPr="00FE5D8A" w:rsidRDefault="00E14EA8" w:rsidP="00336D7B">
      <w:pPr>
        <w:widowControl/>
        <w:ind w:firstLine="709"/>
        <w:jc w:val="center"/>
        <w:rPr>
          <w:rFonts w:ascii="Arial" w:hAnsi="Arial" w:cs="Arial"/>
          <w:b/>
          <w:sz w:val="16"/>
          <w:szCs w:val="16"/>
        </w:rPr>
      </w:pPr>
    </w:p>
    <w:p w:rsidR="00753F25" w:rsidRPr="00DC466B" w:rsidRDefault="003413C4" w:rsidP="00DC466B">
      <w:pPr>
        <w:widowControl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spacing w:val="-3"/>
          <w:w w:val="101"/>
        </w:rPr>
        <w:t>В соответствии с Гражданским Кодексом Российской Федерации,  Федеральным законом от 06.10.2003 №131-ФЗ «Об общих принципах организации местного самоуправления в Российской Федерации», Постановлением Правительства Р</w:t>
      </w:r>
      <w:r w:rsidR="00D813BD">
        <w:rPr>
          <w:rFonts w:ascii="Arial" w:hAnsi="Arial" w:cs="Arial"/>
          <w:spacing w:val="-3"/>
          <w:w w:val="101"/>
        </w:rPr>
        <w:t xml:space="preserve">оссийской </w:t>
      </w:r>
      <w:r>
        <w:rPr>
          <w:rFonts w:ascii="Arial" w:hAnsi="Arial" w:cs="Arial"/>
          <w:spacing w:val="-3"/>
          <w:w w:val="101"/>
        </w:rPr>
        <w:t>Ф</w:t>
      </w:r>
      <w:r w:rsidR="00D813BD">
        <w:rPr>
          <w:rFonts w:ascii="Arial" w:hAnsi="Arial" w:cs="Arial"/>
          <w:spacing w:val="-3"/>
          <w:w w:val="101"/>
        </w:rPr>
        <w:t>едерации</w:t>
      </w:r>
      <w:r>
        <w:rPr>
          <w:rFonts w:ascii="Arial" w:hAnsi="Arial" w:cs="Arial"/>
          <w:spacing w:val="-3"/>
          <w:w w:val="101"/>
        </w:rPr>
        <w:t xml:space="preserve"> от 13.06.2006 №374 «</w:t>
      </w:r>
      <w:r w:rsidR="00DC466B">
        <w:rPr>
          <w:rFonts w:ascii="Arial" w:hAnsi="Arial" w:cs="Arial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</w:t>
      </w:r>
      <w:r w:rsidRPr="003413C4">
        <w:rPr>
          <w:rFonts w:ascii="Arial" w:hAnsi="Arial" w:cs="Arial"/>
          <w:spacing w:val="-3"/>
          <w:w w:val="101"/>
        </w:rPr>
        <w:t xml:space="preserve">», </w:t>
      </w:r>
      <w:r w:rsidR="00D813BD">
        <w:rPr>
          <w:rFonts w:ascii="Arial" w:hAnsi="Arial" w:cs="Arial"/>
          <w:spacing w:val="-3"/>
          <w:w w:val="101"/>
        </w:rPr>
        <w:t>на основании обращения Министерства имущественных отношений Московской</w:t>
      </w:r>
      <w:r w:rsidR="00260CD1">
        <w:rPr>
          <w:rFonts w:ascii="Arial" w:hAnsi="Arial" w:cs="Arial"/>
          <w:spacing w:val="-3"/>
          <w:w w:val="101"/>
        </w:rPr>
        <w:t xml:space="preserve"> области от </w:t>
      </w:r>
      <w:r w:rsidR="00D813BD">
        <w:rPr>
          <w:rFonts w:ascii="Arial" w:hAnsi="Arial" w:cs="Arial"/>
          <w:spacing w:val="-3"/>
          <w:w w:val="101"/>
        </w:rPr>
        <w:t>0</w:t>
      </w:r>
      <w:r w:rsidR="00260CD1">
        <w:rPr>
          <w:rFonts w:ascii="Arial" w:hAnsi="Arial" w:cs="Arial"/>
          <w:spacing w:val="-3"/>
          <w:w w:val="101"/>
        </w:rPr>
        <w:t>7.08</w:t>
      </w:r>
      <w:r w:rsidR="00D813BD">
        <w:rPr>
          <w:rFonts w:ascii="Arial" w:hAnsi="Arial" w:cs="Arial"/>
          <w:spacing w:val="-3"/>
          <w:w w:val="101"/>
        </w:rPr>
        <w:t>.2019 №15ИСХ-</w:t>
      </w:r>
      <w:r w:rsidR="00260CD1">
        <w:rPr>
          <w:rFonts w:ascii="Arial" w:hAnsi="Arial" w:cs="Arial"/>
          <w:spacing w:val="-3"/>
          <w:w w:val="101"/>
        </w:rPr>
        <w:t>20549</w:t>
      </w:r>
      <w:r w:rsidR="00753F25" w:rsidRPr="00E277A1">
        <w:rPr>
          <w:rFonts w:ascii="Arial" w:hAnsi="Arial" w:cs="Arial"/>
        </w:rPr>
        <w:t>,</w:t>
      </w:r>
      <w:r w:rsidR="008F7256">
        <w:rPr>
          <w:rFonts w:ascii="Arial" w:hAnsi="Arial" w:cs="Arial"/>
        </w:rPr>
        <w:t xml:space="preserve"> </w:t>
      </w:r>
      <w:r w:rsidR="00753F25" w:rsidRPr="005274C1">
        <w:rPr>
          <w:rFonts w:ascii="Arial" w:hAnsi="Arial" w:cs="Arial"/>
          <w:b/>
        </w:rPr>
        <w:t xml:space="preserve">Совет депутатов </w:t>
      </w:r>
      <w:r w:rsidR="00D813BD">
        <w:rPr>
          <w:rFonts w:ascii="Arial" w:hAnsi="Arial" w:cs="Arial"/>
          <w:b/>
        </w:rPr>
        <w:t>Орехово-Зуевского городского округа Московской области</w:t>
      </w:r>
      <w:r w:rsidR="00753F25" w:rsidRPr="005274C1">
        <w:rPr>
          <w:rFonts w:ascii="Arial" w:hAnsi="Arial" w:cs="Arial"/>
          <w:b/>
        </w:rPr>
        <w:t xml:space="preserve"> Московской области</w:t>
      </w:r>
    </w:p>
    <w:p w:rsidR="00E14EA8" w:rsidRPr="00FE5D8A" w:rsidRDefault="009D7C5C" w:rsidP="00336D7B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 xml:space="preserve">                                                           </w:t>
      </w:r>
    </w:p>
    <w:p w:rsidR="00E14EA8" w:rsidRDefault="009D7C5C" w:rsidP="00E14EA8">
      <w:pPr>
        <w:ind w:right="-83"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РЕШИЛ</w:t>
      </w:r>
      <w:r w:rsidR="00A55867" w:rsidRPr="006E2EBE">
        <w:rPr>
          <w:rFonts w:ascii="Arial" w:hAnsi="Arial" w:cs="Arial"/>
          <w:b/>
        </w:rPr>
        <w:t>:</w:t>
      </w:r>
    </w:p>
    <w:p w:rsidR="00336D7B" w:rsidRPr="00FE5D8A" w:rsidRDefault="00A55867" w:rsidP="00336D7B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 w:rsidRPr="006E2EBE">
        <w:rPr>
          <w:rFonts w:ascii="Arial" w:hAnsi="Arial" w:cs="Arial"/>
          <w:b/>
        </w:rPr>
        <w:tab/>
      </w:r>
    </w:p>
    <w:p w:rsidR="003413C4" w:rsidRDefault="003413C4" w:rsidP="00FE5D8A">
      <w:pPr>
        <w:pStyle w:val="aa"/>
        <w:spacing w:after="0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Утвердить прилагаемый перечень имущества, передаваемого из собственности Московской области в собственность </w:t>
      </w:r>
      <w:r w:rsidR="00D813BD">
        <w:rPr>
          <w:rFonts w:ascii="Arial" w:hAnsi="Arial" w:cs="Arial"/>
        </w:rPr>
        <w:t>Орехово-Зуевского городского округа Московской области</w:t>
      </w:r>
      <w:r>
        <w:rPr>
          <w:rFonts w:ascii="Arial" w:hAnsi="Arial" w:cs="Arial"/>
        </w:rPr>
        <w:t xml:space="preserve">. </w:t>
      </w:r>
    </w:p>
    <w:p w:rsidR="003413C4" w:rsidRPr="005A0FD4" w:rsidRDefault="003413C4" w:rsidP="00FE5D8A">
      <w:pPr>
        <w:pStyle w:val="aa"/>
        <w:spacing w:after="0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Принять в собственность </w:t>
      </w:r>
      <w:r w:rsidR="00D813BD">
        <w:rPr>
          <w:rFonts w:ascii="Arial" w:hAnsi="Arial" w:cs="Arial"/>
        </w:rPr>
        <w:t>Орехово-Зуевского городского округа Московской области</w:t>
      </w:r>
      <w:r>
        <w:rPr>
          <w:rFonts w:ascii="Arial" w:hAnsi="Arial" w:cs="Arial"/>
        </w:rPr>
        <w:t xml:space="preserve"> имущество, указанное в приложении к настоящему </w:t>
      </w:r>
      <w:r w:rsidR="00D813BD">
        <w:rPr>
          <w:rFonts w:ascii="Arial" w:hAnsi="Arial" w:cs="Arial"/>
        </w:rPr>
        <w:t>Р</w:t>
      </w:r>
      <w:r>
        <w:rPr>
          <w:rFonts w:ascii="Arial" w:hAnsi="Arial" w:cs="Arial"/>
        </w:rPr>
        <w:t>ешению.</w:t>
      </w:r>
    </w:p>
    <w:p w:rsidR="00753F25" w:rsidRDefault="00D813BD" w:rsidP="00FE5D8A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53F25">
        <w:rPr>
          <w:rFonts w:ascii="Arial" w:hAnsi="Arial" w:cs="Arial"/>
        </w:rPr>
        <w:t xml:space="preserve">. </w:t>
      </w:r>
      <w:r w:rsidR="00123B89" w:rsidRPr="0059006B">
        <w:rPr>
          <w:rFonts w:ascii="Arial" w:hAnsi="Arial" w:cs="Arial"/>
        </w:rPr>
        <w:t xml:space="preserve">Опубликовать настоящее Решение </w:t>
      </w:r>
      <w:r w:rsidR="00123B89">
        <w:rPr>
          <w:rFonts w:ascii="Arial" w:hAnsi="Arial" w:cs="Arial"/>
        </w:rPr>
        <w:t>в официальном</w:t>
      </w:r>
      <w:r w:rsidR="00A05C59">
        <w:rPr>
          <w:rFonts w:ascii="Arial" w:hAnsi="Arial" w:cs="Arial"/>
        </w:rPr>
        <w:t xml:space="preserve"> периодическом</w:t>
      </w:r>
      <w:r w:rsidR="00123B89">
        <w:rPr>
          <w:rFonts w:ascii="Arial" w:hAnsi="Arial" w:cs="Arial"/>
        </w:rPr>
        <w:t xml:space="preserve"> печатном издании, а также разместить на </w:t>
      </w:r>
      <w:r w:rsidR="00123B89" w:rsidRPr="0059006B">
        <w:rPr>
          <w:rFonts w:ascii="Arial" w:hAnsi="Arial" w:cs="Arial"/>
        </w:rPr>
        <w:t>официальн</w:t>
      </w:r>
      <w:r w:rsidR="00123B89">
        <w:rPr>
          <w:rFonts w:ascii="Arial" w:hAnsi="Arial" w:cs="Arial"/>
        </w:rPr>
        <w:t>ом</w:t>
      </w:r>
      <w:r w:rsidR="00123B89" w:rsidRPr="0059006B">
        <w:rPr>
          <w:rFonts w:ascii="Arial" w:hAnsi="Arial" w:cs="Arial"/>
        </w:rPr>
        <w:t xml:space="preserve"> сайт</w:t>
      </w:r>
      <w:r w:rsidR="00123B89">
        <w:rPr>
          <w:rFonts w:ascii="Arial" w:hAnsi="Arial" w:cs="Arial"/>
        </w:rPr>
        <w:t>е</w:t>
      </w:r>
      <w:r w:rsidR="00123B89"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Орехово-Зуевского городского округа Московской области</w:t>
      </w:r>
      <w:r w:rsidR="00123B89">
        <w:rPr>
          <w:rFonts w:ascii="Arial" w:hAnsi="Arial" w:cs="Arial"/>
        </w:rPr>
        <w:t xml:space="preserve"> </w:t>
      </w:r>
      <w:r w:rsidR="00123B89" w:rsidRPr="0059006B">
        <w:rPr>
          <w:rFonts w:ascii="Arial" w:hAnsi="Arial" w:cs="Arial"/>
        </w:rPr>
        <w:t>в сети Интернет</w:t>
      </w:r>
      <w:r w:rsidR="00A05C59">
        <w:rPr>
          <w:rFonts w:ascii="Arial" w:hAnsi="Arial" w:cs="Arial"/>
        </w:rPr>
        <w:t xml:space="preserve"> (</w:t>
      </w:r>
      <w:r w:rsidR="00A05C59">
        <w:rPr>
          <w:rFonts w:ascii="Arial" w:hAnsi="Arial" w:cs="Arial"/>
          <w:lang w:val="en-US"/>
        </w:rPr>
        <w:t>www</w:t>
      </w:r>
      <w:r w:rsidR="00A05C59" w:rsidRPr="00A05C59">
        <w:rPr>
          <w:rFonts w:ascii="Arial" w:hAnsi="Arial" w:cs="Arial"/>
        </w:rPr>
        <w:t>.</w:t>
      </w:r>
      <w:proofErr w:type="spellStart"/>
      <w:r w:rsidR="00A05C59">
        <w:rPr>
          <w:rFonts w:ascii="Arial" w:hAnsi="Arial" w:cs="Arial"/>
          <w:lang w:val="en-US"/>
        </w:rPr>
        <w:t>ozmo</w:t>
      </w:r>
      <w:proofErr w:type="spellEnd"/>
      <w:r w:rsidR="00A05C59" w:rsidRPr="00A05C59">
        <w:rPr>
          <w:rFonts w:ascii="Arial" w:hAnsi="Arial" w:cs="Arial"/>
        </w:rPr>
        <w:t>.</w:t>
      </w:r>
      <w:proofErr w:type="spellStart"/>
      <w:r w:rsidR="00A05C59">
        <w:rPr>
          <w:rFonts w:ascii="Arial" w:hAnsi="Arial" w:cs="Arial"/>
          <w:lang w:val="en-US"/>
        </w:rPr>
        <w:t>ru</w:t>
      </w:r>
      <w:proofErr w:type="spellEnd"/>
      <w:r w:rsidR="00A05C59" w:rsidRPr="00A05C59">
        <w:rPr>
          <w:rFonts w:ascii="Arial" w:hAnsi="Arial" w:cs="Arial"/>
        </w:rPr>
        <w:t>)</w:t>
      </w:r>
      <w:r w:rsidR="00753F25" w:rsidRPr="0059006B">
        <w:rPr>
          <w:rFonts w:ascii="Arial" w:hAnsi="Arial" w:cs="Arial"/>
        </w:rPr>
        <w:t>.</w:t>
      </w:r>
    </w:p>
    <w:p w:rsidR="00753F25" w:rsidRDefault="00725351" w:rsidP="00FE5D8A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53F25">
        <w:rPr>
          <w:rFonts w:ascii="Arial" w:hAnsi="Arial" w:cs="Arial"/>
        </w:rPr>
        <w:t>.Настоящее Решение вступает в действие со дня его принятия.</w:t>
      </w:r>
    </w:p>
    <w:p w:rsidR="00753F25" w:rsidRPr="00260CD1" w:rsidRDefault="00725351" w:rsidP="00FE5D8A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53F25" w:rsidRPr="0059006B">
        <w:rPr>
          <w:rFonts w:ascii="Arial" w:hAnsi="Arial" w:cs="Arial"/>
        </w:rPr>
        <w:t xml:space="preserve">. </w:t>
      </w:r>
      <w:r w:rsidR="00753F25">
        <w:rPr>
          <w:rFonts w:ascii="Arial" w:hAnsi="Arial" w:cs="Arial"/>
        </w:rPr>
        <w:t xml:space="preserve">Контроль </w:t>
      </w:r>
      <w:r w:rsidR="00753F25" w:rsidRPr="001D467F">
        <w:rPr>
          <w:rFonts w:ascii="Arial" w:hAnsi="Arial" w:cs="Arial"/>
        </w:rPr>
        <w:t>исполнени</w:t>
      </w:r>
      <w:r w:rsidR="00753F25">
        <w:rPr>
          <w:rFonts w:ascii="Arial" w:hAnsi="Arial" w:cs="Arial"/>
        </w:rPr>
        <w:t>я</w:t>
      </w:r>
      <w:r w:rsidR="00753F25" w:rsidRPr="001D467F">
        <w:rPr>
          <w:rFonts w:ascii="Arial" w:hAnsi="Arial" w:cs="Arial"/>
        </w:rPr>
        <w:t xml:space="preserve"> настоящего Решения  возложить на </w:t>
      </w:r>
      <w:r w:rsidR="00D813BD">
        <w:rPr>
          <w:rFonts w:ascii="Arial" w:hAnsi="Arial" w:cs="Arial"/>
        </w:rPr>
        <w:t xml:space="preserve">председателя Совета </w:t>
      </w:r>
      <w:r w:rsidR="00D813BD" w:rsidRPr="00260CD1">
        <w:rPr>
          <w:rFonts w:ascii="Arial" w:hAnsi="Arial" w:cs="Arial"/>
        </w:rPr>
        <w:t>депутатов</w:t>
      </w:r>
      <w:r w:rsidR="00753F25" w:rsidRPr="00260CD1">
        <w:rPr>
          <w:rFonts w:ascii="Arial" w:hAnsi="Arial" w:cs="Arial"/>
        </w:rPr>
        <w:t xml:space="preserve"> </w:t>
      </w:r>
      <w:r w:rsidR="00D813BD" w:rsidRPr="00260CD1">
        <w:rPr>
          <w:rFonts w:ascii="Arial" w:hAnsi="Arial" w:cs="Arial"/>
        </w:rPr>
        <w:t>Орехово-Зуевского городского округа Московской области</w:t>
      </w:r>
      <w:r w:rsidR="00A20E14" w:rsidRPr="00260CD1">
        <w:rPr>
          <w:rFonts w:ascii="Arial" w:hAnsi="Arial" w:cs="Arial"/>
        </w:rPr>
        <w:t xml:space="preserve"> </w:t>
      </w:r>
      <w:r w:rsidR="00260CD1" w:rsidRPr="00260CD1">
        <w:rPr>
          <w:rFonts w:ascii="Arial" w:hAnsi="Arial" w:cs="Arial"/>
          <w:bCs/>
        </w:rPr>
        <w:t xml:space="preserve">Т. И. </w:t>
      </w:r>
      <w:proofErr w:type="spellStart"/>
      <w:r w:rsidR="00260CD1" w:rsidRPr="00260CD1">
        <w:rPr>
          <w:rFonts w:ascii="Arial" w:hAnsi="Arial" w:cs="Arial"/>
          <w:bCs/>
        </w:rPr>
        <w:t>Ронзину</w:t>
      </w:r>
      <w:proofErr w:type="spellEnd"/>
      <w:r w:rsidR="00A20E14" w:rsidRPr="00260CD1">
        <w:rPr>
          <w:rFonts w:ascii="Arial" w:hAnsi="Arial" w:cs="Arial"/>
        </w:rPr>
        <w:t>.</w:t>
      </w:r>
      <w:r w:rsidR="00753F25" w:rsidRPr="00260CD1">
        <w:rPr>
          <w:rFonts w:ascii="Arial" w:hAnsi="Arial" w:cs="Arial"/>
        </w:rPr>
        <w:t xml:space="preserve"> </w:t>
      </w:r>
    </w:p>
    <w:p w:rsidR="00753F25" w:rsidRDefault="00753F25" w:rsidP="00FE5D8A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623962" w:rsidRDefault="00623962" w:rsidP="00FE5D8A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623962" w:rsidRDefault="00623962" w:rsidP="00FE5D8A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56311C" w:rsidRDefault="00123B89" w:rsidP="00336D7B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</w:t>
      </w:r>
      <w:r w:rsidR="0056311C">
        <w:rPr>
          <w:rFonts w:ascii="Arial" w:hAnsi="Arial" w:cs="Arial"/>
          <w:b/>
          <w:bCs/>
        </w:rPr>
        <w:t>редседател</w:t>
      </w:r>
      <w:r>
        <w:rPr>
          <w:rFonts w:ascii="Arial" w:hAnsi="Arial" w:cs="Arial"/>
          <w:b/>
          <w:bCs/>
        </w:rPr>
        <w:t>ь</w:t>
      </w:r>
      <w:r w:rsidR="0056311C">
        <w:rPr>
          <w:rFonts w:ascii="Arial" w:hAnsi="Arial" w:cs="Arial"/>
          <w:b/>
          <w:bCs/>
        </w:rPr>
        <w:t xml:space="preserve"> Совета депутатов</w:t>
      </w:r>
    </w:p>
    <w:p w:rsidR="001B4018" w:rsidRDefault="00D813BD" w:rsidP="00336D7B">
      <w:pPr>
        <w:widowControl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56311C" w:rsidRPr="008578FB" w:rsidRDefault="001B4018" w:rsidP="00336D7B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Московской области                              </w:t>
      </w:r>
      <w:r w:rsidR="00D813BD">
        <w:rPr>
          <w:rFonts w:ascii="Arial" w:hAnsi="Arial" w:cs="Arial"/>
          <w:b/>
        </w:rPr>
        <w:t xml:space="preserve">                                                  </w:t>
      </w:r>
      <w:r w:rsidR="00260CD1">
        <w:rPr>
          <w:rFonts w:ascii="Arial" w:hAnsi="Arial" w:cs="Arial"/>
          <w:b/>
        </w:rPr>
        <w:t xml:space="preserve">          </w:t>
      </w:r>
      <w:r w:rsidR="00D813BD">
        <w:rPr>
          <w:rFonts w:ascii="Arial" w:hAnsi="Arial" w:cs="Arial"/>
          <w:b/>
        </w:rPr>
        <w:t xml:space="preserve">  </w:t>
      </w:r>
      <w:r w:rsidR="00260CD1">
        <w:rPr>
          <w:rFonts w:ascii="Arial" w:hAnsi="Arial" w:cs="Arial"/>
          <w:b/>
          <w:bCs/>
        </w:rPr>
        <w:t xml:space="preserve">Т. И. </w:t>
      </w:r>
      <w:proofErr w:type="spellStart"/>
      <w:r w:rsidR="00260CD1">
        <w:rPr>
          <w:rFonts w:ascii="Arial" w:hAnsi="Arial" w:cs="Arial"/>
          <w:b/>
          <w:bCs/>
        </w:rPr>
        <w:t>Ронзина</w:t>
      </w:r>
      <w:proofErr w:type="spellEnd"/>
    </w:p>
    <w:p w:rsidR="00623962" w:rsidRPr="00623962" w:rsidRDefault="00623962" w:rsidP="00623962"/>
    <w:p w:rsidR="00753F25" w:rsidRPr="00114D51" w:rsidRDefault="00753F25" w:rsidP="00E14EA8">
      <w:pPr>
        <w:pStyle w:val="8"/>
        <w:ind w:firstLine="709"/>
      </w:pPr>
      <w:r w:rsidRPr="00311D51">
        <w:rPr>
          <w:rFonts w:ascii="Arial" w:hAnsi="Arial" w:cs="Arial"/>
        </w:rPr>
        <w:tab/>
      </w:r>
    </w:p>
    <w:p w:rsidR="00A55867" w:rsidRDefault="00753F25" w:rsidP="00336D7B">
      <w:pPr>
        <w:ind w:right="-85"/>
        <w:jc w:val="both"/>
        <w:rPr>
          <w:rFonts w:ascii="Arial" w:hAnsi="Arial" w:cs="Arial"/>
          <w:sz w:val="22"/>
          <w:szCs w:val="22"/>
        </w:rPr>
      </w:pPr>
      <w:r w:rsidRPr="006E1C81">
        <w:rPr>
          <w:rFonts w:ascii="Arial" w:hAnsi="Arial" w:cs="Arial"/>
          <w:sz w:val="22"/>
          <w:szCs w:val="22"/>
        </w:rPr>
        <w:t xml:space="preserve">Разослано: дело, </w:t>
      </w:r>
      <w:r w:rsidR="0078533A">
        <w:rPr>
          <w:rFonts w:ascii="Arial" w:hAnsi="Arial" w:cs="Arial"/>
          <w:sz w:val="22"/>
          <w:szCs w:val="22"/>
        </w:rPr>
        <w:t>М</w:t>
      </w:r>
      <w:r w:rsidR="00D813BD">
        <w:rPr>
          <w:rFonts w:ascii="Arial" w:hAnsi="Arial" w:cs="Arial"/>
          <w:sz w:val="22"/>
          <w:szCs w:val="22"/>
        </w:rPr>
        <w:t>инистерство имущественных отношений</w:t>
      </w:r>
      <w:r w:rsidR="0078533A">
        <w:rPr>
          <w:rFonts w:ascii="Arial" w:hAnsi="Arial" w:cs="Arial"/>
          <w:sz w:val="22"/>
          <w:szCs w:val="22"/>
        </w:rPr>
        <w:t xml:space="preserve"> М</w:t>
      </w:r>
      <w:r w:rsidR="00D813BD">
        <w:rPr>
          <w:rFonts w:ascii="Arial" w:hAnsi="Arial" w:cs="Arial"/>
          <w:sz w:val="22"/>
          <w:szCs w:val="22"/>
        </w:rPr>
        <w:t>осковской области</w:t>
      </w:r>
      <w:r w:rsidR="0078533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6E1C81">
        <w:rPr>
          <w:rFonts w:ascii="Arial" w:hAnsi="Arial" w:cs="Arial"/>
          <w:sz w:val="22"/>
          <w:szCs w:val="22"/>
        </w:rPr>
        <w:t>СМИ</w:t>
      </w:r>
      <w:r w:rsidR="0056311C">
        <w:rPr>
          <w:rFonts w:ascii="Arial" w:hAnsi="Arial" w:cs="Arial"/>
          <w:sz w:val="22"/>
          <w:szCs w:val="22"/>
        </w:rPr>
        <w:t>.</w:t>
      </w:r>
    </w:p>
    <w:p w:rsidR="00623962" w:rsidRDefault="00623962" w:rsidP="00336D7B">
      <w:pPr>
        <w:widowControl/>
        <w:jc w:val="both"/>
        <w:rPr>
          <w:rFonts w:ascii="Arial" w:hAnsi="Arial" w:cs="Arial"/>
          <w:sz w:val="22"/>
          <w:szCs w:val="22"/>
        </w:rPr>
      </w:pPr>
    </w:p>
    <w:p w:rsidR="00A55867" w:rsidRDefault="00810E70" w:rsidP="00336D7B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Исп.</w:t>
      </w:r>
      <w:r w:rsidR="00A20E14">
        <w:rPr>
          <w:rFonts w:ascii="Arial" w:hAnsi="Arial" w:cs="Arial"/>
          <w:sz w:val="22"/>
          <w:szCs w:val="22"/>
        </w:rPr>
        <w:t xml:space="preserve"> </w:t>
      </w:r>
      <w:r w:rsidR="00EF4B32">
        <w:rPr>
          <w:rFonts w:ascii="Arial" w:hAnsi="Arial" w:cs="Arial"/>
          <w:sz w:val="22"/>
          <w:szCs w:val="22"/>
        </w:rPr>
        <w:t>Е.</w:t>
      </w:r>
      <w:r w:rsidR="00E81B43">
        <w:rPr>
          <w:rFonts w:ascii="Arial" w:hAnsi="Arial" w:cs="Arial"/>
          <w:sz w:val="22"/>
          <w:szCs w:val="22"/>
        </w:rPr>
        <w:t xml:space="preserve"> </w:t>
      </w:r>
      <w:r w:rsidR="00EF4B32">
        <w:rPr>
          <w:rFonts w:ascii="Arial" w:hAnsi="Arial" w:cs="Arial"/>
          <w:sz w:val="22"/>
          <w:szCs w:val="22"/>
        </w:rPr>
        <w:t>В. Глебова</w:t>
      </w:r>
    </w:p>
    <w:p w:rsidR="0037493A" w:rsidRPr="0077211F" w:rsidRDefault="00A55867" w:rsidP="0077211F">
      <w:pPr>
        <w:widowControl/>
        <w:jc w:val="both"/>
        <w:rPr>
          <w:rFonts w:ascii="Arial" w:hAnsi="Arial" w:cs="Arial"/>
          <w:sz w:val="22"/>
          <w:szCs w:val="22"/>
        </w:rPr>
        <w:sectPr w:rsidR="0037493A" w:rsidRPr="0077211F" w:rsidSect="00501792">
          <w:pgSz w:w="11906" w:h="16838" w:code="9"/>
          <w:pgMar w:top="1134" w:right="566" w:bottom="568" w:left="993" w:header="709" w:footer="709" w:gutter="0"/>
          <w:cols w:space="708"/>
          <w:docGrid w:linePitch="326"/>
        </w:sectPr>
      </w:pPr>
      <w:r w:rsidRPr="00C17C36">
        <w:rPr>
          <w:rFonts w:ascii="Arial" w:hAnsi="Arial" w:cs="Arial"/>
          <w:sz w:val="22"/>
          <w:szCs w:val="22"/>
        </w:rPr>
        <w:t>тел.412-</w:t>
      </w:r>
      <w:r>
        <w:rPr>
          <w:rFonts w:ascii="Arial" w:hAnsi="Arial" w:cs="Arial"/>
          <w:sz w:val="22"/>
          <w:szCs w:val="22"/>
        </w:rPr>
        <w:t>32-15</w:t>
      </w:r>
      <w:bookmarkStart w:id="0" w:name="_GoBack"/>
      <w:bookmarkEnd w:id="0"/>
    </w:p>
    <w:p w:rsidR="0037493A" w:rsidRDefault="0037493A" w:rsidP="001D6024">
      <w:pPr>
        <w:ind w:right="395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Приложение к решению Совета депутатов </w:t>
      </w:r>
    </w:p>
    <w:p w:rsidR="0037493A" w:rsidRDefault="00D813BD" w:rsidP="001D6024">
      <w:pPr>
        <w:ind w:right="395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Орехово-Зуевского городского округа Московской области</w:t>
      </w:r>
      <w:r w:rsidR="0037493A">
        <w:rPr>
          <w:rFonts w:ascii="Arial" w:hAnsi="Arial" w:cs="Arial"/>
          <w:color w:val="000000"/>
        </w:rPr>
        <w:t xml:space="preserve"> </w:t>
      </w:r>
    </w:p>
    <w:p w:rsidR="0037493A" w:rsidRDefault="00D12ED3" w:rsidP="00D12ED3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от   21.10.2019   № 68</w:t>
      </w:r>
      <w:r w:rsidRPr="00D12ED3">
        <w:rPr>
          <w:rFonts w:ascii="Arial" w:hAnsi="Arial" w:cs="Arial"/>
          <w:color w:val="000000"/>
        </w:rPr>
        <w:t>/4</w:t>
      </w:r>
    </w:p>
    <w:p w:rsidR="00D12ED3" w:rsidRDefault="00D12ED3" w:rsidP="00D12ED3">
      <w:pPr>
        <w:jc w:val="right"/>
        <w:rPr>
          <w:rFonts w:ascii="Arial" w:hAnsi="Arial" w:cs="Arial"/>
          <w:color w:val="000000"/>
        </w:rPr>
      </w:pPr>
    </w:p>
    <w:p w:rsidR="00D12ED3" w:rsidRDefault="00D12ED3" w:rsidP="00D12ED3">
      <w:pPr>
        <w:jc w:val="right"/>
        <w:rPr>
          <w:rFonts w:ascii="Arial" w:hAnsi="Arial" w:cs="Arial"/>
          <w:color w:val="000000"/>
        </w:rPr>
      </w:pPr>
    </w:p>
    <w:p w:rsidR="009D5D4C" w:rsidRDefault="0037493A" w:rsidP="0037493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Перечень имущества, передаваемого из собственности Московской области </w:t>
      </w:r>
    </w:p>
    <w:p w:rsidR="0037493A" w:rsidRDefault="0037493A" w:rsidP="0037493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в собственность </w:t>
      </w:r>
      <w:r w:rsidR="00D813BD">
        <w:rPr>
          <w:rFonts w:ascii="Arial" w:hAnsi="Arial" w:cs="Arial"/>
          <w:b/>
          <w:color w:val="000000"/>
        </w:rPr>
        <w:t>Орехово-Зуевского городского округа Московской области</w:t>
      </w:r>
      <w:r>
        <w:rPr>
          <w:rFonts w:ascii="Arial" w:hAnsi="Arial" w:cs="Arial"/>
          <w:b/>
          <w:color w:val="000000"/>
        </w:rPr>
        <w:t xml:space="preserve"> </w:t>
      </w:r>
    </w:p>
    <w:p w:rsidR="0037493A" w:rsidRPr="005A0FD4" w:rsidRDefault="0037493A" w:rsidP="0037493A">
      <w:pPr>
        <w:jc w:val="center"/>
        <w:rPr>
          <w:rFonts w:ascii="Arial" w:hAnsi="Arial" w:cs="Arial"/>
          <w:b/>
          <w:color w:val="000000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985"/>
        <w:gridCol w:w="3827"/>
        <w:gridCol w:w="4819"/>
      </w:tblGrid>
      <w:tr w:rsidR="008433EB" w:rsidTr="001D602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Полное наименование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Адрес местонахождения организации, ИНН</w:t>
            </w:r>
            <w:r w:rsidR="00E5099E">
              <w:rPr>
                <w:rFonts w:ascii="Arial" w:hAnsi="Arial" w:cs="Arial"/>
                <w:color w:val="000000"/>
              </w:rPr>
              <w:t xml:space="preserve"> организации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Наименование имущества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Адрес местонахождения имущества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Индивидуализирующие характеристики</w:t>
            </w:r>
            <w:r w:rsidR="00E5099E">
              <w:rPr>
                <w:rFonts w:ascii="Arial" w:hAnsi="Arial" w:cs="Arial"/>
                <w:color w:val="000000"/>
              </w:rPr>
              <w:t xml:space="preserve"> имущества</w:t>
            </w:r>
          </w:p>
        </w:tc>
      </w:tr>
      <w:tr w:rsidR="008433EB" w:rsidTr="001D602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3A" w:rsidRDefault="0037493A" w:rsidP="007B1A4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3A" w:rsidRDefault="0037493A" w:rsidP="007B1A4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C677F0" w:rsidP="002C19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Нежилое здание</w:t>
            </w:r>
            <w:r w:rsidR="0037493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3EB" w:rsidRDefault="0037493A" w:rsidP="00C677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Московская область, </w:t>
            </w:r>
          </w:p>
          <w:p w:rsidR="0037493A" w:rsidRDefault="0037493A" w:rsidP="00C677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</w:t>
            </w:r>
            <w:r w:rsidR="0046784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Орехово-Зуево, </w:t>
            </w:r>
            <w:r w:rsidR="00C677F0">
              <w:rPr>
                <w:rFonts w:ascii="Arial" w:hAnsi="Arial" w:cs="Arial"/>
                <w:color w:val="000000"/>
              </w:rPr>
              <w:t>ул. Иванова, д. 4</w:t>
            </w:r>
            <w:r w:rsidR="005C6BB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C677F0" w:rsidP="00C2046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Кадастровый номер 50:47:0010903</w:t>
            </w:r>
            <w:r w:rsidR="0037493A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>8</w:t>
            </w:r>
            <w:r w:rsidR="0037493A">
              <w:rPr>
                <w:rFonts w:ascii="Arial" w:hAnsi="Arial" w:cs="Arial"/>
                <w:color w:val="000000"/>
              </w:rPr>
              <w:t xml:space="preserve">, </w:t>
            </w:r>
            <w:r w:rsidR="0037493A" w:rsidRPr="00BC40C4">
              <w:rPr>
                <w:rFonts w:ascii="Arial" w:hAnsi="Arial" w:cs="Arial"/>
                <w:color w:val="000000"/>
              </w:rPr>
              <w:t xml:space="preserve">площадь </w:t>
            </w:r>
            <w:r>
              <w:rPr>
                <w:rFonts w:ascii="Arial" w:hAnsi="Arial" w:cs="Arial"/>
                <w:color w:val="000000"/>
              </w:rPr>
              <w:t>605</w:t>
            </w:r>
            <w:r w:rsidR="0037493A" w:rsidRPr="00BC40C4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>9</w:t>
            </w:r>
            <w:r w:rsidR="0037493A" w:rsidRPr="00BC40C4">
              <w:rPr>
                <w:rFonts w:ascii="Arial" w:hAnsi="Arial" w:cs="Arial"/>
                <w:color w:val="000000"/>
              </w:rPr>
              <w:t xml:space="preserve"> кв.</w:t>
            </w:r>
            <w:r w:rsidR="00D8754E">
              <w:rPr>
                <w:rFonts w:ascii="Arial" w:hAnsi="Arial" w:cs="Arial"/>
                <w:color w:val="000000"/>
              </w:rPr>
              <w:t xml:space="preserve"> </w:t>
            </w:r>
            <w:r w:rsidR="0037493A" w:rsidRPr="00BC40C4">
              <w:rPr>
                <w:rFonts w:ascii="Arial" w:hAnsi="Arial" w:cs="Arial"/>
                <w:color w:val="000000"/>
              </w:rPr>
              <w:t>м</w:t>
            </w:r>
          </w:p>
        </w:tc>
      </w:tr>
      <w:tr w:rsidR="008433EB" w:rsidTr="001D602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3" w:rsidRDefault="001406F3" w:rsidP="007B1A4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3" w:rsidRDefault="001406F3" w:rsidP="007B1A4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3" w:rsidRDefault="001406F3" w:rsidP="002C19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Земельный участок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33EB" w:rsidRDefault="001406F3" w:rsidP="00C677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Московская область, </w:t>
            </w:r>
          </w:p>
          <w:p w:rsidR="001406F3" w:rsidRDefault="001406F3" w:rsidP="00C677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г. Орехово-Зуево, ул. Иванова, д. 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6F3" w:rsidRDefault="001406F3" w:rsidP="00C2046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Кадастровый номер 50:47:0010903:278, </w:t>
            </w:r>
            <w:r w:rsidR="00C2046B">
              <w:rPr>
                <w:rFonts w:ascii="Arial" w:hAnsi="Arial" w:cs="Arial"/>
                <w:color w:val="000000"/>
              </w:rPr>
              <w:t xml:space="preserve">           </w:t>
            </w:r>
            <w:r w:rsidRPr="00BC40C4">
              <w:rPr>
                <w:rFonts w:ascii="Arial" w:hAnsi="Arial" w:cs="Arial"/>
                <w:color w:val="000000"/>
              </w:rPr>
              <w:t xml:space="preserve">площадь </w:t>
            </w:r>
            <w:r>
              <w:rPr>
                <w:rFonts w:ascii="Arial" w:hAnsi="Arial" w:cs="Arial"/>
                <w:color w:val="000000"/>
              </w:rPr>
              <w:t>5 604,00</w:t>
            </w:r>
            <w:r w:rsidRPr="00BC40C4">
              <w:rPr>
                <w:rFonts w:ascii="Arial" w:hAnsi="Arial" w:cs="Arial"/>
                <w:color w:val="000000"/>
              </w:rPr>
              <w:t xml:space="preserve"> кв.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C40C4">
              <w:rPr>
                <w:rFonts w:ascii="Arial" w:hAnsi="Arial" w:cs="Arial"/>
                <w:color w:val="000000"/>
              </w:rPr>
              <w:t>м</w:t>
            </w:r>
            <w:r w:rsidR="00286201">
              <w:rPr>
                <w:rFonts w:ascii="Arial" w:hAnsi="Arial" w:cs="Arial"/>
                <w:color w:val="000000"/>
              </w:rPr>
              <w:t>, категория земель: земли населенных пунктов</w:t>
            </w:r>
            <w:r w:rsidR="008433EB">
              <w:rPr>
                <w:rFonts w:ascii="Arial" w:hAnsi="Arial" w:cs="Arial"/>
                <w:color w:val="000000"/>
              </w:rPr>
              <w:t xml:space="preserve">, вид разрешенного использования: для размещения нежилого здания, строения и сооружения учреждения образования </w:t>
            </w:r>
          </w:p>
        </w:tc>
      </w:tr>
    </w:tbl>
    <w:p w:rsidR="00AA39EE" w:rsidRDefault="00AA39EE" w:rsidP="008846A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9EE" w:rsidRPr="00C2636C" w:rsidRDefault="00AA39EE" w:rsidP="00336D7B">
      <w:pPr>
        <w:ind w:firstLine="709"/>
        <w:rPr>
          <w:rFonts w:ascii="Arial" w:hAnsi="Arial" w:cs="Arial"/>
        </w:rPr>
      </w:pPr>
    </w:p>
    <w:sectPr w:rsidR="00AA39EE" w:rsidRPr="00C2636C" w:rsidSect="0037493A">
      <w:pgSz w:w="16838" w:h="11906" w:orient="landscape" w:code="9"/>
      <w:pgMar w:top="567" w:right="567" w:bottom="992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5484A"/>
    <w:rsid w:val="000703EB"/>
    <w:rsid w:val="00077780"/>
    <w:rsid w:val="0008629D"/>
    <w:rsid w:val="000C2D41"/>
    <w:rsid w:val="000E5877"/>
    <w:rsid w:val="000F5217"/>
    <w:rsid w:val="00106872"/>
    <w:rsid w:val="00111EFA"/>
    <w:rsid w:val="00123B89"/>
    <w:rsid w:val="00136036"/>
    <w:rsid w:val="00136B43"/>
    <w:rsid w:val="00137E81"/>
    <w:rsid w:val="001406F3"/>
    <w:rsid w:val="00142555"/>
    <w:rsid w:val="00156E9A"/>
    <w:rsid w:val="00164114"/>
    <w:rsid w:val="00191D40"/>
    <w:rsid w:val="001B4018"/>
    <w:rsid w:val="001B42CB"/>
    <w:rsid w:val="001B5567"/>
    <w:rsid w:val="001D1E67"/>
    <w:rsid w:val="001D6024"/>
    <w:rsid w:val="001E0584"/>
    <w:rsid w:val="001E4969"/>
    <w:rsid w:val="001E6AE5"/>
    <w:rsid w:val="001E6CEB"/>
    <w:rsid w:val="001F5556"/>
    <w:rsid w:val="00200A7B"/>
    <w:rsid w:val="0020596E"/>
    <w:rsid w:val="002077C0"/>
    <w:rsid w:val="00212FA3"/>
    <w:rsid w:val="00255566"/>
    <w:rsid w:val="00257154"/>
    <w:rsid w:val="00260CD1"/>
    <w:rsid w:val="002732D8"/>
    <w:rsid w:val="00276D8B"/>
    <w:rsid w:val="00286201"/>
    <w:rsid w:val="0029611A"/>
    <w:rsid w:val="002A3A68"/>
    <w:rsid w:val="002A6A4A"/>
    <w:rsid w:val="002B14EE"/>
    <w:rsid w:val="002B1983"/>
    <w:rsid w:val="002B6CAD"/>
    <w:rsid w:val="002C1973"/>
    <w:rsid w:val="002C5168"/>
    <w:rsid w:val="002C79AD"/>
    <w:rsid w:val="002D56ED"/>
    <w:rsid w:val="002E0EBB"/>
    <w:rsid w:val="002E368A"/>
    <w:rsid w:val="002E3824"/>
    <w:rsid w:val="002F0A40"/>
    <w:rsid w:val="00316B0F"/>
    <w:rsid w:val="00336D7B"/>
    <w:rsid w:val="003413C4"/>
    <w:rsid w:val="00347989"/>
    <w:rsid w:val="00350E06"/>
    <w:rsid w:val="00357FF7"/>
    <w:rsid w:val="00360C5C"/>
    <w:rsid w:val="00360F8E"/>
    <w:rsid w:val="00365E13"/>
    <w:rsid w:val="00373FEB"/>
    <w:rsid w:val="0037493A"/>
    <w:rsid w:val="00375752"/>
    <w:rsid w:val="00385D94"/>
    <w:rsid w:val="003932DD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6AA2"/>
    <w:rsid w:val="00415951"/>
    <w:rsid w:val="00422030"/>
    <w:rsid w:val="00422B06"/>
    <w:rsid w:val="004245B1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7843"/>
    <w:rsid w:val="00481A79"/>
    <w:rsid w:val="00484300"/>
    <w:rsid w:val="0048451D"/>
    <w:rsid w:val="00491D09"/>
    <w:rsid w:val="004A0296"/>
    <w:rsid w:val="004A39B9"/>
    <w:rsid w:val="004B0295"/>
    <w:rsid w:val="004D2F77"/>
    <w:rsid w:val="004D31E6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5ED1"/>
    <w:rsid w:val="00585F46"/>
    <w:rsid w:val="005901B4"/>
    <w:rsid w:val="00592484"/>
    <w:rsid w:val="005A0C3E"/>
    <w:rsid w:val="005A212B"/>
    <w:rsid w:val="005A5A21"/>
    <w:rsid w:val="005B083A"/>
    <w:rsid w:val="005B2388"/>
    <w:rsid w:val="005B4ED3"/>
    <w:rsid w:val="005C536F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23962"/>
    <w:rsid w:val="00625490"/>
    <w:rsid w:val="00626A5B"/>
    <w:rsid w:val="00630B68"/>
    <w:rsid w:val="0063673A"/>
    <w:rsid w:val="00661898"/>
    <w:rsid w:val="0066638E"/>
    <w:rsid w:val="0066785E"/>
    <w:rsid w:val="006A14B8"/>
    <w:rsid w:val="006C4213"/>
    <w:rsid w:val="006F4575"/>
    <w:rsid w:val="006F7C08"/>
    <w:rsid w:val="00702142"/>
    <w:rsid w:val="007121A6"/>
    <w:rsid w:val="0072391A"/>
    <w:rsid w:val="00725351"/>
    <w:rsid w:val="00725D90"/>
    <w:rsid w:val="0073149F"/>
    <w:rsid w:val="00735142"/>
    <w:rsid w:val="00741FDE"/>
    <w:rsid w:val="00745D32"/>
    <w:rsid w:val="00753F25"/>
    <w:rsid w:val="00764F91"/>
    <w:rsid w:val="00765ABB"/>
    <w:rsid w:val="0077211F"/>
    <w:rsid w:val="00784417"/>
    <w:rsid w:val="0078533A"/>
    <w:rsid w:val="00796D72"/>
    <w:rsid w:val="007A7FC2"/>
    <w:rsid w:val="007B163E"/>
    <w:rsid w:val="007B1ABF"/>
    <w:rsid w:val="007B23A6"/>
    <w:rsid w:val="007B261A"/>
    <w:rsid w:val="007B665B"/>
    <w:rsid w:val="007B6B7F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50901"/>
    <w:rsid w:val="00855704"/>
    <w:rsid w:val="008578FB"/>
    <w:rsid w:val="008656B8"/>
    <w:rsid w:val="008665D8"/>
    <w:rsid w:val="008667F8"/>
    <w:rsid w:val="0088154B"/>
    <w:rsid w:val="00882655"/>
    <w:rsid w:val="0088288D"/>
    <w:rsid w:val="008846A8"/>
    <w:rsid w:val="00885073"/>
    <w:rsid w:val="008924DA"/>
    <w:rsid w:val="00894B7D"/>
    <w:rsid w:val="008B36F6"/>
    <w:rsid w:val="008B50D6"/>
    <w:rsid w:val="008D013D"/>
    <w:rsid w:val="008D16FE"/>
    <w:rsid w:val="008D610D"/>
    <w:rsid w:val="008E0781"/>
    <w:rsid w:val="008E16AF"/>
    <w:rsid w:val="008E6B10"/>
    <w:rsid w:val="008F68F9"/>
    <w:rsid w:val="008F7256"/>
    <w:rsid w:val="0090096D"/>
    <w:rsid w:val="0091626E"/>
    <w:rsid w:val="00921B3F"/>
    <w:rsid w:val="009306C2"/>
    <w:rsid w:val="009312B3"/>
    <w:rsid w:val="00943DAC"/>
    <w:rsid w:val="00957E97"/>
    <w:rsid w:val="009674B6"/>
    <w:rsid w:val="0097449D"/>
    <w:rsid w:val="009905B7"/>
    <w:rsid w:val="009A12BD"/>
    <w:rsid w:val="009B03DA"/>
    <w:rsid w:val="009B68AF"/>
    <w:rsid w:val="009B78E9"/>
    <w:rsid w:val="009C54E6"/>
    <w:rsid w:val="009C674C"/>
    <w:rsid w:val="009C6CDB"/>
    <w:rsid w:val="009D5D4C"/>
    <w:rsid w:val="009D7C5C"/>
    <w:rsid w:val="00A05C59"/>
    <w:rsid w:val="00A10738"/>
    <w:rsid w:val="00A1752D"/>
    <w:rsid w:val="00A20E14"/>
    <w:rsid w:val="00A21995"/>
    <w:rsid w:val="00A21E56"/>
    <w:rsid w:val="00A24BB5"/>
    <w:rsid w:val="00A27597"/>
    <w:rsid w:val="00A36020"/>
    <w:rsid w:val="00A364A0"/>
    <w:rsid w:val="00A409E9"/>
    <w:rsid w:val="00A4173F"/>
    <w:rsid w:val="00A448E8"/>
    <w:rsid w:val="00A468BF"/>
    <w:rsid w:val="00A55867"/>
    <w:rsid w:val="00A65B0B"/>
    <w:rsid w:val="00A800F8"/>
    <w:rsid w:val="00A90689"/>
    <w:rsid w:val="00A93358"/>
    <w:rsid w:val="00AA39EE"/>
    <w:rsid w:val="00AB0A62"/>
    <w:rsid w:val="00AB408A"/>
    <w:rsid w:val="00AC0B42"/>
    <w:rsid w:val="00AE6141"/>
    <w:rsid w:val="00AF08AA"/>
    <w:rsid w:val="00AF6F9A"/>
    <w:rsid w:val="00B01D35"/>
    <w:rsid w:val="00B025B5"/>
    <w:rsid w:val="00B27BC9"/>
    <w:rsid w:val="00B354BD"/>
    <w:rsid w:val="00B36CB7"/>
    <w:rsid w:val="00B40000"/>
    <w:rsid w:val="00B430F9"/>
    <w:rsid w:val="00B533C0"/>
    <w:rsid w:val="00B55BE9"/>
    <w:rsid w:val="00B562E1"/>
    <w:rsid w:val="00B72111"/>
    <w:rsid w:val="00B77BA3"/>
    <w:rsid w:val="00B867EF"/>
    <w:rsid w:val="00B924E7"/>
    <w:rsid w:val="00BA23FA"/>
    <w:rsid w:val="00BB43D0"/>
    <w:rsid w:val="00BC3974"/>
    <w:rsid w:val="00BC40C4"/>
    <w:rsid w:val="00BD4094"/>
    <w:rsid w:val="00BD7127"/>
    <w:rsid w:val="00BE1301"/>
    <w:rsid w:val="00BE2509"/>
    <w:rsid w:val="00BE6105"/>
    <w:rsid w:val="00BE6F45"/>
    <w:rsid w:val="00BF15EF"/>
    <w:rsid w:val="00BF1C87"/>
    <w:rsid w:val="00C0292F"/>
    <w:rsid w:val="00C14BE8"/>
    <w:rsid w:val="00C2046B"/>
    <w:rsid w:val="00C245CE"/>
    <w:rsid w:val="00C2636C"/>
    <w:rsid w:val="00C454A2"/>
    <w:rsid w:val="00C45570"/>
    <w:rsid w:val="00C50D87"/>
    <w:rsid w:val="00C54CF6"/>
    <w:rsid w:val="00C6233F"/>
    <w:rsid w:val="00C635B4"/>
    <w:rsid w:val="00C677F0"/>
    <w:rsid w:val="00CB2266"/>
    <w:rsid w:val="00CB496F"/>
    <w:rsid w:val="00CC7491"/>
    <w:rsid w:val="00CC79E4"/>
    <w:rsid w:val="00CD2627"/>
    <w:rsid w:val="00CD2F2E"/>
    <w:rsid w:val="00D11BAA"/>
    <w:rsid w:val="00D12ED3"/>
    <w:rsid w:val="00D151B7"/>
    <w:rsid w:val="00D2023E"/>
    <w:rsid w:val="00D212A6"/>
    <w:rsid w:val="00D21C7D"/>
    <w:rsid w:val="00D24580"/>
    <w:rsid w:val="00D31963"/>
    <w:rsid w:val="00D33C4E"/>
    <w:rsid w:val="00D360EC"/>
    <w:rsid w:val="00D36C72"/>
    <w:rsid w:val="00D43589"/>
    <w:rsid w:val="00D52F88"/>
    <w:rsid w:val="00D813BD"/>
    <w:rsid w:val="00D82549"/>
    <w:rsid w:val="00D8754E"/>
    <w:rsid w:val="00D8790E"/>
    <w:rsid w:val="00D9163C"/>
    <w:rsid w:val="00D92B0A"/>
    <w:rsid w:val="00D94144"/>
    <w:rsid w:val="00DA44C2"/>
    <w:rsid w:val="00DB3871"/>
    <w:rsid w:val="00DC466B"/>
    <w:rsid w:val="00DD4D7B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53D3"/>
    <w:rsid w:val="00E25E28"/>
    <w:rsid w:val="00E277A1"/>
    <w:rsid w:val="00E44275"/>
    <w:rsid w:val="00E5099E"/>
    <w:rsid w:val="00E51384"/>
    <w:rsid w:val="00E52903"/>
    <w:rsid w:val="00E81B43"/>
    <w:rsid w:val="00E82C4B"/>
    <w:rsid w:val="00E82E22"/>
    <w:rsid w:val="00E83EFB"/>
    <w:rsid w:val="00EA5B86"/>
    <w:rsid w:val="00EA6B04"/>
    <w:rsid w:val="00EB39AB"/>
    <w:rsid w:val="00EB5704"/>
    <w:rsid w:val="00EC5BBA"/>
    <w:rsid w:val="00ED2C77"/>
    <w:rsid w:val="00EE4EBF"/>
    <w:rsid w:val="00EE6E12"/>
    <w:rsid w:val="00EF0FE0"/>
    <w:rsid w:val="00EF4B32"/>
    <w:rsid w:val="00EF4EA7"/>
    <w:rsid w:val="00EF596F"/>
    <w:rsid w:val="00F00126"/>
    <w:rsid w:val="00F01487"/>
    <w:rsid w:val="00F0387E"/>
    <w:rsid w:val="00F276F7"/>
    <w:rsid w:val="00F453DE"/>
    <w:rsid w:val="00F45E2E"/>
    <w:rsid w:val="00F51FB7"/>
    <w:rsid w:val="00F56499"/>
    <w:rsid w:val="00F63F3F"/>
    <w:rsid w:val="00F65A63"/>
    <w:rsid w:val="00F72FA7"/>
    <w:rsid w:val="00F749AF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9339341-F025-4242-8A3C-27273253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F6103-E191-4108-B161-FCEE5068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35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СОВЕТ     ДЕПУТАТОВ</vt:lpstr>
      <vt:lpstr>        ОРЕХОВО-ЗУЕВСКОГО ГОРОДСКОГО   ОКРУГА</vt:lpstr>
      <vt:lpstr>        МОСКОВСКОЙ   ОБЛАСТИ</vt:lpstr>
      <vt:lpstr>    Р Е Ш Е Н И Е</vt:lpstr>
    </vt:vector>
  </TitlesOfParts>
  <Company>Администрация УИАиОР</Company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21</cp:revision>
  <cp:lastPrinted>2019-09-30T12:30:00Z</cp:lastPrinted>
  <dcterms:created xsi:type="dcterms:W3CDTF">2019-09-27T06:03:00Z</dcterms:created>
  <dcterms:modified xsi:type="dcterms:W3CDTF">2019-10-21T14:36:00Z</dcterms:modified>
</cp:coreProperties>
</file>