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336D7B">
      <w:pPr>
        <w:ind w:firstLine="709"/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536F1EAF" wp14:editId="68F8F36B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6B8" w:rsidRPr="00FE5D8A" w:rsidRDefault="008656B8" w:rsidP="00FE5D8A">
      <w:pPr>
        <w:pStyle w:val="1"/>
        <w:ind w:firstLine="709"/>
        <w:rPr>
          <w:sz w:val="16"/>
          <w:szCs w:val="16"/>
        </w:rPr>
      </w:pPr>
    </w:p>
    <w:p w:rsidR="00F65A63" w:rsidRPr="002D56ED" w:rsidRDefault="00F65A63" w:rsidP="00FE5D8A">
      <w:pPr>
        <w:pStyle w:val="1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СОВЕТ     ДЕПУТАТОВ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ОРЕХОВО-ЗУЕВ</w:t>
      </w:r>
      <w:r w:rsidR="008578FB">
        <w:rPr>
          <w:rFonts w:ascii="Arial" w:hAnsi="Arial" w:cs="Arial"/>
          <w:sz w:val="32"/>
          <w:szCs w:val="32"/>
        </w:rPr>
        <w:t xml:space="preserve">СКОГО </w:t>
      </w:r>
      <w:r w:rsidR="008578FB" w:rsidRPr="002D56ED">
        <w:rPr>
          <w:rFonts w:ascii="Arial" w:hAnsi="Arial" w:cs="Arial"/>
          <w:sz w:val="32"/>
          <w:szCs w:val="32"/>
        </w:rPr>
        <w:t>ГОРОДСКОГО   ОКРУГА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МОСКОВСКОЙ   ОБЛАСТИ</w:t>
      </w:r>
    </w:p>
    <w:p w:rsidR="00F65A63" w:rsidRPr="00FE5D8A" w:rsidRDefault="00F65A63" w:rsidP="00FE5D8A">
      <w:pPr>
        <w:ind w:firstLine="709"/>
        <w:jc w:val="center"/>
        <w:rPr>
          <w:rFonts w:ascii="Arial" w:hAnsi="Arial" w:cs="Arial"/>
          <w:sz w:val="16"/>
          <w:szCs w:val="16"/>
        </w:rPr>
      </w:pPr>
    </w:p>
    <w:p w:rsidR="00F65A63" w:rsidRPr="002D56ED" w:rsidRDefault="00F65A63" w:rsidP="00FE5D8A">
      <w:pPr>
        <w:pStyle w:val="2"/>
        <w:ind w:firstLine="709"/>
        <w:rPr>
          <w:rFonts w:ascii="Arial" w:hAnsi="Arial" w:cs="Arial"/>
        </w:rPr>
      </w:pPr>
      <w:r w:rsidRPr="002D56ED">
        <w:rPr>
          <w:rFonts w:ascii="Arial" w:hAnsi="Arial" w:cs="Arial"/>
        </w:rPr>
        <w:t>Р Е Ш Е Н И Е</w:t>
      </w:r>
    </w:p>
    <w:p w:rsidR="00F65A63" w:rsidRPr="00FE5D8A" w:rsidRDefault="00F65A63" w:rsidP="00FE5D8A">
      <w:pPr>
        <w:ind w:firstLine="709"/>
        <w:jc w:val="center"/>
        <w:rPr>
          <w:sz w:val="16"/>
          <w:szCs w:val="16"/>
        </w:rPr>
      </w:pPr>
    </w:p>
    <w:p w:rsidR="00F65A63" w:rsidRPr="002D56ED" w:rsidRDefault="0056311C" w:rsidP="00FE5D8A">
      <w:pPr>
        <w:ind w:firstLine="709"/>
        <w:jc w:val="center"/>
        <w:rPr>
          <w:rFonts w:ascii="Arial" w:hAnsi="Arial" w:cs="Arial"/>
          <w:b/>
          <w:bCs/>
          <w:sz w:val="28"/>
        </w:rPr>
      </w:pPr>
      <w:r w:rsidRPr="002D56ED">
        <w:rPr>
          <w:rFonts w:ascii="Arial" w:hAnsi="Arial" w:cs="Arial"/>
          <w:b/>
          <w:bCs/>
          <w:sz w:val="28"/>
        </w:rPr>
        <w:t xml:space="preserve">от </w:t>
      </w:r>
      <w:r w:rsidR="009673DC">
        <w:rPr>
          <w:rFonts w:ascii="Arial" w:hAnsi="Arial" w:cs="Arial"/>
          <w:b/>
          <w:bCs/>
          <w:sz w:val="28"/>
        </w:rPr>
        <w:t>28.11.2019   № 81/6</w:t>
      </w:r>
    </w:p>
    <w:p w:rsidR="0005484A" w:rsidRPr="00FE5D8A" w:rsidRDefault="0005484A" w:rsidP="00FE5D8A">
      <w:pPr>
        <w:ind w:firstLine="709"/>
        <w:jc w:val="center"/>
        <w:rPr>
          <w:b/>
          <w:bCs/>
          <w:sz w:val="16"/>
          <w:szCs w:val="16"/>
        </w:rPr>
      </w:pPr>
    </w:p>
    <w:p w:rsidR="002077C0" w:rsidRPr="002077C0" w:rsidRDefault="002077C0" w:rsidP="00FE5D8A">
      <w:pPr>
        <w:ind w:firstLine="709"/>
        <w:jc w:val="center"/>
        <w:rPr>
          <w:b/>
          <w:bCs/>
          <w:sz w:val="28"/>
        </w:rPr>
      </w:pPr>
      <w:r w:rsidRPr="002D56ED">
        <w:rPr>
          <w:rFonts w:ascii="Arial" w:hAnsi="Arial" w:cs="Arial"/>
          <w:b/>
          <w:bCs/>
          <w:sz w:val="28"/>
        </w:rPr>
        <w:t>г.</w:t>
      </w:r>
      <w:r>
        <w:rPr>
          <w:b/>
          <w:bCs/>
          <w:sz w:val="28"/>
        </w:rPr>
        <w:t xml:space="preserve"> </w:t>
      </w:r>
      <w:r w:rsidRPr="002D56ED">
        <w:rPr>
          <w:rFonts w:ascii="Arial" w:hAnsi="Arial" w:cs="Arial"/>
          <w:b/>
          <w:bCs/>
          <w:sz w:val="28"/>
        </w:rPr>
        <w:t>Орехово-Зуево</w:t>
      </w:r>
    </w:p>
    <w:p w:rsidR="00562A61" w:rsidRPr="00FE5D8A" w:rsidRDefault="00562A61" w:rsidP="00FE5D8A">
      <w:pPr>
        <w:widowControl/>
        <w:ind w:firstLine="709"/>
        <w:rPr>
          <w:rFonts w:ascii="Arial" w:hAnsi="Arial" w:cs="Arial"/>
          <w:sz w:val="16"/>
          <w:szCs w:val="16"/>
        </w:rPr>
      </w:pPr>
    </w:p>
    <w:p w:rsidR="00C9410D" w:rsidRPr="007644AF" w:rsidRDefault="00C9410D" w:rsidP="00C9410D">
      <w:pPr>
        <w:pStyle w:val="aa"/>
        <w:spacing w:after="0"/>
        <w:ind w:left="0"/>
        <w:jc w:val="center"/>
        <w:rPr>
          <w:rFonts w:ascii="Arial" w:hAnsi="Arial" w:cs="Arial"/>
          <w:b/>
        </w:rPr>
      </w:pPr>
      <w:r w:rsidRPr="007644AF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 </w:t>
      </w:r>
      <w:r w:rsidR="0098109B">
        <w:rPr>
          <w:rFonts w:ascii="Arial" w:hAnsi="Arial" w:cs="Arial"/>
          <w:b/>
        </w:rPr>
        <w:t>утверждении прогнозного плана (П</w:t>
      </w:r>
      <w:r>
        <w:rPr>
          <w:rFonts w:ascii="Arial" w:hAnsi="Arial" w:cs="Arial"/>
          <w:b/>
        </w:rPr>
        <w:t>рограммы) приватизации муниципального имущества Орехово-Зуевского городского округа Московской области</w:t>
      </w:r>
      <w:r w:rsidRPr="007644A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на 20</w:t>
      </w:r>
      <w:r w:rsidR="00A30B4E">
        <w:rPr>
          <w:rFonts w:ascii="Arial" w:hAnsi="Arial" w:cs="Arial"/>
          <w:b/>
        </w:rPr>
        <w:t>19</w:t>
      </w:r>
      <w:r>
        <w:rPr>
          <w:rFonts w:ascii="Arial" w:hAnsi="Arial" w:cs="Arial"/>
          <w:b/>
        </w:rPr>
        <w:t xml:space="preserve"> год</w:t>
      </w:r>
    </w:p>
    <w:p w:rsidR="00C9410D" w:rsidRPr="00FE5D8A" w:rsidRDefault="00C9410D" w:rsidP="00C9410D">
      <w:pPr>
        <w:widowControl/>
        <w:ind w:firstLine="709"/>
        <w:jc w:val="center"/>
        <w:rPr>
          <w:rFonts w:ascii="Arial" w:hAnsi="Arial" w:cs="Arial"/>
          <w:b/>
          <w:sz w:val="16"/>
          <w:szCs w:val="16"/>
        </w:rPr>
      </w:pPr>
    </w:p>
    <w:p w:rsidR="00C64A57" w:rsidRDefault="00C64A57" w:rsidP="00C64A57">
      <w:pPr>
        <w:widowControl/>
        <w:ind w:firstLine="709"/>
        <w:jc w:val="both"/>
        <w:rPr>
          <w:rFonts w:ascii="Arial" w:hAnsi="Arial" w:cs="Arial"/>
          <w:b/>
        </w:rPr>
      </w:pPr>
      <w:r w:rsidRPr="00DC4897">
        <w:rPr>
          <w:rFonts w:ascii="Arial" w:hAnsi="Arial" w:cs="Arial"/>
        </w:rPr>
        <w:t xml:space="preserve">В соответствии со </w:t>
      </w:r>
      <w:hyperlink r:id="rId7" w:history="1">
        <w:r w:rsidRPr="00DC4897">
          <w:rPr>
            <w:rFonts w:ascii="Arial" w:hAnsi="Arial" w:cs="Arial"/>
          </w:rPr>
          <w:t>ст. 10</w:t>
        </w:r>
      </w:hyperlink>
      <w:r w:rsidRPr="00DC4897">
        <w:rPr>
          <w:rFonts w:ascii="Arial" w:hAnsi="Arial" w:cs="Arial"/>
        </w:rPr>
        <w:t xml:space="preserve"> Федерального закона от 21.12.2001 </w:t>
      </w:r>
      <w:r>
        <w:rPr>
          <w:rFonts w:ascii="Arial" w:hAnsi="Arial" w:cs="Arial"/>
        </w:rPr>
        <w:t>№</w:t>
      </w:r>
      <w:r w:rsidRPr="00DC4897">
        <w:rPr>
          <w:rFonts w:ascii="Arial" w:hAnsi="Arial" w:cs="Arial"/>
        </w:rPr>
        <w:t xml:space="preserve">178-ФЗ </w:t>
      </w:r>
      <w:r>
        <w:rPr>
          <w:rFonts w:ascii="Arial" w:hAnsi="Arial" w:cs="Arial"/>
        </w:rPr>
        <w:t>«</w:t>
      </w:r>
      <w:r w:rsidRPr="00DC4897">
        <w:rPr>
          <w:rFonts w:ascii="Arial" w:hAnsi="Arial" w:cs="Arial"/>
        </w:rPr>
        <w:t>О приватизации государственного и муниципального имущества</w:t>
      </w:r>
      <w:r>
        <w:rPr>
          <w:rFonts w:ascii="Arial" w:hAnsi="Arial" w:cs="Arial"/>
        </w:rPr>
        <w:t>»</w:t>
      </w:r>
      <w:r w:rsidRPr="00DC4897">
        <w:rPr>
          <w:rFonts w:ascii="Arial" w:hAnsi="Arial" w:cs="Arial"/>
        </w:rPr>
        <w:t xml:space="preserve">, </w:t>
      </w:r>
      <w:hyperlink r:id="rId8" w:history="1">
        <w:r w:rsidRPr="00DC4897">
          <w:rPr>
            <w:rFonts w:ascii="Arial" w:hAnsi="Arial" w:cs="Arial"/>
          </w:rPr>
          <w:t>ст. 51</w:t>
        </w:r>
      </w:hyperlink>
      <w:r w:rsidRPr="00DC4897">
        <w:rPr>
          <w:rFonts w:ascii="Arial" w:hAnsi="Arial" w:cs="Arial"/>
        </w:rPr>
        <w:t xml:space="preserve"> Феде</w:t>
      </w:r>
      <w:r>
        <w:rPr>
          <w:rFonts w:ascii="Arial" w:hAnsi="Arial" w:cs="Arial"/>
        </w:rPr>
        <w:t>рального закона от 06.10.2003 №</w:t>
      </w:r>
      <w:r w:rsidRPr="00DC4897">
        <w:rPr>
          <w:rFonts w:ascii="Arial" w:hAnsi="Arial" w:cs="Arial"/>
        </w:rPr>
        <w:t xml:space="preserve">131-ФЗ </w:t>
      </w:r>
      <w:r>
        <w:rPr>
          <w:rFonts w:ascii="Arial" w:hAnsi="Arial" w:cs="Arial"/>
        </w:rPr>
        <w:t>«</w:t>
      </w:r>
      <w:r w:rsidRPr="00DC4897">
        <w:rPr>
          <w:rFonts w:ascii="Arial" w:hAnsi="Arial" w:cs="Arial"/>
        </w:rPr>
        <w:t>Об общих принципах организации местного самоуправления в Российской Федерации</w:t>
      </w:r>
      <w:r>
        <w:rPr>
          <w:rFonts w:ascii="Arial" w:hAnsi="Arial" w:cs="Arial"/>
        </w:rPr>
        <w:t>»</w:t>
      </w:r>
      <w:r w:rsidRPr="00DC4897">
        <w:rPr>
          <w:rFonts w:ascii="Arial" w:hAnsi="Arial" w:cs="Arial"/>
        </w:rPr>
        <w:t xml:space="preserve">, </w:t>
      </w:r>
      <w:r w:rsidRPr="005E210D">
        <w:rPr>
          <w:rFonts w:ascii="Arial" w:hAnsi="Arial" w:cs="Arial"/>
        </w:rPr>
        <w:t>Решением Совета депутатов Орехово-Зуевского городского округа Московской области от 16.09.2019 №25/1 «О правопреемстве»</w:t>
      </w:r>
      <w:r>
        <w:rPr>
          <w:rFonts w:ascii="Arial" w:hAnsi="Arial" w:cs="Arial"/>
        </w:rPr>
        <w:t>,</w:t>
      </w:r>
      <w:r w:rsidRPr="005E210D">
        <w:rPr>
          <w:rFonts w:ascii="Arial" w:hAnsi="Arial" w:cs="Arial"/>
        </w:rPr>
        <w:t xml:space="preserve"> </w:t>
      </w:r>
      <w:r w:rsidRPr="00DC4897">
        <w:rPr>
          <w:rFonts w:ascii="Arial" w:hAnsi="Arial" w:cs="Arial"/>
          <w:b/>
        </w:rPr>
        <w:t xml:space="preserve">Совет депутатов Орехово-Зуевского </w:t>
      </w:r>
      <w:r>
        <w:rPr>
          <w:rFonts w:ascii="Arial" w:hAnsi="Arial" w:cs="Arial"/>
          <w:b/>
        </w:rPr>
        <w:t>городского округа Московской области</w:t>
      </w:r>
    </w:p>
    <w:p w:rsidR="00C64A57" w:rsidRPr="00DC466B" w:rsidRDefault="00C64A57" w:rsidP="00C64A57">
      <w:pPr>
        <w:widowControl/>
        <w:ind w:firstLine="709"/>
        <w:jc w:val="both"/>
        <w:rPr>
          <w:rFonts w:ascii="Arial" w:hAnsi="Arial" w:cs="Arial"/>
        </w:rPr>
      </w:pPr>
    </w:p>
    <w:p w:rsidR="00C64A57" w:rsidRDefault="00C64A57" w:rsidP="00C64A57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РЕШИЛ</w:t>
      </w:r>
      <w:r w:rsidRPr="006E2EBE">
        <w:rPr>
          <w:rFonts w:ascii="Arial" w:hAnsi="Arial" w:cs="Arial"/>
          <w:b/>
        </w:rPr>
        <w:t>:</w:t>
      </w:r>
    </w:p>
    <w:p w:rsidR="00C64A57" w:rsidRDefault="00C64A57" w:rsidP="00C64A57">
      <w:pPr>
        <w:ind w:right="-83" w:firstLine="709"/>
        <w:jc w:val="center"/>
        <w:rPr>
          <w:rFonts w:ascii="Arial" w:hAnsi="Arial" w:cs="Arial"/>
          <w:b/>
        </w:rPr>
      </w:pPr>
    </w:p>
    <w:p w:rsidR="00C64A57" w:rsidRPr="000C5916" w:rsidRDefault="00C64A57" w:rsidP="00C64A57">
      <w:pPr>
        <w:ind w:right="-83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Утвердить п</w:t>
      </w:r>
      <w:r w:rsidRPr="000C5916">
        <w:rPr>
          <w:rFonts w:ascii="Arial" w:hAnsi="Arial" w:cs="Arial"/>
        </w:rPr>
        <w:t xml:space="preserve">рогнозный </w:t>
      </w:r>
      <w:hyperlink w:anchor="P31" w:history="1">
        <w:r w:rsidRPr="000C5916">
          <w:rPr>
            <w:rFonts w:ascii="Arial" w:hAnsi="Arial" w:cs="Arial"/>
          </w:rPr>
          <w:t>план</w:t>
        </w:r>
      </w:hyperlink>
      <w:r w:rsidRPr="000C591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П</w:t>
      </w:r>
      <w:r w:rsidRPr="000C5916">
        <w:rPr>
          <w:rFonts w:ascii="Arial" w:hAnsi="Arial" w:cs="Arial"/>
        </w:rPr>
        <w:t xml:space="preserve">рограмму) приватизации муниципального имущества </w:t>
      </w:r>
      <w:r w:rsidRPr="006C35C3">
        <w:rPr>
          <w:rFonts w:ascii="Arial" w:hAnsi="Arial" w:cs="Arial"/>
        </w:rPr>
        <w:t>Орехово-Зуевского городского округа Московской области на 20</w:t>
      </w:r>
      <w:r>
        <w:rPr>
          <w:rFonts w:ascii="Arial" w:hAnsi="Arial" w:cs="Arial"/>
        </w:rPr>
        <w:t>19</w:t>
      </w:r>
      <w:r w:rsidRPr="006C35C3">
        <w:rPr>
          <w:rFonts w:ascii="Arial" w:hAnsi="Arial" w:cs="Arial"/>
        </w:rPr>
        <w:t xml:space="preserve"> год</w:t>
      </w:r>
      <w:r w:rsidRPr="000C5916">
        <w:rPr>
          <w:rFonts w:ascii="Arial" w:hAnsi="Arial" w:cs="Arial"/>
        </w:rPr>
        <w:t xml:space="preserve"> согласно приложению к настоящему </w:t>
      </w:r>
      <w:r>
        <w:rPr>
          <w:rFonts w:ascii="Arial" w:hAnsi="Arial" w:cs="Arial"/>
        </w:rPr>
        <w:t>Ре</w:t>
      </w:r>
      <w:r w:rsidRPr="000C5916">
        <w:rPr>
          <w:rFonts w:ascii="Arial" w:hAnsi="Arial" w:cs="Arial"/>
        </w:rPr>
        <w:t>шению.</w:t>
      </w:r>
    </w:p>
    <w:p w:rsidR="00C64A57" w:rsidRDefault="00C64A57" w:rsidP="00C64A57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59006B">
        <w:rPr>
          <w:rFonts w:ascii="Arial" w:hAnsi="Arial" w:cs="Arial"/>
        </w:rPr>
        <w:t xml:space="preserve">Опубликовать настоящее Решение </w:t>
      </w:r>
      <w:r>
        <w:rPr>
          <w:rFonts w:ascii="Arial" w:hAnsi="Arial" w:cs="Arial"/>
        </w:rPr>
        <w:t xml:space="preserve">в официальном периодическом печатном издании, а также разместить на </w:t>
      </w:r>
      <w:r w:rsidRPr="0059006B">
        <w:rPr>
          <w:rFonts w:ascii="Arial" w:hAnsi="Arial" w:cs="Arial"/>
        </w:rPr>
        <w:t>официальн</w:t>
      </w:r>
      <w:r>
        <w:rPr>
          <w:rFonts w:ascii="Arial" w:hAnsi="Arial" w:cs="Arial"/>
        </w:rPr>
        <w:t>ом</w:t>
      </w:r>
      <w:r w:rsidRPr="0059006B">
        <w:rPr>
          <w:rFonts w:ascii="Arial" w:hAnsi="Arial" w:cs="Arial"/>
        </w:rPr>
        <w:t xml:space="preserve"> сайт</w:t>
      </w:r>
      <w:r>
        <w:rPr>
          <w:rFonts w:ascii="Arial" w:hAnsi="Arial" w:cs="Arial"/>
        </w:rPr>
        <w:t>е</w:t>
      </w:r>
      <w:r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Орехово-Зуевского городского округа Московской области </w:t>
      </w:r>
      <w:r w:rsidRPr="0059006B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информационно-телекоммуникационной сети</w:t>
      </w:r>
      <w:r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59006B">
        <w:rPr>
          <w:rFonts w:ascii="Arial" w:hAnsi="Arial" w:cs="Arial"/>
        </w:rPr>
        <w:t>Интернет</w:t>
      </w:r>
      <w:r>
        <w:rPr>
          <w:rFonts w:ascii="Arial" w:hAnsi="Arial" w:cs="Arial"/>
        </w:rPr>
        <w:t>» (</w:t>
      </w:r>
      <w:r>
        <w:rPr>
          <w:rFonts w:ascii="Arial" w:hAnsi="Arial" w:cs="Arial"/>
          <w:lang w:val="en-US"/>
        </w:rPr>
        <w:t>www</w:t>
      </w:r>
      <w:r w:rsidRPr="00A05C5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ozmo</w:t>
      </w:r>
      <w:r w:rsidRPr="00A05C59"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ru</w:t>
      </w:r>
      <w:proofErr w:type="spellEnd"/>
      <w:r w:rsidRPr="00A05C59">
        <w:rPr>
          <w:rFonts w:ascii="Arial" w:hAnsi="Arial" w:cs="Arial"/>
        </w:rPr>
        <w:t>)</w:t>
      </w:r>
      <w:r w:rsidRPr="0059006B">
        <w:rPr>
          <w:rFonts w:ascii="Arial" w:hAnsi="Arial" w:cs="Arial"/>
        </w:rPr>
        <w:t>.</w:t>
      </w:r>
    </w:p>
    <w:p w:rsidR="00C64A57" w:rsidRDefault="00C64A57" w:rsidP="00C64A57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3.Настоящее Решение вступает в действие со дня его принятия.</w:t>
      </w:r>
    </w:p>
    <w:p w:rsidR="00C64A57" w:rsidRPr="00260CD1" w:rsidRDefault="00C64A57" w:rsidP="00C64A57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59006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Контроль </w:t>
      </w:r>
      <w:r w:rsidRPr="001D467F">
        <w:rPr>
          <w:rFonts w:ascii="Arial" w:hAnsi="Arial" w:cs="Arial"/>
        </w:rPr>
        <w:t>исполнени</w:t>
      </w:r>
      <w:r>
        <w:rPr>
          <w:rFonts w:ascii="Arial" w:hAnsi="Arial" w:cs="Arial"/>
        </w:rPr>
        <w:t>я</w:t>
      </w:r>
      <w:r w:rsidRPr="001D467F">
        <w:rPr>
          <w:rFonts w:ascii="Arial" w:hAnsi="Arial" w:cs="Arial"/>
        </w:rPr>
        <w:t xml:space="preserve"> настоящего Решения  возложить на </w:t>
      </w:r>
      <w:r>
        <w:rPr>
          <w:rFonts w:ascii="Arial" w:hAnsi="Arial" w:cs="Arial"/>
        </w:rPr>
        <w:t>главу</w:t>
      </w:r>
      <w:r w:rsidRPr="00260CD1">
        <w:rPr>
          <w:rFonts w:ascii="Arial" w:hAnsi="Arial" w:cs="Arial"/>
        </w:rPr>
        <w:t xml:space="preserve"> Орехово-Зуевского городского округа Московской области </w:t>
      </w:r>
      <w:r>
        <w:rPr>
          <w:rFonts w:ascii="Arial" w:hAnsi="Arial" w:cs="Arial"/>
        </w:rPr>
        <w:t>Г. О. Панина</w:t>
      </w:r>
      <w:r w:rsidRPr="00260CD1">
        <w:rPr>
          <w:rFonts w:ascii="Arial" w:hAnsi="Arial" w:cs="Arial"/>
        </w:rPr>
        <w:t xml:space="preserve">. </w:t>
      </w:r>
    </w:p>
    <w:p w:rsidR="00C64A57" w:rsidRDefault="00C64A57" w:rsidP="00C64A57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C64A57" w:rsidRDefault="00C64A57" w:rsidP="00C64A57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1A695B" w:rsidRDefault="001A695B" w:rsidP="001A695B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1A695B" w:rsidRDefault="001A695B" w:rsidP="001A695B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A30B4E" w:rsidRDefault="00A30B4E" w:rsidP="00A30B4E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A30B4E" w:rsidRDefault="00A30B4E" w:rsidP="00A30B4E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A30B4E" w:rsidRDefault="00A30B4E" w:rsidP="00A30B4E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Председатель Совета депутатов</w:t>
      </w:r>
    </w:p>
    <w:p w:rsidR="00A30B4E" w:rsidRDefault="00A30B4E" w:rsidP="00A30B4E">
      <w:pPr>
        <w:widowControl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A30B4E" w:rsidRPr="008578FB" w:rsidRDefault="00A30B4E" w:rsidP="00A30B4E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Московской области                                                                                              Т. И. </w:t>
      </w:r>
      <w:proofErr w:type="spellStart"/>
      <w:r>
        <w:rPr>
          <w:rFonts w:ascii="Arial" w:hAnsi="Arial" w:cs="Arial"/>
          <w:b/>
        </w:rPr>
        <w:t>Ронзина</w:t>
      </w:r>
      <w:proofErr w:type="spellEnd"/>
    </w:p>
    <w:p w:rsidR="00760DAA" w:rsidRDefault="00760DAA">
      <w:pPr>
        <w:widowControl/>
        <w:autoSpaceDE/>
        <w:autoSpaceDN/>
        <w:adjustRightInd/>
        <w:rPr>
          <w:rFonts w:ascii="Arial" w:hAnsi="Arial" w:cs="Arial"/>
          <w:szCs w:val="20"/>
        </w:rPr>
      </w:pPr>
      <w:r>
        <w:rPr>
          <w:rFonts w:ascii="Arial" w:hAnsi="Arial" w:cs="Arial"/>
        </w:rPr>
        <w:br w:type="page"/>
      </w:r>
    </w:p>
    <w:p w:rsidR="00B72C6E" w:rsidRPr="00607D91" w:rsidRDefault="00B72C6E" w:rsidP="00B72C6E">
      <w:pPr>
        <w:pStyle w:val="ConsPlusNormal"/>
        <w:jc w:val="right"/>
        <w:outlineLvl w:val="0"/>
        <w:rPr>
          <w:rFonts w:ascii="Arial" w:hAnsi="Arial" w:cs="Arial"/>
        </w:rPr>
      </w:pPr>
      <w:bookmarkStart w:id="0" w:name="_GoBack"/>
      <w:bookmarkEnd w:id="0"/>
      <w:r w:rsidRPr="00607D91">
        <w:rPr>
          <w:rFonts w:ascii="Arial" w:hAnsi="Arial" w:cs="Arial"/>
        </w:rPr>
        <w:lastRenderedPageBreak/>
        <w:t>Приложение</w:t>
      </w:r>
    </w:p>
    <w:p w:rsidR="00B72C6E" w:rsidRPr="00607D91" w:rsidRDefault="00B72C6E" w:rsidP="00B72C6E">
      <w:pPr>
        <w:pStyle w:val="ConsPlusNormal"/>
        <w:jc w:val="right"/>
        <w:rPr>
          <w:rFonts w:ascii="Arial" w:hAnsi="Arial" w:cs="Arial"/>
        </w:rPr>
      </w:pPr>
      <w:r w:rsidRPr="00607D91">
        <w:rPr>
          <w:rFonts w:ascii="Arial" w:hAnsi="Arial" w:cs="Arial"/>
        </w:rPr>
        <w:t>к решению Совета депутатов</w:t>
      </w:r>
    </w:p>
    <w:p w:rsidR="00B72C6E" w:rsidRPr="00607D91" w:rsidRDefault="00B72C6E" w:rsidP="00B72C6E">
      <w:pPr>
        <w:pStyle w:val="ConsPlusNormal"/>
        <w:jc w:val="right"/>
        <w:rPr>
          <w:rFonts w:ascii="Arial" w:hAnsi="Arial" w:cs="Arial"/>
        </w:rPr>
      </w:pPr>
      <w:r w:rsidRPr="00607D91">
        <w:rPr>
          <w:rFonts w:ascii="Arial" w:hAnsi="Arial" w:cs="Arial"/>
        </w:rPr>
        <w:t>Орехово-Зуев</w:t>
      </w:r>
      <w:r>
        <w:rPr>
          <w:rFonts w:ascii="Arial" w:hAnsi="Arial" w:cs="Arial"/>
        </w:rPr>
        <w:t xml:space="preserve">ского </w:t>
      </w:r>
      <w:r w:rsidRPr="00607D91">
        <w:rPr>
          <w:rFonts w:ascii="Arial" w:hAnsi="Arial" w:cs="Arial"/>
        </w:rPr>
        <w:t>городского округа</w:t>
      </w:r>
    </w:p>
    <w:p w:rsidR="00B72C6E" w:rsidRPr="00607D91" w:rsidRDefault="00B72C6E" w:rsidP="00B72C6E">
      <w:pPr>
        <w:pStyle w:val="ConsPlusNormal"/>
        <w:jc w:val="right"/>
        <w:rPr>
          <w:rFonts w:ascii="Arial" w:hAnsi="Arial" w:cs="Arial"/>
        </w:rPr>
      </w:pPr>
      <w:r w:rsidRPr="00607D91">
        <w:rPr>
          <w:rFonts w:ascii="Arial" w:hAnsi="Arial" w:cs="Arial"/>
        </w:rPr>
        <w:t>Московской области</w:t>
      </w:r>
    </w:p>
    <w:p w:rsidR="00B72C6E" w:rsidRDefault="009673DC" w:rsidP="009673DC">
      <w:pPr>
        <w:pStyle w:val="ConsPlusNormal"/>
        <w:jc w:val="right"/>
        <w:rPr>
          <w:rFonts w:ascii="Arial" w:hAnsi="Arial" w:cs="Arial"/>
        </w:rPr>
      </w:pPr>
      <w:r w:rsidRPr="009673DC">
        <w:rPr>
          <w:rFonts w:ascii="Arial" w:hAnsi="Arial" w:cs="Arial"/>
        </w:rPr>
        <w:t>от 28.11.2019   № 81/6</w:t>
      </w:r>
    </w:p>
    <w:p w:rsidR="009673DC" w:rsidRDefault="009673DC" w:rsidP="009673DC">
      <w:pPr>
        <w:pStyle w:val="ConsPlusNormal"/>
        <w:jc w:val="right"/>
        <w:rPr>
          <w:rFonts w:ascii="Arial" w:hAnsi="Arial" w:cs="Arial"/>
        </w:rPr>
      </w:pPr>
    </w:p>
    <w:p w:rsidR="009673DC" w:rsidRPr="00607D91" w:rsidRDefault="009673DC" w:rsidP="009673DC">
      <w:pPr>
        <w:pStyle w:val="ConsPlusNormal"/>
        <w:jc w:val="right"/>
        <w:rPr>
          <w:rFonts w:ascii="Arial" w:hAnsi="Arial" w:cs="Arial"/>
        </w:rPr>
      </w:pPr>
    </w:p>
    <w:p w:rsidR="00B72C6E" w:rsidRDefault="00B72C6E" w:rsidP="00B72C6E">
      <w:pPr>
        <w:pStyle w:val="ConsPlusTitle"/>
        <w:jc w:val="center"/>
        <w:rPr>
          <w:rFonts w:ascii="Arial" w:hAnsi="Arial" w:cs="Arial"/>
        </w:rPr>
      </w:pPr>
      <w:bookmarkStart w:id="1" w:name="P31"/>
      <w:bookmarkEnd w:id="1"/>
      <w:r>
        <w:rPr>
          <w:rFonts w:ascii="Arial" w:hAnsi="Arial" w:cs="Arial"/>
        </w:rPr>
        <w:t>П</w:t>
      </w:r>
      <w:r w:rsidRPr="00607D91">
        <w:rPr>
          <w:rFonts w:ascii="Arial" w:hAnsi="Arial" w:cs="Arial"/>
        </w:rPr>
        <w:t>рогнозн</w:t>
      </w:r>
      <w:r>
        <w:rPr>
          <w:rFonts w:ascii="Arial" w:hAnsi="Arial" w:cs="Arial"/>
        </w:rPr>
        <w:t>ый</w:t>
      </w:r>
      <w:r w:rsidRPr="00607D91">
        <w:rPr>
          <w:rFonts w:ascii="Arial" w:hAnsi="Arial" w:cs="Arial"/>
        </w:rPr>
        <w:t xml:space="preserve"> план</w:t>
      </w:r>
      <w:r>
        <w:rPr>
          <w:rFonts w:ascii="Arial" w:hAnsi="Arial" w:cs="Arial"/>
        </w:rPr>
        <w:t xml:space="preserve"> (</w:t>
      </w:r>
      <w:r w:rsidR="0098109B">
        <w:rPr>
          <w:rFonts w:ascii="Arial" w:hAnsi="Arial" w:cs="Arial"/>
        </w:rPr>
        <w:t>П</w:t>
      </w:r>
      <w:r>
        <w:rPr>
          <w:rFonts w:ascii="Arial" w:hAnsi="Arial" w:cs="Arial"/>
        </w:rPr>
        <w:t>рограмма</w:t>
      </w:r>
      <w:r w:rsidRPr="00607D91">
        <w:rPr>
          <w:rFonts w:ascii="Arial" w:hAnsi="Arial" w:cs="Arial"/>
        </w:rPr>
        <w:t xml:space="preserve">) приватизации муниципального имущества </w:t>
      </w:r>
    </w:p>
    <w:p w:rsidR="00B72C6E" w:rsidRPr="00607D91" w:rsidRDefault="00B72C6E" w:rsidP="00B72C6E">
      <w:pPr>
        <w:pStyle w:val="ConsPlusTitle"/>
        <w:jc w:val="center"/>
        <w:rPr>
          <w:rFonts w:ascii="Arial" w:hAnsi="Arial" w:cs="Arial"/>
        </w:rPr>
      </w:pPr>
      <w:r w:rsidRPr="00607D91">
        <w:rPr>
          <w:rFonts w:ascii="Arial" w:hAnsi="Arial" w:cs="Arial"/>
        </w:rPr>
        <w:t xml:space="preserve">Орехово-Зуевского городского </w:t>
      </w:r>
      <w:r w:rsidR="00A30B4E">
        <w:rPr>
          <w:rFonts w:ascii="Arial" w:hAnsi="Arial" w:cs="Arial"/>
        </w:rPr>
        <w:t>округа Московской области на 2019</w:t>
      </w:r>
      <w:r w:rsidRPr="00607D91">
        <w:rPr>
          <w:rFonts w:ascii="Arial" w:hAnsi="Arial" w:cs="Arial"/>
        </w:rPr>
        <w:t xml:space="preserve"> год</w:t>
      </w:r>
    </w:p>
    <w:p w:rsidR="00B72C6E" w:rsidRPr="00607D91" w:rsidRDefault="00B72C6E" w:rsidP="00B72C6E">
      <w:pPr>
        <w:pStyle w:val="ConsPlusNormal"/>
        <w:jc w:val="both"/>
        <w:rPr>
          <w:rFonts w:ascii="Arial" w:hAnsi="Arial" w:cs="Arial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82"/>
        <w:gridCol w:w="3118"/>
        <w:gridCol w:w="1701"/>
      </w:tblGrid>
      <w:tr w:rsidR="00B72C6E" w:rsidRPr="00755700" w:rsidTr="00F61634">
        <w:tc>
          <w:tcPr>
            <w:tcW w:w="567" w:type="dxa"/>
          </w:tcPr>
          <w:p w:rsidR="00B72C6E" w:rsidRPr="00755700" w:rsidRDefault="00B72C6E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№</w:t>
            </w:r>
          </w:p>
          <w:p w:rsidR="00B72C6E" w:rsidRPr="00755700" w:rsidRDefault="00B72C6E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п/п</w:t>
            </w:r>
          </w:p>
        </w:tc>
        <w:tc>
          <w:tcPr>
            <w:tcW w:w="4882" w:type="dxa"/>
          </w:tcPr>
          <w:p w:rsidR="00B72C6E" w:rsidRPr="00755700" w:rsidRDefault="00B72C6E" w:rsidP="00F61634">
            <w:pPr>
              <w:pStyle w:val="ConsPlusNormal"/>
              <w:ind w:firstLine="709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Наименование объекта</w:t>
            </w:r>
          </w:p>
        </w:tc>
        <w:tc>
          <w:tcPr>
            <w:tcW w:w="3118" w:type="dxa"/>
          </w:tcPr>
          <w:p w:rsidR="00B72C6E" w:rsidRPr="00755700" w:rsidRDefault="00B72C6E" w:rsidP="00F61634">
            <w:pPr>
              <w:pStyle w:val="ConsPlusNormal"/>
              <w:ind w:firstLine="709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Полный адрес</w:t>
            </w:r>
          </w:p>
        </w:tc>
        <w:tc>
          <w:tcPr>
            <w:tcW w:w="1701" w:type="dxa"/>
          </w:tcPr>
          <w:p w:rsidR="00B72C6E" w:rsidRPr="00755700" w:rsidRDefault="00B72C6E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Сроки приватизации</w:t>
            </w:r>
          </w:p>
        </w:tc>
      </w:tr>
      <w:tr w:rsidR="00A30B4E" w:rsidRPr="00755700" w:rsidTr="00F61634">
        <w:tc>
          <w:tcPr>
            <w:tcW w:w="567" w:type="dxa"/>
          </w:tcPr>
          <w:p w:rsidR="00A30B4E" w:rsidRPr="00755700" w:rsidRDefault="00A30B4E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4882" w:type="dxa"/>
          </w:tcPr>
          <w:p w:rsidR="00A30B4E" w:rsidRPr="00FF4C3A" w:rsidRDefault="00A30B4E" w:rsidP="004D7BD3">
            <w:pPr>
              <w:rPr>
                <w:rFonts w:ascii="Arial" w:hAnsi="Arial" w:cs="Arial"/>
              </w:rPr>
            </w:pPr>
            <w:r w:rsidRPr="00FF4C3A">
              <w:rPr>
                <w:rFonts w:ascii="Arial" w:hAnsi="Arial" w:cs="Arial"/>
              </w:rPr>
              <w:t>нежилое здание, наименование: основное строение, кадастровый №50:24:0030403:99, общая площадь 4 774,8 кв. м, с земельным участком, категория земель: земли населенных пунктов, вид разрешенного использования: для использования по назначению общественно-деловых целей, общей площадью 23 002,00 кв. м, кадастровый номер 50:24:0030403:7</w:t>
            </w:r>
          </w:p>
        </w:tc>
        <w:tc>
          <w:tcPr>
            <w:tcW w:w="3118" w:type="dxa"/>
          </w:tcPr>
          <w:p w:rsidR="00A30B4E" w:rsidRDefault="00A30B4E" w:rsidP="004D7BD3">
            <w:pPr>
              <w:rPr>
                <w:rFonts w:ascii="Arial" w:hAnsi="Arial" w:cs="Arial"/>
              </w:rPr>
            </w:pPr>
            <w:r w:rsidRPr="00FF4C3A">
              <w:rPr>
                <w:rFonts w:ascii="Arial" w:hAnsi="Arial" w:cs="Arial"/>
              </w:rPr>
              <w:t xml:space="preserve">Московская область, Орехово-Зуевский район, </w:t>
            </w:r>
          </w:p>
          <w:p w:rsidR="00A30B4E" w:rsidRPr="00FF4C3A" w:rsidRDefault="00A30B4E" w:rsidP="004D7BD3">
            <w:pPr>
              <w:rPr>
                <w:rFonts w:ascii="Arial" w:hAnsi="Arial" w:cs="Arial"/>
              </w:rPr>
            </w:pPr>
            <w:r w:rsidRPr="00FF4C3A">
              <w:rPr>
                <w:rFonts w:ascii="Arial" w:hAnsi="Arial" w:cs="Arial"/>
              </w:rPr>
              <w:t>г. Ликино-Дулево, ул. Мира</w:t>
            </w:r>
          </w:p>
        </w:tc>
        <w:tc>
          <w:tcPr>
            <w:tcW w:w="1701" w:type="dxa"/>
          </w:tcPr>
          <w:p w:rsidR="00A30B4E" w:rsidRPr="00FF4C3A" w:rsidRDefault="00A30B4E" w:rsidP="004D7BD3">
            <w:pPr>
              <w:tabs>
                <w:tab w:val="left" w:pos="1338"/>
              </w:tabs>
              <w:rPr>
                <w:rFonts w:ascii="Arial" w:hAnsi="Arial" w:cs="Arial"/>
              </w:rPr>
            </w:pPr>
            <w:r w:rsidRPr="00FF4C3A">
              <w:rPr>
                <w:rFonts w:ascii="Arial" w:hAnsi="Arial" w:cs="Arial"/>
              </w:rPr>
              <w:t xml:space="preserve">  I</w:t>
            </w:r>
            <w:r>
              <w:rPr>
                <w:rFonts w:ascii="Arial" w:hAnsi="Arial" w:cs="Arial"/>
                <w:lang w:val="en-US"/>
              </w:rPr>
              <w:t>V</w:t>
            </w:r>
            <w:r w:rsidRPr="00FF4C3A">
              <w:rPr>
                <w:rFonts w:ascii="Arial" w:hAnsi="Arial" w:cs="Arial"/>
              </w:rPr>
              <w:t xml:space="preserve"> квартал</w:t>
            </w:r>
          </w:p>
          <w:p w:rsidR="00A30B4E" w:rsidRPr="00FF4C3A" w:rsidRDefault="00A30B4E" w:rsidP="004D7BD3">
            <w:pPr>
              <w:tabs>
                <w:tab w:val="left" w:pos="1338"/>
              </w:tabs>
              <w:rPr>
                <w:rFonts w:ascii="Arial" w:hAnsi="Arial" w:cs="Arial"/>
              </w:rPr>
            </w:pPr>
          </w:p>
        </w:tc>
      </w:tr>
    </w:tbl>
    <w:p w:rsidR="008766A5" w:rsidRDefault="008766A5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Pr="00B72C6E" w:rsidRDefault="00B72C6E" w:rsidP="00B72C6E"/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0D04E6" w:rsidRPr="00B72C6E" w:rsidRDefault="000D04E6" w:rsidP="000D04E6">
      <w:pPr>
        <w:pStyle w:val="2"/>
        <w:widowControl/>
        <w:ind w:firstLine="709"/>
        <w:rPr>
          <w:rFonts w:ascii="Arial" w:hAnsi="Arial" w:cs="Arial"/>
          <w:color w:val="FFFFFF" w:themeColor="background1"/>
          <w:sz w:val="24"/>
          <w:szCs w:val="24"/>
        </w:rPr>
      </w:pPr>
      <w:r w:rsidRPr="00B72C6E">
        <w:rPr>
          <w:rFonts w:ascii="Arial" w:hAnsi="Arial" w:cs="Arial"/>
          <w:color w:val="FFFFFF" w:themeColor="background1"/>
          <w:sz w:val="24"/>
          <w:szCs w:val="24"/>
        </w:rPr>
        <w:t>Лист согласования</w:t>
      </w:r>
    </w:p>
    <w:p w:rsidR="000D04E6" w:rsidRDefault="000D04E6" w:rsidP="000D04E6">
      <w:pPr>
        <w:widowControl/>
        <w:ind w:firstLine="709"/>
        <w:jc w:val="center"/>
        <w:rPr>
          <w:rFonts w:ascii="Arial" w:hAnsi="Arial" w:cs="Arial"/>
          <w:b/>
          <w:bCs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6C6065" w:rsidRDefault="006C6065" w:rsidP="006C6065">
      <w:pPr>
        <w:rPr>
          <w:rFonts w:ascii="Arial" w:hAnsi="Arial" w:cs="Arial"/>
          <w:b/>
        </w:rPr>
      </w:pPr>
    </w:p>
    <w:p w:rsidR="006C6065" w:rsidRPr="00C2636C" w:rsidRDefault="006C6065" w:rsidP="009D0BE9">
      <w:pPr>
        <w:rPr>
          <w:rFonts w:ascii="Arial" w:hAnsi="Arial" w:cs="Arial"/>
        </w:rPr>
      </w:pPr>
    </w:p>
    <w:sectPr w:rsidR="006C6065" w:rsidRPr="00C2636C" w:rsidSect="009D6B46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 w15:restartNumberingAfterBreak="0">
    <w:nsid w:val="2FA92B3C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CB911AA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3687B"/>
    <w:rsid w:val="00036AD0"/>
    <w:rsid w:val="0005484A"/>
    <w:rsid w:val="000703EB"/>
    <w:rsid w:val="00077780"/>
    <w:rsid w:val="00077FFE"/>
    <w:rsid w:val="0008629D"/>
    <w:rsid w:val="000C2D41"/>
    <w:rsid w:val="000D04E6"/>
    <w:rsid w:val="000E5877"/>
    <w:rsid w:val="000F5217"/>
    <w:rsid w:val="00106872"/>
    <w:rsid w:val="00111EFA"/>
    <w:rsid w:val="00122361"/>
    <w:rsid w:val="00123B89"/>
    <w:rsid w:val="00136B43"/>
    <w:rsid w:val="00137E81"/>
    <w:rsid w:val="00142555"/>
    <w:rsid w:val="00156E9A"/>
    <w:rsid w:val="00164114"/>
    <w:rsid w:val="001A695B"/>
    <w:rsid w:val="001B42CB"/>
    <w:rsid w:val="001B5567"/>
    <w:rsid w:val="001C72F4"/>
    <w:rsid w:val="001D1E67"/>
    <w:rsid w:val="001E0584"/>
    <w:rsid w:val="001E4969"/>
    <w:rsid w:val="001E6AE5"/>
    <w:rsid w:val="001E6CEB"/>
    <w:rsid w:val="001F5556"/>
    <w:rsid w:val="001F60DE"/>
    <w:rsid w:val="00200A7B"/>
    <w:rsid w:val="0020596E"/>
    <w:rsid w:val="002077C0"/>
    <w:rsid w:val="0021001F"/>
    <w:rsid w:val="00212FA3"/>
    <w:rsid w:val="00227241"/>
    <w:rsid w:val="0023411B"/>
    <w:rsid w:val="00255566"/>
    <w:rsid w:val="00257154"/>
    <w:rsid w:val="00276D8B"/>
    <w:rsid w:val="0029611A"/>
    <w:rsid w:val="002A36C9"/>
    <w:rsid w:val="002A3A68"/>
    <w:rsid w:val="002A5409"/>
    <w:rsid w:val="002A6A4A"/>
    <w:rsid w:val="002B14EE"/>
    <w:rsid w:val="002B1983"/>
    <w:rsid w:val="002B6CAD"/>
    <w:rsid w:val="002C1973"/>
    <w:rsid w:val="002C5168"/>
    <w:rsid w:val="002C79AD"/>
    <w:rsid w:val="002D56ED"/>
    <w:rsid w:val="002E0EBB"/>
    <w:rsid w:val="002E368A"/>
    <w:rsid w:val="002E3824"/>
    <w:rsid w:val="002E67CF"/>
    <w:rsid w:val="002F0A40"/>
    <w:rsid w:val="00316B0F"/>
    <w:rsid w:val="0032566C"/>
    <w:rsid w:val="00331EBD"/>
    <w:rsid w:val="00336D7B"/>
    <w:rsid w:val="003413C4"/>
    <w:rsid w:val="00347989"/>
    <w:rsid w:val="00350E06"/>
    <w:rsid w:val="00357FF7"/>
    <w:rsid w:val="00360C5C"/>
    <w:rsid w:val="00360F8E"/>
    <w:rsid w:val="00365E13"/>
    <w:rsid w:val="00373FEB"/>
    <w:rsid w:val="0037493A"/>
    <w:rsid w:val="00375752"/>
    <w:rsid w:val="00375B59"/>
    <w:rsid w:val="00385D94"/>
    <w:rsid w:val="003932DD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3A3E"/>
    <w:rsid w:val="00406AA2"/>
    <w:rsid w:val="00415951"/>
    <w:rsid w:val="00422030"/>
    <w:rsid w:val="00422B06"/>
    <w:rsid w:val="004245B1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3277"/>
    <w:rsid w:val="00467843"/>
    <w:rsid w:val="00481A79"/>
    <w:rsid w:val="00484300"/>
    <w:rsid w:val="0048451D"/>
    <w:rsid w:val="00491D09"/>
    <w:rsid w:val="004A0296"/>
    <w:rsid w:val="004A39B9"/>
    <w:rsid w:val="004B0295"/>
    <w:rsid w:val="004D2F77"/>
    <w:rsid w:val="004D31E6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30BB3"/>
    <w:rsid w:val="00545EF8"/>
    <w:rsid w:val="00547971"/>
    <w:rsid w:val="00551E7A"/>
    <w:rsid w:val="00551E90"/>
    <w:rsid w:val="0055310D"/>
    <w:rsid w:val="0055454E"/>
    <w:rsid w:val="0055462D"/>
    <w:rsid w:val="00554855"/>
    <w:rsid w:val="00556BE7"/>
    <w:rsid w:val="00562A61"/>
    <w:rsid w:val="0056311C"/>
    <w:rsid w:val="00565ED1"/>
    <w:rsid w:val="00585F46"/>
    <w:rsid w:val="00587555"/>
    <w:rsid w:val="005901B4"/>
    <w:rsid w:val="00592484"/>
    <w:rsid w:val="005A0C3E"/>
    <w:rsid w:val="005A212B"/>
    <w:rsid w:val="005A5A21"/>
    <w:rsid w:val="005B083A"/>
    <w:rsid w:val="005B2388"/>
    <w:rsid w:val="005B2D90"/>
    <w:rsid w:val="005B4ED3"/>
    <w:rsid w:val="005C6BBB"/>
    <w:rsid w:val="005C7589"/>
    <w:rsid w:val="005D0632"/>
    <w:rsid w:val="005D21ED"/>
    <w:rsid w:val="005E179E"/>
    <w:rsid w:val="005E210D"/>
    <w:rsid w:val="005E3444"/>
    <w:rsid w:val="005F271E"/>
    <w:rsid w:val="005F648A"/>
    <w:rsid w:val="00602014"/>
    <w:rsid w:val="00607FF0"/>
    <w:rsid w:val="00620CEE"/>
    <w:rsid w:val="0062273B"/>
    <w:rsid w:val="00623962"/>
    <w:rsid w:val="00625490"/>
    <w:rsid w:val="00626A5B"/>
    <w:rsid w:val="00630B68"/>
    <w:rsid w:val="0063673A"/>
    <w:rsid w:val="00661898"/>
    <w:rsid w:val="0066638E"/>
    <w:rsid w:val="0066785E"/>
    <w:rsid w:val="006A14B8"/>
    <w:rsid w:val="006C35C3"/>
    <w:rsid w:val="006C4213"/>
    <w:rsid w:val="006C6065"/>
    <w:rsid w:val="006E77F6"/>
    <w:rsid w:val="006F4575"/>
    <w:rsid w:val="006F7C08"/>
    <w:rsid w:val="00702142"/>
    <w:rsid w:val="007121A6"/>
    <w:rsid w:val="007174AA"/>
    <w:rsid w:val="0072391A"/>
    <w:rsid w:val="00725351"/>
    <w:rsid w:val="00725D90"/>
    <w:rsid w:val="0073149F"/>
    <w:rsid w:val="00735142"/>
    <w:rsid w:val="00741FDE"/>
    <w:rsid w:val="00745D32"/>
    <w:rsid w:val="00753F25"/>
    <w:rsid w:val="00760DAA"/>
    <w:rsid w:val="00764F91"/>
    <w:rsid w:val="00765ABB"/>
    <w:rsid w:val="0078272B"/>
    <w:rsid w:val="00784417"/>
    <w:rsid w:val="0078533A"/>
    <w:rsid w:val="00796D72"/>
    <w:rsid w:val="007B163E"/>
    <w:rsid w:val="007B1ABF"/>
    <w:rsid w:val="007B261A"/>
    <w:rsid w:val="007B665B"/>
    <w:rsid w:val="007B6B7F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4FF6"/>
    <w:rsid w:val="00830673"/>
    <w:rsid w:val="008321CE"/>
    <w:rsid w:val="00833782"/>
    <w:rsid w:val="008433CD"/>
    <w:rsid w:val="00850901"/>
    <w:rsid w:val="00855704"/>
    <w:rsid w:val="008578FB"/>
    <w:rsid w:val="008656B8"/>
    <w:rsid w:val="008665D8"/>
    <w:rsid w:val="008667F8"/>
    <w:rsid w:val="008766A5"/>
    <w:rsid w:val="0088154B"/>
    <w:rsid w:val="00882126"/>
    <w:rsid w:val="00882655"/>
    <w:rsid w:val="0088288D"/>
    <w:rsid w:val="008846A8"/>
    <w:rsid w:val="00885073"/>
    <w:rsid w:val="008924DA"/>
    <w:rsid w:val="00894B7D"/>
    <w:rsid w:val="008B0D55"/>
    <w:rsid w:val="008B36F6"/>
    <w:rsid w:val="008B3ACC"/>
    <w:rsid w:val="008B50D6"/>
    <w:rsid w:val="008D013D"/>
    <w:rsid w:val="008D16FE"/>
    <w:rsid w:val="008D610D"/>
    <w:rsid w:val="008E0781"/>
    <w:rsid w:val="008E16AF"/>
    <w:rsid w:val="008E6B10"/>
    <w:rsid w:val="008F68F9"/>
    <w:rsid w:val="008F7256"/>
    <w:rsid w:val="0090096D"/>
    <w:rsid w:val="0091626E"/>
    <w:rsid w:val="00921B3F"/>
    <w:rsid w:val="009306C2"/>
    <w:rsid w:val="009312B3"/>
    <w:rsid w:val="00943DAC"/>
    <w:rsid w:val="00957E97"/>
    <w:rsid w:val="009639DC"/>
    <w:rsid w:val="009673DC"/>
    <w:rsid w:val="009674B6"/>
    <w:rsid w:val="0097449D"/>
    <w:rsid w:val="0098109B"/>
    <w:rsid w:val="009905B7"/>
    <w:rsid w:val="00992BA7"/>
    <w:rsid w:val="009A12BD"/>
    <w:rsid w:val="009B03DA"/>
    <w:rsid w:val="009B68AF"/>
    <w:rsid w:val="009B78E9"/>
    <w:rsid w:val="009C54E6"/>
    <w:rsid w:val="009C674C"/>
    <w:rsid w:val="009C6CDB"/>
    <w:rsid w:val="009D0BE9"/>
    <w:rsid w:val="009D5D4C"/>
    <w:rsid w:val="009D6B46"/>
    <w:rsid w:val="009D7C5C"/>
    <w:rsid w:val="00A05C59"/>
    <w:rsid w:val="00A10738"/>
    <w:rsid w:val="00A10E5F"/>
    <w:rsid w:val="00A1752D"/>
    <w:rsid w:val="00A20E14"/>
    <w:rsid w:val="00A21995"/>
    <w:rsid w:val="00A21E56"/>
    <w:rsid w:val="00A24BB5"/>
    <w:rsid w:val="00A27597"/>
    <w:rsid w:val="00A30B4E"/>
    <w:rsid w:val="00A36020"/>
    <w:rsid w:val="00A364A0"/>
    <w:rsid w:val="00A409E9"/>
    <w:rsid w:val="00A4173F"/>
    <w:rsid w:val="00A468BF"/>
    <w:rsid w:val="00A55867"/>
    <w:rsid w:val="00A65B0B"/>
    <w:rsid w:val="00A800F8"/>
    <w:rsid w:val="00A87E58"/>
    <w:rsid w:val="00A90689"/>
    <w:rsid w:val="00A93358"/>
    <w:rsid w:val="00A95AAA"/>
    <w:rsid w:val="00AA0897"/>
    <w:rsid w:val="00AA39EE"/>
    <w:rsid w:val="00AB0A62"/>
    <w:rsid w:val="00AB408A"/>
    <w:rsid w:val="00AC0B42"/>
    <w:rsid w:val="00AC2355"/>
    <w:rsid w:val="00AC44E6"/>
    <w:rsid w:val="00AE32E7"/>
    <w:rsid w:val="00AE6141"/>
    <w:rsid w:val="00AF08AA"/>
    <w:rsid w:val="00AF6F9A"/>
    <w:rsid w:val="00B01D35"/>
    <w:rsid w:val="00B025B5"/>
    <w:rsid w:val="00B25A01"/>
    <w:rsid w:val="00B354BD"/>
    <w:rsid w:val="00B36CB7"/>
    <w:rsid w:val="00B40000"/>
    <w:rsid w:val="00B430F9"/>
    <w:rsid w:val="00B533C0"/>
    <w:rsid w:val="00B55BE9"/>
    <w:rsid w:val="00B562E1"/>
    <w:rsid w:val="00B72111"/>
    <w:rsid w:val="00B72C6E"/>
    <w:rsid w:val="00B75119"/>
    <w:rsid w:val="00B77BA3"/>
    <w:rsid w:val="00B84D44"/>
    <w:rsid w:val="00B867EF"/>
    <w:rsid w:val="00B924E7"/>
    <w:rsid w:val="00BA23FA"/>
    <w:rsid w:val="00BB43D0"/>
    <w:rsid w:val="00BB6488"/>
    <w:rsid w:val="00BB68A2"/>
    <w:rsid w:val="00BC3974"/>
    <w:rsid w:val="00BC40C4"/>
    <w:rsid w:val="00BC41B3"/>
    <w:rsid w:val="00BD4094"/>
    <w:rsid w:val="00BD7127"/>
    <w:rsid w:val="00BE1301"/>
    <w:rsid w:val="00BE2509"/>
    <w:rsid w:val="00BE6105"/>
    <w:rsid w:val="00BE6F45"/>
    <w:rsid w:val="00BF15EF"/>
    <w:rsid w:val="00BF1C87"/>
    <w:rsid w:val="00BF3D03"/>
    <w:rsid w:val="00C0292F"/>
    <w:rsid w:val="00C14BE8"/>
    <w:rsid w:val="00C245CE"/>
    <w:rsid w:val="00C2636C"/>
    <w:rsid w:val="00C454A2"/>
    <w:rsid w:val="00C45570"/>
    <w:rsid w:val="00C50B69"/>
    <w:rsid w:val="00C50D87"/>
    <w:rsid w:val="00C54CF6"/>
    <w:rsid w:val="00C6233F"/>
    <w:rsid w:val="00C635B4"/>
    <w:rsid w:val="00C64A57"/>
    <w:rsid w:val="00C76950"/>
    <w:rsid w:val="00C9410D"/>
    <w:rsid w:val="00CB2266"/>
    <w:rsid w:val="00CB496F"/>
    <w:rsid w:val="00CC7491"/>
    <w:rsid w:val="00CC79E4"/>
    <w:rsid w:val="00CD2627"/>
    <w:rsid w:val="00CD2F2E"/>
    <w:rsid w:val="00D11BAA"/>
    <w:rsid w:val="00D151B7"/>
    <w:rsid w:val="00D2023E"/>
    <w:rsid w:val="00D212A6"/>
    <w:rsid w:val="00D24580"/>
    <w:rsid w:val="00D31963"/>
    <w:rsid w:val="00D33C4E"/>
    <w:rsid w:val="00D360EC"/>
    <w:rsid w:val="00D36C72"/>
    <w:rsid w:val="00D43589"/>
    <w:rsid w:val="00D52F88"/>
    <w:rsid w:val="00D57EA0"/>
    <w:rsid w:val="00D63A65"/>
    <w:rsid w:val="00D813BD"/>
    <w:rsid w:val="00D82549"/>
    <w:rsid w:val="00D8754E"/>
    <w:rsid w:val="00D8790E"/>
    <w:rsid w:val="00D9163C"/>
    <w:rsid w:val="00D92B0A"/>
    <w:rsid w:val="00D94144"/>
    <w:rsid w:val="00DA44C2"/>
    <w:rsid w:val="00DC466B"/>
    <w:rsid w:val="00DD43F2"/>
    <w:rsid w:val="00DD4D7B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53D3"/>
    <w:rsid w:val="00E25E28"/>
    <w:rsid w:val="00E277A1"/>
    <w:rsid w:val="00E306BB"/>
    <w:rsid w:val="00E42EBD"/>
    <w:rsid w:val="00E44275"/>
    <w:rsid w:val="00E5099E"/>
    <w:rsid w:val="00E51384"/>
    <w:rsid w:val="00E52903"/>
    <w:rsid w:val="00E81B43"/>
    <w:rsid w:val="00E82C4B"/>
    <w:rsid w:val="00E82E22"/>
    <w:rsid w:val="00E83EFB"/>
    <w:rsid w:val="00EA5B86"/>
    <w:rsid w:val="00EA6B04"/>
    <w:rsid w:val="00EB39AB"/>
    <w:rsid w:val="00EB5704"/>
    <w:rsid w:val="00EC5BBA"/>
    <w:rsid w:val="00ED2C77"/>
    <w:rsid w:val="00ED3F6B"/>
    <w:rsid w:val="00EE40F6"/>
    <w:rsid w:val="00EE4EBF"/>
    <w:rsid w:val="00EE693D"/>
    <w:rsid w:val="00EE6E12"/>
    <w:rsid w:val="00EF0FE0"/>
    <w:rsid w:val="00EF4B32"/>
    <w:rsid w:val="00EF4EA7"/>
    <w:rsid w:val="00EF596F"/>
    <w:rsid w:val="00F00126"/>
    <w:rsid w:val="00F01487"/>
    <w:rsid w:val="00F0387E"/>
    <w:rsid w:val="00F276F7"/>
    <w:rsid w:val="00F453DE"/>
    <w:rsid w:val="00F45E2E"/>
    <w:rsid w:val="00F51FB7"/>
    <w:rsid w:val="00F56499"/>
    <w:rsid w:val="00F63F3F"/>
    <w:rsid w:val="00F65A63"/>
    <w:rsid w:val="00F72FA7"/>
    <w:rsid w:val="00F749AF"/>
    <w:rsid w:val="00F76F47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0A7DDBC-F8FE-448A-A9A7-B50B7252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ac">
    <w:name w:val="Основной текст + Полужирный"/>
    <w:basedOn w:val="a0"/>
    <w:rsid w:val="000D04E6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0">
    <w:name w:val="Заголовок 2 Знак"/>
    <w:basedOn w:val="a0"/>
    <w:link w:val="2"/>
    <w:rsid w:val="000D04E6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rsid w:val="006C6065"/>
    <w:rPr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rsid w:val="006C6065"/>
    <w:rPr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BB648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B6488"/>
    <w:pPr>
      <w:widowControl/>
      <w:shd w:val="clear" w:color="auto" w:fill="FFFFFF"/>
      <w:autoSpaceDE/>
      <w:autoSpaceDN/>
      <w:adjustRightInd/>
      <w:spacing w:after="60" w:line="0" w:lineRule="atLeast"/>
      <w:ind w:hanging="500"/>
    </w:pPr>
    <w:rPr>
      <w:rFonts w:ascii="Arial" w:eastAsia="Arial" w:hAnsi="Arial" w:cs="Arial"/>
      <w:sz w:val="22"/>
      <w:szCs w:val="22"/>
    </w:rPr>
  </w:style>
  <w:style w:type="character" w:customStyle="1" w:styleId="ad">
    <w:name w:val="Основной текст_"/>
    <w:basedOn w:val="a0"/>
    <w:link w:val="41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41">
    <w:name w:val="Основной текст4"/>
    <w:basedOn w:val="a"/>
    <w:link w:val="ad"/>
    <w:rsid w:val="00BB6488"/>
    <w:pPr>
      <w:widowControl/>
      <w:shd w:val="clear" w:color="auto" w:fill="FFFFFF"/>
      <w:autoSpaceDE/>
      <w:autoSpaceDN/>
      <w:adjustRightInd/>
      <w:spacing w:before="180" w:after="180" w:line="0" w:lineRule="atLeast"/>
      <w:ind w:hanging="500"/>
    </w:pPr>
    <w:rPr>
      <w:rFonts w:ascii="Arial" w:eastAsia="Arial" w:hAnsi="Arial" w:cs="Arial"/>
      <w:sz w:val="22"/>
      <w:szCs w:val="22"/>
    </w:rPr>
  </w:style>
  <w:style w:type="paragraph" w:customStyle="1" w:styleId="ConsPlusNormal">
    <w:name w:val="ConsPlusNormal"/>
    <w:rsid w:val="00C9410D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C6D332C97035747EBDF2662EF1F1271546B0DFCD5F559D63CB07875BFDAD17108A49AE9353860647D7286B7B0B07BE2411D465992AE05Fi3P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4C6D332C97035747EBDF2662EF1F1271546B0D5CA50559D63CB07875BFDAD17108A49AE9353800241D7286B7B0B07BE2411D465992AE05Fi3P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B7EF2-D357-4A36-9468-1CAE343B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13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>СОВЕТ     ДЕПУТАТОВ</vt:lpstr>
      <vt:lpstr>        ОРЕХОВО-ЗУЕВСКОГО ГОРОДСКОГО   ОКРУГА</vt:lpstr>
      <vt:lpstr>        МОСКОВСКОЙ   ОБЛАСТИ</vt:lpstr>
      <vt:lpstr>    Р Е Ш Е Н И Е</vt:lpstr>
      <vt:lpstr>Приложение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Лист согласования</vt:lpstr>
      <vt:lpstr>АДМИНИСТРАЦИЯ</vt:lpstr>
      <vt:lpstr>        ОРЕХОВО-ЗУЕВСКОГО ГОРОДСКОГО ОКРУГА</vt:lpstr>
      <vt:lpstr>        МОСКОВСКОЙ   ОБЛАСТИ</vt:lpstr>
    </vt:vector>
  </TitlesOfParts>
  <Company>Администрация УИАиОР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Ирина Николаева</cp:lastModifiedBy>
  <cp:revision>11</cp:revision>
  <cp:lastPrinted>2019-11-22T10:36:00Z</cp:lastPrinted>
  <dcterms:created xsi:type="dcterms:W3CDTF">2019-11-22T10:29:00Z</dcterms:created>
  <dcterms:modified xsi:type="dcterms:W3CDTF">2019-11-29T06:04:00Z</dcterms:modified>
</cp:coreProperties>
</file>