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596" w:rsidRDefault="00B22596" w:rsidP="00B22596">
      <w:pPr>
        <w:ind w:firstLine="709"/>
        <w:jc w:val="center"/>
      </w:pPr>
      <w:r>
        <w:rPr>
          <w:rFonts w:ascii="Arial" w:eastAsia="Lucida Sans Unicode" w:hAnsi="Arial" w:cs="Arial"/>
          <w:noProof/>
        </w:rPr>
        <w:drawing>
          <wp:inline distT="0" distB="0" distL="0" distR="0" wp14:anchorId="476CF4CD" wp14:editId="39F83377">
            <wp:extent cx="54292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2596" w:rsidRPr="00FE5D8A" w:rsidRDefault="00B22596" w:rsidP="00B22596">
      <w:pPr>
        <w:pStyle w:val="1"/>
        <w:ind w:firstLine="709"/>
        <w:rPr>
          <w:sz w:val="16"/>
          <w:szCs w:val="16"/>
        </w:rPr>
      </w:pPr>
    </w:p>
    <w:p w:rsidR="00B22596" w:rsidRPr="002D56ED" w:rsidRDefault="00B22596" w:rsidP="00B22596">
      <w:pPr>
        <w:pStyle w:val="1"/>
        <w:ind w:firstLine="709"/>
        <w:rPr>
          <w:rFonts w:ascii="Arial" w:hAnsi="Arial" w:cs="Arial"/>
          <w:sz w:val="32"/>
          <w:szCs w:val="32"/>
        </w:rPr>
      </w:pPr>
      <w:r w:rsidRPr="002D56ED">
        <w:rPr>
          <w:rFonts w:ascii="Arial" w:hAnsi="Arial" w:cs="Arial"/>
          <w:sz w:val="32"/>
          <w:szCs w:val="32"/>
        </w:rPr>
        <w:t>СОВЕТ     ДЕПУТАТОВ</w:t>
      </w:r>
    </w:p>
    <w:p w:rsidR="00B22596" w:rsidRPr="002D56ED" w:rsidRDefault="00B22596" w:rsidP="00B22596">
      <w:pPr>
        <w:pStyle w:val="3"/>
        <w:ind w:firstLine="709"/>
        <w:rPr>
          <w:rFonts w:ascii="Arial" w:hAnsi="Arial" w:cs="Arial"/>
          <w:sz w:val="32"/>
          <w:szCs w:val="32"/>
        </w:rPr>
      </w:pPr>
      <w:r w:rsidRPr="002D56ED">
        <w:rPr>
          <w:rFonts w:ascii="Arial" w:hAnsi="Arial" w:cs="Arial"/>
          <w:sz w:val="32"/>
          <w:szCs w:val="32"/>
        </w:rPr>
        <w:t>ОРЕХОВО-ЗУЕВ</w:t>
      </w:r>
      <w:r>
        <w:rPr>
          <w:rFonts w:ascii="Arial" w:hAnsi="Arial" w:cs="Arial"/>
          <w:sz w:val="32"/>
          <w:szCs w:val="32"/>
        </w:rPr>
        <w:t xml:space="preserve">СКОГО </w:t>
      </w:r>
      <w:r w:rsidRPr="002D56ED">
        <w:rPr>
          <w:rFonts w:ascii="Arial" w:hAnsi="Arial" w:cs="Arial"/>
          <w:sz w:val="32"/>
          <w:szCs w:val="32"/>
        </w:rPr>
        <w:t>ГОРОДСКОГО   ОКРУГА</w:t>
      </w:r>
    </w:p>
    <w:p w:rsidR="00B22596" w:rsidRPr="002D56ED" w:rsidRDefault="00B22596" w:rsidP="00B22596">
      <w:pPr>
        <w:pStyle w:val="3"/>
        <w:ind w:firstLine="709"/>
        <w:rPr>
          <w:rFonts w:ascii="Arial" w:hAnsi="Arial" w:cs="Arial"/>
          <w:sz w:val="32"/>
          <w:szCs w:val="32"/>
        </w:rPr>
      </w:pPr>
      <w:r w:rsidRPr="002D56ED">
        <w:rPr>
          <w:rFonts w:ascii="Arial" w:hAnsi="Arial" w:cs="Arial"/>
          <w:sz w:val="32"/>
          <w:szCs w:val="32"/>
        </w:rPr>
        <w:t>МОСКОВСКОЙ   ОБЛАСТИ</w:t>
      </w:r>
    </w:p>
    <w:p w:rsidR="00B22596" w:rsidRPr="00FE5D8A" w:rsidRDefault="00B22596" w:rsidP="00B22596">
      <w:pPr>
        <w:ind w:firstLine="709"/>
        <w:jc w:val="center"/>
        <w:rPr>
          <w:rFonts w:ascii="Arial" w:hAnsi="Arial" w:cs="Arial"/>
          <w:sz w:val="16"/>
          <w:szCs w:val="16"/>
        </w:rPr>
      </w:pPr>
    </w:p>
    <w:p w:rsidR="00B22596" w:rsidRPr="002D56ED" w:rsidRDefault="00B22596" w:rsidP="00B22596">
      <w:pPr>
        <w:pStyle w:val="2"/>
        <w:ind w:firstLine="709"/>
        <w:rPr>
          <w:rFonts w:ascii="Arial" w:hAnsi="Arial" w:cs="Arial"/>
        </w:rPr>
      </w:pPr>
      <w:r w:rsidRPr="002D56ED">
        <w:rPr>
          <w:rFonts w:ascii="Arial" w:hAnsi="Arial" w:cs="Arial"/>
        </w:rPr>
        <w:t>Р Е Ш Е Н И Е</w:t>
      </w:r>
    </w:p>
    <w:p w:rsidR="00B22596" w:rsidRPr="00FE5D8A" w:rsidRDefault="00B22596" w:rsidP="00B22596">
      <w:pPr>
        <w:ind w:firstLine="709"/>
        <w:jc w:val="center"/>
        <w:rPr>
          <w:sz w:val="16"/>
          <w:szCs w:val="16"/>
        </w:rPr>
      </w:pPr>
    </w:p>
    <w:p w:rsidR="00B22596" w:rsidRDefault="00F54368" w:rsidP="00B22596">
      <w:pPr>
        <w:ind w:firstLine="709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от 28.11.2019   № 82</w:t>
      </w:r>
      <w:r w:rsidRPr="00F54368">
        <w:rPr>
          <w:rFonts w:ascii="Arial" w:hAnsi="Arial" w:cs="Arial"/>
          <w:b/>
          <w:bCs/>
          <w:sz w:val="28"/>
        </w:rPr>
        <w:t>/6</w:t>
      </w:r>
    </w:p>
    <w:p w:rsidR="00F54368" w:rsidRPr="00FE5D8A" w:rsidRDefault="00F54368" w:rsidP="00B22596">
      <w:pPr>
        <w:ind w:firstLine="709"/>
        <w:jc w:val="center"/>
        <w:rPr>
          <w:b/>
          <w:bCs/>
          <w:sz w:val="16"/>
          <w:szCs w:val="16"/>
        </w:rPr>
      </w:pPr>
    </w:p>
    <w:p w:rsidR="00B22596" w:rsidRPr="002077C0" w:rsidRDefault="00B22596" w:rsidP="00B22596">
      <w:pPr>
        <w:ind w:firstLine="709"/>
        <w:jc w:val="center"/>
        <w:rPr>
          <w:b/>
          <w:bCs/>
          <w:sz w:val="28"/>
        </w:rPr>
      </w:pPr>
      <w:r w:rsidRPr="002D56ED">
        <w:rPr>
          <w:rFonts w:ascii="Arial" w:hAnsi="Arial" w:cs="Arial"/>
          <w:b/>
          <w:bCs/>
          <w:sz w:val="28"/>
        </w:rPr>
        <w:t>г.</w:t>
      </w:r>
      <w:r>
        <w:rPr>
          <w:b/>
          <w:bCs/>
          <w:sz w:val="28"/>
        </w:rPr>
        <w:t xml:space="preserve"> </w:t>
      </w:r>
      <w:r w:rsidRPr="002D56ED">
        <w:rPr>
          <w:rFonts w:ascii="Arial" w:hAnsi="Arial" w:cs="Arial"/>
          <w:b/>
          <w:bCs/>
          <w:sz w:val="28"/>
        </w:rPr>
        <w:t>Орехово-Зуево</w:t>
      </w:r>
    </w:p>
    <w:p w:rsidR="00562A61" w:rsidRPr="00C635B4" w:rsidRDefault="00562A61" w:rsidP="00336D7B">
      <w:pPr>
        <w:widowControl/>
        <w:ind w:firstLine="709"/>
        <w:rPr>
          <w:rFonts w:ascii="Arial" w:hAnsi="Arial" w:cs="Arial"/>
        </w:rPr>
      </w:pPr>
    </w:p>
    <w:p w:rsidR="00585518" w:rsidRDefault="001B5567" w:rsidP="00336D7B">
      <w:pPr>
        <w:widowControl/>
        <w:ind w:firstLine="709"/>
        <w:jc w:val="center"/>
        <w:rPr>
          <w:rFonts w:ascii="Arial" w:hAnsi="Arial" w:cs="Arial"/>
          <w:b/>
        </w:rPr>
      </w:pPr>
      <w:r w:rsidRPr="00585518">
        <w:rPr>
          <w:rFonts w:ascii="Arial" w:hAnsi="Arial" w:cs="Arial"/>
          <w:b/>
        </w:rPr>
        <w:t xml:space="preserve">Об утверждении условий приватизации муниципального имущества, расположенного по адресу: </w:t>
      </w:r>
      <w:r w:rsidR="00585518" w:rsidRPr="00585518">
        <w:rPr>
          <w:rFonts w:ascii="Arial" w:hAnsi="Arial" w:cs="Arial"/>
          <w:b/>
        </w:rPr>
        <w:t xml:space="preserve">Московская область, Орехово-Зуевский район, </w:t>
      </w:r>
    </w:p>
    <w:p w:rsidR="00123B89" w:rsidRPr="00585518" w:rsidRDefault="00585518" w:rsidP="00336D7B">
      <w:pPr>
        <w:widowControl/>
        <w:ind w:firstLine="709"/>
        <w:jc w:val="center"/>
        <w:rPr>
          <w:rFonts w:ascii="Arial" w:hAnsi="Arial" w:cs="Arial"/>
          <w:b/>
        </w:rPr>
      </w:pPr>
      <w:r w:rsidRPr="00585518">
        <w:rPr>
          <w:rFonts w:ascii="Arial" w:hAnsi="Arial" w:cs="Arial"/>
          <w:b/>
        </w:rPr>
        <w:t>г. Ликино-Дулево, ул. Мира</w:t>
      </w:r>
      <w:r w:rsidR="001B5567" w:rsidRPr="00585518">
        <w:rPr>
          <w:rFonts w:ascii="Arial" w:hAnsi="Arial" w:cs="Arial"/>
          <w:b/>
        </w:rPr>
        <w:t xml:space="preserve">, площадью </w:t>
      </w:r>
      <w:r w:rsidRPr="00585518">
        <w:rPr>
          <w:rFonts w:ascii="Arial" w:hAnsi="Arial" w:cs="Arial"/>
          <w:b/>
        </w:rPr>
        <w:t>4 774,8</w:t>
      </w:r>
      <w:r w:rsidR="001B5567" w:rsidRPr="00585518">
        <w:rPr>
          <w:rFonts w:ascii="Arial" w:hAnsi="Arial" w:cs="Arial"/>
          <w:b/>
        </w:rPr>
        <w:t xml:space="preserve"> кв. м с земельным участком,  площадью </w:t>
      </w:r>
      <w:r w:rsidRPr="00585518">
        <w:rPr>
          <w:rFonts w:ascii="Arial" w:hAnsi="Arial" w:cs="Arial"/>
          <w:b/>
        </w:rPr>
        <w:t>23 002,00</w:t>
      </w:r>
      <w:r w:rsidR="001B5567" w:rsidRPr="00585518">
        <w:rPr>
          <w:rFonts w:ascii="Arial" w:hAnsi="Arial" w:cs="Arial"/>
          <w:b/>
        </w:rPr>
        <w:t xml:space="preserve"> кв. м</w:t>
      </w:r>
    </w:p>
    <w:p w:rsidR="00E14EA8" w:rsidRDefault="00E14EA8" w:rsidP="00336D7B">
      <w:pPr>
        <w:widowControl/>
        <w:ind w:firstLine="709"/>
        <w:jc w:val="center"/>
        <w:rPr>
          <w:rFonts w:ascii="Arial" w:hAnsi="Arial" w:cs="Arial"/>
          <w:b/>
        </w:rPr>
      </w:pPr>
    </w:p>
    <w:p w:rsidR="00E14EA8" w:rsidRPr="00744FD0" w:rsidRDefault="00E14EA8" w:rsidP="00336D7B">
      <w:pPr>
        <w:widowControl/>
        <w:ind w:firstLine="709"/>
        <w:jc w:val="center"/>
        <w:rPr>
          <w:rFonts w:ascii="Arial" w:hAnsi="Arial" w:cs="Arial"/>
        </w:rPr>
      </w:pPr>
    </w:p>
    <w:p w:rsidR="000F5CC3" w:rsidRPr="00B22596" w:rsidRDefault="000F5CC3" w:rsidP="000F5CC3">
      <w:pPr>
        <w:ind w:right="-83" w:firstLine="709"/>
        <w:jc w:val="both"/>
        <w:rPr>
          <w:rFonts w:ascii="Arial" w:hAnsi="Arial" w:cs="Arial"/>
          <w:b/>
        </w:rPr>
      </w:pPr>
      <w:r w:rsidRPr="00744FD0">
        <w:rPr>
          <w:rFonts w:ascii="Arial" w:hAnsi="Arial" w:cs="Arial"/>
        </w:rPr>
        <w:t>Во исполнение прогнозного плана (Программы) приватизации муниципального имущества Орехово-Зуевского городского округа Московской области на 2019 год</w:t>
      </w:r>
      <w:r>
        <w:rPr>
          <w:rFonts w:ascii="Arial" w:hAnsi="Arial" w:cs="Arial"/>
        </w:rPr>
        <w:t>,</w:t>
      </w:r>
      <w:r w:rsidRPr="00E4573C">
        <w:rPr>
          <w:rFonts w:ascii="Arial" w:hAnsi="Arial" w:cs="Arial"/>
        </w:rPr>
        <w:t xml:space="preserve"> утвержденного </w:t>
      </w:r>
      <w:r>
        <w:rPr>
          <w:rFonts w:ascii="Arial" w:hAnsi="Arial" w:cs="Arial"/>
        </w:rPr>
        <w:t>Р</w:t>
      </w:r>
      <w:r w:rsidRPr="00E4573C">
        <w:rPr>
          <w:rFonts w:ascii="Arial" w:hAnsi="Arial" w:cs="Arial"/>
        </w:rPr>
        <w:t xml:space="preserve">ешением Совета </w:t>
      </w:r>
      <w:r w:rsidRPr="00B22596">
        <w:rPr>
          <w:rFonts w:ascii="Arial" w:hAnsi="Arial" w:cs="Arial"/>
        </w:rPr>
        <w:t xml:space="preserve">депутатов </w:t>
      </w:r>
      <w:r w:rsidRPr="00744FD0">
        <w:rPr>
          <w:rFonts w:ascii="Arial" w:hAnsi="Arial" w:cs="Arial"/>
        </w:rPr>
        <w:t>Орехово-Зуевского городского округа Московской области</w:t>
      </w:r>
      <w:r>
        <w:rPr>
          <w:rFonts w:ascii="Arial" w:hAnsi="Arial" w:cs="Arial"/>
        </w:rPr>
        <w:t xml:space="preserve"> </w:t>
      </w:r>
      <w:r w:rsidRPr="00B22596">
        <w:rPr>
          <w:rFonts w:ascii="Arial" w:hAnsi="Arial" w:cs="Arial"/>
        </w:rPr>
        <w:t>от 2</w:t>
      </w:r>
      <w:r>
        <w:rPr>
          <w:rFonts w:ascii="Arial" w:hAnsi="Arial" w:cs="Arial"/>
        </w:rPr>
        <w:t>8</w:t>
      </w:r>
      <w:r w:rsidRPr="00B22596">
        <w:rPr>
          <w:rFonts w:ascii="Arial" w:hAnsi="Arial" w:cs="Arial"/>
        </w:rPr>
        <w:t>.11.201</w:t>
      </w:r>
      <w:r>
        <w:rPr>
          <w:rFonts w:ascii="Arial" w:hAnsi="Arial" w:cs="Arial"/>
        </w:rPr>
        <w:t>9</w:t>
      </w:r>
      <w:r w:rsidRPr="00B22596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81</w:t>
      </w:r>
      <w:r w:rsidRPr="00B22596">
        <w:rPr>
          <w:rFonts w:ascii="Arial" w:hAnsi="Arial" w:cs="Arial"/>
        </w:rPr>
        <w:t>/</w:t>
      </w:r>
      <w:r>
        <w:rPr>
          <w:rFonts w:ascii="Arial" w:hAnsi="Arial" w:cs="Arial"/>
        </w:rPr>
        <w:t>6</w:t>
      </w:r>
      <w:r w:rsidRPr="00B22596">
        <w:rPr>
          <w:rFonts w:ascii="Arial" w:hAnsi="Arial" w:cs="Arial"/>
        </w:rPr>
        <w:t>, руководствуясь ст. 217 Гражданского кодекса Российской Федерации,</w:t>
      </w:r>
      <w:r w:rsidRPr="003B4389">
        <w:rPr>
          <w:rFonts w:ascii="Arial" w:hAnsi="Arial" w:cs="Arial"/>
        </w:rPr>
        <w:t xml:space="preserve"> Федеральными законами от 06.10.2003 №131-ФЗ «Об общих принципах организации местного самоуправления в Российской Федерации», от 21.12.2001 №178-ФЗ «О</w:t>
      </w:r>
      <w:r w:rsidRPr="005274C1">
        <w:rPr>
          <w:rFonts w:ascii="Arial" w:hAnsi="Arial" w:cs="Arial"/>
        </w:rPr>
        <w:t xml:space="preserve"> приватизации государственного и муниципального имущества», от 29.07.1998 №135-ФЗ «Об оценочной деятельности в Российской Федерации»,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</w:t>
      </w:r>
      <w:r>
        <w:rPr>
          <w:rFonts w:ascii="Arial" w:hAnsi="Arial" w:cs="Arial"/>
        </w:rPr>
        <w:t xml:space="preserve">оссийской </w:t>
      </w:r>
      <w:r w:rsidRPr="005274C1">
        <w:rPr>
          <w:rFonts w:ascii="Arial" w:hAnsi="Arial" w:cs="Arial"/>
        </w:rPr>
        <w:t>Ф</w:t>
      </w:r>
      <w:r>
        <w:rPr>
          <w:rFonts w:ascii="Arial" w:hAnsi="Arial" w:cs="Arial"/>
        </w:rPr>
        <w:t>едерации</w:t>
      </w:r>
      <w:r w:rsidRPr="005274C1">
        <w:rPr>
          <w:rFonts w:ascii="Arial" w:hAnsi="Arial" w:cs="Arial"/>
        </w:rPr>
        <w:t xml:space="preserve"> 27.08.2012 №860,</w:t>
      </w:r>
      <w:r>
        <w:rPr>
          <w:rFonts w:ascii="Arial" w:hAnsi="Arial" w:cs="Arial"/>
        </w:rPr>
        <w:t xml:space="preserve"> Решением </w:t>
      </w:r>
      <w:r w:rsidRPr="005E210D">
        <w:rPr>
          <w:rFonts w:ascii="Arial" w:hAnsi="Arial" w:cs="Arial"/>
        </w:rPr>
        <w:t>Совета депутатов Орехово-Зуевского городского округа Московской области от 16.09.2019 №25/1 «О правопреемстве»</w:t>
      </w:r>
      <w:r>
        <w:rPr>
          <w:rFonts w:ascii="Arial" w:hAnsi="Arial" w:cs="Arial"/>
        </w:rPr>
        <w:t>,</w:t>
      </w:r>
      <w:r w:rsidRPr="005274C1">
        <w:rPr>
          <w:rFonts w:ascii="Arial" w:hAnsi="Arial" w:cs="Arial"/>
        </w:rPr>
        <w:t xml:space="preserve"> в соответствии с Протоколом комиссии по приватизации объектов недвижимости №</w:t>
      </w:r>
      <w:r>
        <w:rPr>
          <w:rFonts w:ascii="Arial" w:hAnsi="Arial" w:cs="Arial"/>
        </w:rPr>
        <w:t>5 о</w:t>
      </w:r>
      <w:r w:rsidRPr="005274C1">
        <w:rPr>
          <w:rFonts w:ascii="Arial" w:hAnsi="Arial" w:cs="Arial"/>
        </w:rPr>
        <w:t>т</w:t>
      </w:r>
      <w:r>
        <w:rPr>
          <w:rFonts w:ascii="Arial" w:hAnsi="Arial" w:cs="Arial"/>
        </w:rPr>
        <w:t xml:space="preserve"> 18.10</w:t>
      </w:r>
      <w:r w:rsidRPr="00E277A1">
        <w:rPr>
          <w:rFonts w:ascii="Arial" w:hAnsi="Arial" w:cs="Arial"/>
        </w:rPr>
        <w:t>.201</w:t>
      </w:r>
      <w:r>
        <w:rPr>
          <w:rFonts w:ascii="Arial" w:hAnsi="Arial" w:cs="Arial"/>
        </w:rPr>
        <w:t>9</w:t>
      </w:r>
      <w:r w:rsidRPr="00E277A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B22596">
        <w:rPr>
          <w:rFonts w:ascii="Arial" w:hAnsi="Arial" w:cs="Arial"/>
          <w:b/>
        </w:rPr>
        <w:t>Совет депутатов Орехово-Зуевского городского округа Московской области</w:t>
      </w:r>
    </w:p>
    <w:p w:rsidR="000F5CC3" w:rsidRDefault="000F5CC3" w:rsidP="000F5CC3">
      <w:pPr>
        <w:ind w:right="-83"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</w:t>
      </w:r>
    </w:p>
    <w:p w:rsidR="000F5CC3" w:rsidRDefault="000F5CC3" w:rsidP="000F5CC3">
      <w:pPr>
        <w:ind w:right="-83" w:firstLine="70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РЕШИЛ</w:t>
      </w:r>
      <w:r w:rsidRPr="006E2EBE">
        <w:rPr>
          <w:rFonts w:ascii="Arial" w:hAnsi="Arial" w:cs="Arial"/>
          <w:b/>
        </w:rPr>
        <w:t>:</w:t>
      </w:r>
    </w:p>
    <w:p w:rsidR="000F5CC3" w:rsidRDefault="000F5CC3" w:rsidP="000F5CC3">
      <w:pPr>
        <w:ind w:right="-83" w:firstLine="709"/>
        <w:jc w:val="both"/>
        <w:rPr>
          <w:rFonts w:ascii="Arial" w:hAnsi="Arial" w:cs="Arial"/>
          <w:b/>
        </w:rPr>
      </w:pPr>
      <w:r w:rsidRPr="006E2EBE">
        <w:rPr>
          <w:rFonts w:ascii="Arial" w:hAnsi="Arial" w:cs="Arial"/>
          <w:b/>
        </w:rPr>
        <w:tab/>
      </w:r>
    </w:p>
    <w:p w:rsidR="000F5CC3" w:rsidRPr="00336D7B" w:rsidRDefault="000F5CC3" w:rsidP="000F5CC3">
      <w:pPr>
        <w:ind w:right="-83"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1. Утвердить условия приватизации по объектам недвижимого имущества:</w:t>
      </w:r>
    </w:p>
    <w:p w:rsidR="000F5CC3" w:rsidRDefault="000F5CC3" w:rsidP="000F5CC3">
      <w:pPr>
        <w:ind w:firstLine="709"/>
        <w:jc w:val="both"/>
        <w:rPr>
          <w:rFonts w:ascii="Arial" w:hAnsi="Arial" w:cs="Arial"/>
        </w:rPr>
      </w:pPr>
      <w:r w:rsidRPr="00B22596">
        <w:rPr>
          <w:rFonts w:ascii="Arial" w:hAnsi="Arial" w:cs="Arial"/>
        </w:rPr>
        <w:t>- нежилое здание, наименование: основное строение, кадастровый №50:24:0030403:99, общая площадь 4 77</w:t>
      </w:r>
      <w:r>
        <w:rPr>
          <w:rFonts w:ascii="Arial" w:hAnsi="Arial" w:cs="Arial"/>
        </w:rPr>
        <w:t>4,8 кв. м</w:t>
      </w:r>
      <w:r w:rsidRPr="00B22596">
        <w:rPr>
          <w:rFonts w:ascii="Arial" w:hAnsi="Arial" w:cs="Arial"/>
        </w:rPr>
        <w:t xml:space="preserve"> с земельным участком, категория земель: земли населенных пунктов, вид разрешенного использования: для использования по назначению общественно-деловых целей, общей площадью 23 002,00 кв. м, кадастровый номер 50:24:0030403:7, расположенны</w:t>
      </w:r>
      <w:r>
        <w:rPr>
          <w:rFonts w:ascii="Arial" w:hAnsi="Arial" w:cs="Arial"/>
        </w:rPr>
        <w:t>е</w:t>
      </w:r>
      <w:r w:rsidRPr="00B22596">
        <w:rPr>
          <w:rFonts w:ascii="Arial" w:hAnsi="Arial" w:cs="Arial"/>
        </w:rPr>
        <w:t xml:space="preserve"> по адресу: Московская область, Орехово-Зуевский район, г. Ликино-Дулево, ул. Мира.</w:t>
      </w:r>
    </w:p>
    <w:p w:rsidR="000F5CC3" w:rsidRPr="00B22596" w:rsidRDefault="000F5CC3" w:rsidP="000F5CC3">
      <w:pPr>
        <w:ind w:firstLine="709"/>
        <w:jc w:val="both"/>
        <w:rPr>
          <w:rFonts w:ascii="Arial" w:hAnsi="Arial" w:cs="Arial"/>
        </w:rPr>
      </w:pPr>
      <w:r w:rsidRPr="00B22596">
        <w:rPr>
          <w:rFonts w:ascii="Arial" w:hAnsi="Arial" w:cs="Arial"/>
        </w:rPr>
        <w:t>Начальная цена объектов недвижимости в размере их рыночной</w:t>
      </w:r>
      <w:r w:rsidRPr="00623962">
        <w:rPr>
          <w:rFonts w:ascii="Arial" w:hAnsi="Arial" w:cs="Arial"/>
        </w:rPr>
        <w:t xml:space="preserve"> стоимости по </w:t>
      </w:r>
      <w:r w:rsidRPr="00B22596">
        <w:rPr>
          <w:rFonts w:ascii="Arial" w:hAnsi="Arial" w:cs="Arial"/>
        </w:rPr>
        <w:t>данным оценки, проведенной независимым оценщиком составляет –</w:t>
      </w:r>
      <w:r w:rsidRPr="00B22596">
        <w:rPr>
          <w:rFonts w:ascii="Arial" w:hAnsi="Arial" w:cs="Arial"/>
          <w:color w:val="FF0000"/>
        </w:rPr>
        <w:t xml:space="preserve"> </w:t>
      </w:r>
      <w:r w:rsidRPr="00B22596">
        <w:rPr>
          <w:rFonts w:ascii="Arial" w:hAnsi="Arial" w:cs="Arial"/>
          <w:b/>
          <w:u w:val="single"/>
        </w:rPr>
        <w:t>19 415 500 (девятнадцать миллионов четыреста пятнадцать тысяч пятьсот) рублей 00 копеек (без учета НДС)</w:t>
      </w:r>
      <w:r w:rsidRPr="00B22596">
        <w:rPr>
          <w:rFonts w:ascii="Arial" w:hAnsi="Arial" w:cs="Arial"/>
        </w:rPr>
        <w:t>;</w:t>
      </w:r>
    </w:p>
    <w:p w:rsidR="000F5CC3" w:rsidRPr="00E4573C" w:rsidRDefault="000F5CC3" w:rsidP="000F5CC3">
      <w:pPr>
        <w:tabs>
          <w:tab w:val="left" w:pos="900"/>
        </w:tabs>
        <w:ind w:firstLine="709"/>
        <w:jc w:val="both"/>
        <w:rPr>
          <w:rFonts w:ascii="Arial" w:hAnsi="Arial" w:cs="Arial"/>
        </w:rPr>
      </w:pPr>
      <w:r w:rsidRPr="00E4573C">
        <w:rPr>
          <w:rFonts w:ascii="Arial" w:hAnsi="Arial" w:cs="Arial"/>
        </w:rPr>
        <w:t>- ограничения, обременения в пользовании -  не зарегистрированы;</w:t>
      </w:r>
    </w:p>
    <w:p w:rsidR="000F5CC3" w:rsidRPr="00E4573C" w:rsidRDefault="000F5CC3" w:rsidP="000F5CC3">
      <w:pPr>
        <w:ind w:right="-85" w:firstLine="709"/>
        <w:jc w:val="both"/>
        <w:rPr>
          <w:rFonts w:ascii="Arial" w:hAnsi="Arial" w:cs="Arial"/>
        </w:rPr>
      </w:pPr>
      <w:r w:rsidRPr="00E4573C">
        <w:rPr>
          <w:rFonts w:ascii="Arial" w:hAnsi="Arial" w:cs="Arial"/>
        </w:rPr>
        <w:t>- право пользования земельным участком – в соответствии с действующим законодательством;</w:t>
      </w:r>
    </w:p>
    <w:p w:rsidR="000F5CC3" w:rsidRPr="00E4573C" w:rsidRDefault="000F5CC3" w:rsidP="000F5CC3">
      <w:pPr>
        <w:ind w:right="-85" w:firstLine="709"/>
        <w:jc w:val="both"/>
        <w:rPr>
          <w:rFonts w:ascii="Arial" w:hAnsi="Arial" w:cs="Arial"/>
        </w:rPr>
      </w:pPr>
      <w:r w:rsidRPr="00E4573C">
        <w:rPr>
          <w:rFonts w:ascii="Arial" w:hAnsi="Arial" w:cs="Arial"/>
        </w:rPr>
        <w:t>- способ приватизации -  аукцион в электронной форме;</w:t>
      </w:r>
    </w:p>
    <w:p w:rsidR="000F5CC3" w:rsidRPr="00E4573C" w:rsidRDefault="000F5CC3" w:rsidP="000F5CC3">
      <w:pPr>
        <w:ind w:right="-85" w:firstLine="709"/>
        <w:jc w:val="both"/>
        <w:rPr>
          <w:rFonts w:ascii="Arial" w:hAnsi="Arial" w:cs="Arial"/>
        </w:rPr>
      </w:pPr>
      <w:r w:rsidRPr="00E4573C">
        <w:rPr>
          <w:rFonts w:ascii="Arial" w:hAnsi="Arial" w:cs="Arial"/>
        </w:rPr>
        <w:t>- форма проведения аукциона -  открытый по составу участников;</w:t>
      </w:r>
    </w:p>
    <w:p w:rsidR="000F5CC3" w:rsidRPr="00E4573C" w:rsidRDefault="000F5CC3" w:rsidP="000F5CC3">
      <w:pPr>
        <w:ind w:right="-85" w:firstLine="709"/>
        <w:jc w:val="both"/>
        <w:rPr>
          <w:rFonts w:ascii="Arial" w:hAnsi="Arial" w:cs="Arial"/>
        </w:rPr>
      </w:pPr>
      <w:r w:rsidRPr="00E4573C">
        <w:rPr>
          <w:rFonts w:ascii="Arial" w:hAnsi="Arial" w:cs="Arial"/>
        </w:rPr>
        <w:lastRenderedPageBreak/>
        <w:t>- форма подачи предложений по цене -   открытая;</w:t>
      </w:r>
    </w:p>
    <w:p w:rsidR="000F5CC3" w:rsidRPr="00E4573C" w:rsidRDefault="000F5CC3" w:rsidP="000F5CC3">
      <w:pPr>
        <w:tabs>
          <w:tab w:val="left" w:pos="900"/>
        </w:tabs>
        <w:ind w:firstLine="709"/>
        <w:jc w:val="both"/>
        <w:rPr>
          <w:rFonts w:ascii="Arial" w:hAnsi="Arial" w:cs="Arial"/>
        </w:rPr>
      </w:pPr>
      <w:r w:rsidRPr="00E4573C">
        <w:rPr>
          <w:rFonts w:ascii="Arial" w:hAnsi="Arial" w:cs="Arial"/>
        </w:rPr>
        <w:t>- «шаг аукциона» - 5</w:t>
      </w:r>
      <w:r>
        <w:rPr>
          <w:rFonts w:ascii="Arial" w:hAnsi="Arial" w:cs="Arial"/>
        </w:rPr>
        <w:t xml:space="preserve"> (пять)</w:t>
      </w:r>
      <w:r w:rsidRPr="00D319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процентов</w:t>
      </w:r>
      <w:r w:rsidRPr="00E4573C">
        <w:rPr>
          <w:rFonts w:ascii="Arial" w:hAnsi="Arial" w:cs="Arial"/>
        </w:rPr>
        <w:t xml:space="preserve"> начальной цены;</w:t>
      </w:r>
    </w:p>
    <w:p w:rsidR="000F5CC3" w:rsidRPr="00E4573C" w:rsidRDefault="000F5CC3" w:rsidP="000F5CC3">
      <w:pPr>
        <w:tabs>
          <w:tab w:val="left" w:pos="900"/>
        </w:tabs>
        <w:ind w:firstLine="709"/>
        <w:jc w:val="both"/>
        <w:rPr>
          <w:rFonts w:ascii="Arial" w:hAnsi="Arial" w:cs="Arial"/>
        </w:rPr>
      </w:pPr>
      <w:r w:rsidRPr="00E4573C">
        <w:rPr>
          <w:rFonts w:ascii="Arial" w:hAnsi="Arial" w:cs="Arial"/>
        </w:rPr>
        <w:t>- зада</w:t>
      </w:r>
      <w:r>
        <w:rPr>
          <w:rFonts w:ascii="Arial" w:hAnsi="Arial" w:cs="Arial"/>
        </w:rPr>
        <w:t>ток для участия в аукционе – 20 (двадцать) процентов</w:t>
      </w:r>
      <w:r w:rsidRPr="00E4573C">
        <w:rPr>
          <w:rFonts w:ascii="Arial" w:hAnsi="Arial" w:cs="Arial"/>
        </w:rPr>
        <w:t xml:space="preserve"> начальной цены</w:t>
      </w:r>
      <w:r>
        <w:rPr>
          <w:rFonts w:ascii="Arial" w:hAnsi="Arial" w:cs="Arial"/>
        </w:rPr>
        <w:t>, вносится до момента подачи заявки</w:t>
      </w:r>
      <w:r w:rsidRPr="00E4573C">
        <w:rPr>
          <w:rFonts w:ascii="Arial" w:hAnsi="Arial" w:cs="Arial"/>
        </w:rPr>
        <w:t>;</w:t>
      </w:r>
    </w:p>
    <w:p w:rsidR="000F5CC3" w:rsidRPr="00A21E56" w:rsidRDefault="000F5CC3" w:rsidP="000F5CC3">
      <w:pPr>
        <w:widowControl/>
        <w:jc w:val="both"/>
        <w:rPr>
          <w:rFonts w:ascii="Arial" w:hAnsi="Arial" w:cs="Arial"/>
        </w:rPr>
      </w:pPr>
      <w:r w:rsidRPr="00E4573C">
        <w:rPr>
          <w:rFonts w:ascii="Arial" w:hAnsi="Arial" w:cs="Arial"/>
        </w:rPr>
        <w:t>- п</w:t>
      </w:r>
      <w:r w:rsidRPr="00E4573C">
        <w:rPr>
          <w:rFonts w:ascii="Arial" w:hAnsi="Arial" w:cs="Arial"/>
          <w:bCs/>
        </w:rPr>
        <w:t xml:space="preserve">рием заявок и прилагаемых к ним документов начинается с даты и времени, указанных в информационном сообщении о проведении продажи имущества, осуществляется в течение не менее 25 календарных дней и заканчивается не позднее чем за 3 рабочих дня до </w:t>
      </w:r>
      <w:r>
        <w:rPr>
          <w:rFonts w:ascii="Arial" w:hAnsi="Arial" w:cs="Arial"/>
        </w:rPr>
        <w:t xml:space="preserve"> дня признания претендентов участниками аукциона</w:t>
      </w:r>
      <w:r>
        <w:rPr>
          <w:rFonts w:ascii="Arial" w:hAnsi="Arial" w:cs="Arial"/>
          <w:bCs/>
        </w:rPr>
        <w:t>;</w:t>
      </w:r>
    </w:p>
    <w:p w:rsidR="000F5CC3" w:rsidRPr="00E4573C" w:rsidRDefault="000F5CC3" w:rsidP="000F5CC3">
      <w:pPr>
        <w:tabs>
          <w:tab w:val="left" w:pos="900"/>
        </w:tabs>
        <w:ind w:firstLine="709"/>
        <w:jc w:val="both"/>
        <w:rPr>
          <w:rFonts w:ascii="Arial" w:hAnsi="Arial" w:cs="Arial"/>
        </w:rPr>
      </w:pPr>
      <w:r w:rsidRPr="00E4573C">
        <w:rPr>
          <w:rFonts w:ascii="Arial" w:hAnsi="Arial" w:cs="Arial"/>
        </w:rPr>
        <w:t xml:space="preserve">- дата </w:t>
      </w:r>
      <w:r>
        <w:rPr>
          <w:rFonts w:ascii="Arial" w:hAnsi="Arial" w:cs="Arial"/>
        </w:rPr>
        <w:t>признания претендентов участниками аукциона</w:t>
      </w:r>
      <w:r w:rsidRPr="00E4573C">
        <w:rPr>
          <w:rFonts w:ascii="Arial" w:hAnsi="Arial" w:cs="Arial"/>
        </w:rPr>
        <w:t xml:space="preserve"> – в течение 5 рабочих дней с даты окончания приема заявок;</w:t>
      </w:r>
    </w:p>
    <w:p w:rsidR="000F5CC3" w:rsidRPr="00E4573C" w:rsidRDefault="000F5CC3" w:rsidP="000F5CC3">
      <w:pPr>
        <w:ind w:firstLine="709"/>
        <w:jc w:val="both"/>
        <w:rPr>
          <w:rFonts w:ascii="Arial" w:hAnsi="Arial" w:cs="Arial"/>
        </w:rPr>
      </w:pPr>
      <w:r w:rsidRPr="00E4573C">
        <w:rPr>
          <w:rFonts w:ascii="Arial" w:hAnsi="Arial" w:cs="Arial"/>
        </w:rPr>
        <w:t xml:space="preserve">- проведение процедуры аукциона - не позднее 3-го рабочего дня со дня </w:t>
      </w:r>
      <w:r>
        <w:rPr>
          <w:rFonts w:ascii="Arial" w:hAnsi="Arial" w:cs="Arial"/>
        </w:rPr>
        <w:t>признания претендентов участниками аукциона</w:t>
      </w:r>
      <w:r w:rsidRPr="00E4573C">
        <w:rPr>
          <w:rFonts w:ascii="Arial" w:hAnsi="Arial" w:cs="Arial"/>
        </w:rPr>
        <w:t>;</w:t>
      </w:r>
    </w:p>
    <w:p w:rsidR="000F5CC3" w:rsidRPr="00E4573C" w:rsidRDefault="000F5CC3" w:rsidP="000F5CC3">
      <w:pPr>
        <w:ind w:right="-85" w:firstLine="709"/>
        <w:jc w:val="both"/>
        <w:rPr>
          <w:rFonts w:ascii="Arial" w:hAnsi="Arial" w:cs="Arial"/>
        </w:rPr>
      </w:pPr>
      <w:r w:rsidRPr="00E4573C">
        <w:rPr>
          <w:rFonts w:ascii="Arial" w:hAnsi="Arial" w:cs="Arial"/>
        </w:rPr>
        <w:t>- срок заключения договора купли-продажи – в течение 5 рабочих дней с даты подведения итогов аукциона в соответствии с действующим законодательством;</w:t>
      </w:r>
    </w:p>
    <w:p w:rsidR="000F5CC3" w:rsidRPr="00E4573C" w:rsidRDefault="000F5CC3" w:rsidP="000F5CC3">
      <w:pPr>
        <w:ind w:firstLine="709"/>
        <w:jc w:val="both"/>
        <w:rPr>
          <w:rFonts w:ascii="Arial" w:hAnsi="Arial" w:cs="Arial"/>
        </w:rPr>
      </w:pPr>
      <w:r w:rsidRPr="00E4573C">
        <w:rPr>
          <w:rFonts w:ascii="Arial" w:hAnsi="Arial" w:cs="Arial"/>
        </w:rPr>
        <w:t>- срок оплаты - платеж в течение 30 календарных дней с момента подписания договора купли-продажи.</w:t>
      </w:r>
    </w:p>
    <w:p w:rsidR="000F5CC3" w:rsidRDefault="000F5CC3" w:rsidP="000F5CC3">
      <w:pPr>
        <w:ind w:right="-85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59006B">
        <w:rPr>
          <w:rFonts w:ascii="Arial" w:hAnsi="Arial" w:cs="Arial"/>
        </w:rPr>
        <w:t xml:space="preserve">Опубликовать настоящее Решение </w:t>
      </w:r>
      <w:r>
        <w:rPr>
          <w:rFonts w:ascii="Arial" w:hAnsi="Arial" w:cs="Arial"/>
        </w:rPr>
        <w:t xml:space="preserve">в официальном периодическом печатном издании, а также разместить на </w:t>
      </w:r>
      <w:r w:rsidRPr="0059006B">
        <w:rPr>
          <w:rFonts w:ascii="Arial" w:hAnsi="Arial" w:cs="Arial"/>
        </w:rPr>
        <w:t>официальн</w:t>
      </w:r>
      <w:r>
        <w:rPr>
          <w:rFonts w:ascii="Arial" w:hAnsi="Arial" w:cs="Arial"/>
        </w:rPr>
        <w:t>ом</w:t>
      </w:r>
      <w:r w:rsidRPr="0059006B">
        <w:rPr>
          <w:rFonts w:ascii="Arial" w:hAnsi="Arial" w:cs="Arial"/>
        </w:rPr>
        <w:t xml:space="preserve"> сайт</w:t>
      </w:r>
      <w:r>
        <w:rPr>
          <w:rFonts w:ascii="Arial" w:hAnsi="Arial" w:cs="Arial"/>
        </w:rPr>
        <w:t>е</w:t>
      </w:r>
      <w:r w:rsidRPr="005900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Орехово-Зуевского городского округа Московской области </w:t>
      </w:r>
      <w:r w:rsidRPr="0059006B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информационно-телекоммуникационной сети</w:t>
      </w:r>
      <w:r w:rsidRPr="005900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«</w:t>
      </w:r>
      <w:r w:rsidRPr="0059006B">
        <w:rPr>
          <w:rFonts w:ascii="Arial" w:hAnsi="Arial" w:cs="Arial"/>
        </w:rPr>
        <w:t>Интернет</w:t>
      </w:r>
      <w:r>
        <w:rPr>
          <w:rFonts w:ascii="Arial" w:hAnsi="Arial" w:cs="Arial"/>
        </w:rPr>
        <w:t>» (</w:t>
      </w:r>
      <w:r w:rsidR="00884AA4">
        <w:rPr>
          <w:rStyle w:val="a3"/>
          <w:rFonts w:ascii="Arial" w:hAnsi="Arial" w:cs="Arial"/>
          <w:lang w:val="en-US"/>
        </w:rPr>
        <w:fldChar w:fldCharType="begin"/>
      </w:r>
      <w:r w:rsidR="00884AA4" w:rsidRPr="00884AA4">
        <w:rPr>
          <w:rStyle w:val="a3"/>
          <w:rFonts w:ascii="Arial" w:hAnsi="Arial" w:cs="Arial"/>
        </w:rPr>
        <w:instrText xml:space="preserve"> </w:instrText>
      </w:r>
      <w:r w:rsidR="00884AA4">
        <w:rPr>
          <w:rStyle w:val="a3"/>
          <w:rFonts w:ascii="Arial" w:hAnsi="Arial" w:cs="Arial"/>
          <w:lang w:val="en-US"/>
        </w:rPr>
        <w:instrText>HYPERLINK</w:instrText>
      </w:r>
      <w:r w:rsidR="00884AA4" w:rsidRPr="00884AA4">
        <w:rPr>
          <w:rStyle w:val="a3"/>
          <w:rFonts w:ascii="Arial" w:hAnsi="Arial" w:cs="Arial"/>
        </w:rPr>
        <w:instrText xml:space="preserve"> "</w:instrText>
      </w:r>
      <w:r w:rsidR="00884AA4">
        <w:rPr>
          <w:rStyle w:val="a3"/>
          <w:rFonts w:ascii="Arial" w:hAnsi="Arial" w:cs="Arial"/>
          <w:lang w:val="en-US"/>
        </w:rPr>
        <w:instrText>http</w:instrText>
      </w:r>
      <w:r w:rsidR="00884AA4" w:rsidRPr="00884AA4">
        <w:rPr>
          <w:rStyle w:val="a3"/>
          <w:rFonts w:ascii="Arial" w:hAnsi="Arial" w:cs="Arial"/>
        </w:rPr>
        <w:instrText>://</w:instrText>
      </w:r>
      <w:r w:rsidR="00884AA4">
        <w:rPr>
          <w:rStyle w:val="a3"/>
          <w:rFonts w:ascii="Arial" w:hAnsi="Arial" w:cs="Arial"/>
          <w:lang w:val="en-US"/>
        </w:rPr>
        <w:instrText>www</w:instrText>
      </w:r>
      <w:r w:rsidR="00884AA4" w:rsidRPr="00884AA4">
        <w:rPr>
          <w:rStyle w:val="a3"/>
          <w:rFonts w:ascii="Arial" w:hAnsi="Arial" w:cs="Arial"/>
        </w:rPr>
        <w:instrText>.</w:instrText>
      </w:r>
      <w:r w:rsidR="00884AA4">
        <w:rPr>
          <w:rStyle w:val="a3"/>
          <w:rFonts w:ascii="Arial" w:hAnsi="Arial" w:cs="Arial"/>
          <w:lang w:val="en-US"/>
        </w:rPr>
        <w:instrText>ozmo</w:instrText>
      </w:r>
      <w:r w:rsidR="00884AA4" w:rsidRPr="00884AA4">
        <w:rPr>
          <w:rStyle w:val="a3"/>
          <w:rFonts w:ascii="Arial" w:hAnsi="Arial" w:cs="Arial"/>
        </w:rPr>
        <w:instrText>.</w:instrText>
      </w:r>
      <w:r w:rsidR="00884AA4">
        <w:rPr>
          <w:rStyle w:val="a3"/>
          <w:rFonts w:ascii="Arial" w:hAnsi="Arial" w:cs="Arial"/>
          <w:lang w:val="en-US"/>
        </w:rPr>
        <w:instrText>ru</w:instrText>
      </w:r>
      <w:r w:rsidR="00884AA4" w:rsidRPr="00884AA4">
        <w:rPr>
          <w:rStyle w:val="a3"/>
          <w:rFonts w:ascii="Arial" w:hAnsi="Arial" w:cs="Arial"/>
        </w:rPr>
        <w:instrText xml:space="preserve">" </w:instrText>
      </w:r>
      <w:r w:rsidR="00884AA4">
        <w:rPr>
          <w:rStyle w:val="a3"/>
          <w:rFonts w:ascii="Arial" w:hAnsi="Arial" w:cs="Arial"/>
          <w:lang w:val="en-US"/>
        </w:rPr>
        <w:fldChar w:fldCharType="separate"/>
      </w:r>
      <w:r w:rsidRPr="00DE4495">
        <w:rPr>
          <w:rStyle w:val="a3"/>
          <w:rFonts w:ascii="Arial" w:hAnsi="Arial" w:cs="Arial"/>
          <w:lang w:val="en-US"/>
        </w:rPr>
        <w:t>www</w:t>
      </w:r>
      <w:r w:rsidRPr="00DE4495">
        <w:rPr>
          <w:rStyle w:val="a3"/>
          <w:rFonts w:ascii="Arial" w:hAnsi="Arial" w:cs="Arial"/>
        </w:rPr>
        <w:t>.</w:t>
      </w:r>
      <w:r w:rsidRPr="00DE4495">
        <w:rPr>
          <w:rStyle w:val="a3"/>
          <w:rFonts w:ascii="Arial" w:hAnsi="Arial" w:cs="Arial"/>
          <w:lang w:val="en-US"/>
        </w:rPr>
        <w:t>ozmo</w:t>
      </w:r>
      <w:r w:rsidRPr="00DE4495">
        <w:rPr>
          <w:rStyle w:val="a3"/>
          <w:rFonts w:ascii="Arial" w:hAnsi="Arial" w:cs="Arial"/>
        </w:rPr>
        <w:t>.</w:t>
      </w:r>
      <w:r w:rsidRPr="00DE4495">
        <w:rPr>
          <w:rStyle w:val="a3"/>
          <w:rFonts w:ascii="Arial" w:hAnsi="Arial" w:cs="Arial"/>
          <w:lang w:val="en-US"/>
        </w:rPr>
        <w:t>ru</w:t>
      </w:r>
      <w:r w:rsidR="00884AA4">
        <w:rPr>
          <w:rStyle w:val="a3"/>
          <w:rFonts w:ascii="Arial" w:hAnsi="Arial" w:cs="Arial"/>
          <w:lang w:val="en-US"/>
        </w:rPr>
        <w:fldChar w:fldCharType="end"/>
      </w:r>
      <w:r w:rsidRPr="00A05C59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и</w:t>
      </w:r>
      <w:r w:rsidRPr="0059006B">
        <w:rPr>
          <w:rFonts w:ascii="Arial" w:hAnsi="Arial" w:cs="Arial"/>
        </w:rPr>
        <w:t xml:space="preserve"> на официальном сайте Российской Федерации в </w:t>
      </w:r>
      <w:r>
        <w:rPr>
          <w:rFonts w:ascii="Arial" w:hAnsi="Arial" w:cs="Arial"/>
        </w:rPr>
        <w:t>информационно-телекоммуникационной сети</w:t>
      </w:r>
      <w:r w:rsidRPr="005900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«</w:t>
      </w:r>
      <w:r w:rsidRPr="0059006B">
        <w:rPr>
          <w:rFonts w:ascii="Arial" w:hAnsi="Arial" w:cs="Arial"/>
        </w:rPr>
        <w:t>Интернет</w:t>
      </w:r>
      <w:r>
        <w:rPr>
          <w:rFonts w:ascii="Arial" w:hAnsi="Arial" w:cs="Arial"/>
        </w:rPr>
        <w:t xml:space="preserve">» </w:t>
      </w:r>
      <w:r w:rsidRPr="00A05C59">
        <w:rPr>
          <w:rFonts w:ascii="Arial" w:hAnsi="Arial" w:cs="Arial"/>
        </w:rPr>
        <w:t>(</w:t>
      </w:r>
      <w:r>
        <w:rPr>
          <w:rFonts w:ascii="Arial" w:hAnsi="Arial" w:cs="Arial"/>
          <w:lang w:val="en-US"/>
        </w:rPr>
        <w:t>www</w:t>
      </w:r>
      <w:r w:rsidRPr="00A05C59"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torgi</w:t>
      </w:r>
      <w:r w:rsidRPr="00C50D87"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gov</w:t>
      </w:r>
      <w:r w:rsidRPr="00C50D87"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ru</w:t>
      </w:r>
      <w:r w:rsidRPr="00C50D87">
        <w:rPr>
          <w:rFonts w:ascii="Arial" w:hAnsi="Arial" w:cs="Arial"/>
        </w:rPr>
        <w:t>)</w:t>
      </w:r>
      <w:r w:rsidRPr="0059006B">
        <w:rPr>
          <w:rFonts w:ascii="Arial" w:hAnsi="Arial" w:cs="Arial"/>
        </w:rPr>
        <w:t xml:space="preserve"> для размещения информации о проведении торгов</w:t>
      </w:r>
      <w:r>
        <w:rPr>
          <w:rFonts w:ascii="Arial" w:hAnsi="Arial" w:cs="Arial"/>
        </w:rPr>
        <w:t>,</w:t>
      </w:r>
      <w:r w:rsidRPr="0059006B">
        <w:rPr>
          <w:rFonts w:ascii="Arial" w:hAnsi="Arial" w:cs="Arial"/>
        </w:rPr>
        <w:t xml:space="preserve"> определенном Правительством Российской Федерации.</w:t>
      </w:r>
    </w:p>
    <w:p w:rsidR="000F5CC3" w:rsidRDefault="000F5CC3" w:rsidP="000F5CC3">
      <w:pPr>
        <w:ind w:right="-85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3.Настоящее Решение вступает в действие со дня его принятия.</w:t>
      </w:r>
    </w:p>
    <w:p w:rsidR="000F5CC3" w:rsidRPr="00260CD1" w:rsidRDefault="000F5CC3" w:rsidP="000F5CC3">
      <w:pPr>
        <w:ind w:right="-85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59006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Контроль </w:t>
      </w:r>
      <w:r w:rsidRPr="001D467F">
        <w:rPr>
          <w:rFonts w:ascii="Arial" w:hAnsi="Arial" w:cs="Arial"/>
        </w:rPr>
        <w:t>исполнени</w:t>
      </w:r>
      <w:r>
        <w:rPr>
          <w:rFonts w:ascii="Arial" w:hAnsi="Arial" w:cs="Arial"/>
        </w:rPr>
        <w:t>я</w:t>
      </w:r>
      <w:r w:rsidRPr="001D467F">
        <w:rPr>
          <w:rFonts w:ascii="Arial" w:hAnsi="Arial" w:cs="Arial"/>
        </w:rPr>
        <w:t xml:space="preserve"> настоящего Решения  возложить на </w:t>
      </w:r>
      <w:r>
        <w:rPr>
          <w:rFonts w:ascii="Arial" w:hAnsi="Arial" w:cs="Arial"/>
        </w:rPr>
        <w:t>главу</w:t>
      </w:r>
      <w:r w:rsidRPr="00260CD1">
        <w:rPr>
          <w:rFonts w:ascii="Arial" w:hAnsi="Arial" w:cs="Arial"/>
        </w:rPr>
        <w:t xml:space="preserve"> Орехово-Зуевского городского округа Московской области </w:t>
      </w:r>
      <w:r>
        <w:rPr>
          <w:rFonts w:ascii="Arial" w:hAnsi="Arial" w:cs="Arial"/>
        </w:rPr>
        <w:t>Г. О. Панина</w:t>
      </w:r>
      <w:r w:rsidRPr="00260CD1">
        <w:rPr>
          <w:rFonts w:ascii="Arial" w:hAnsi="Arial" w:cs="Arial"/>
        </w:rPr>
        <w:t xml:space="preserve">. </w:t>
      </w:r>
    </w:p>
    <w:p w:rsidR="000F5CC3" w:rsidRPr="00B22596" w:rsidRDefault="000F5CC3" w:rsidP="000F5CC3">
      <w:pPr>
        <w:widowControl/>
        <w:ind w:firstLine="709"/>
        <w:jc w:val="both"/>
        <w:rPr>
          <w:rFonts w:ascii="Arial" w:hAnsi="Arial" w:cs="Arial"/>
          <w:b/>
          <w:bCs/>
        </w:rPr>
      </w:pPr>
    </w:p>
    <w:p w:rsidR="00B22596" w:rsidRPr="00B22596" w:rsidRDefault="00B22596" w:rsidP="00B22596">
      <w:pPr>
        <w:widowControl/>
        <w:ind w:firstLine="709"/>
        <w:jc w:val="both"/>
        <w:rPr>
          <w:rFonts w:ascii="Arial" w:hAnsi="Arial" w:cs="Arial"/>
          <w:b/>
          <w:bCs/>
        </w:rPr>
      </w:pPr>
    </w:p>
    <w:p w:rsidR="00B22596" w:rsidRDefault="00B22596" w:rsidP="00B22596">
      <w:pPr>
        <w:widowControl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Председатель Совета депутатов</w:t>
      </w:r>
    </w:p>
    <w:p w:rsidR="0097255C" w:rsidRDefault="00B22596" w:rsidP="00B22596">
      <w:pPr>
        <w:widowControl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Орехово-Зуевского городского округа</w:t>
      </w:r>
    </w:p>
    <w:p w:rsidR="00B22596" w:rsidRPr="008578FB" w:rsidRDefault="0097255C" w:rsidP="00B22596">
      <w:pPr>
        <w:widowControl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Московской области</w:t>
      </w:r>
      <w:r w:rsidR="00B22596">
        <w:rPr>
          <w:rFonts w:ascii="Arial" w:hAnsi="Arial" w:cs="Arial"/>
          <w:b/>
        </w:rPr>
        <w:t xml:space="preserve">                                                             </w:t>
      </w:r>
      <w:r>
        <w:rPr>
          <w:rFonts w:ascii="Arial" w:hAnsi="Arial" w:cs="Arial"/>
          <w:b/>
        </w:rPr>
        <w:t xml:space="preserve">                                </w:t>
      </w:r>
      <w:r w:rsidR="00B22596">
        <w:rPr>
          <w:rFonts w:ascii="Arial" w:hAnsi="Arial" w:cs="Arial"/>
          <w:b/>
        </w:rPr>
        <w:t xml:space="preserve"> </w:t>
      </w:r>
      <w:r w:rsidR="00B22596">
        <w:rPr>
          <w:rFonts w:ascii="Arial" w:hAnsi="Arial" w:cs="Arial"/>
          <w:b/>
          <w:bCs/>
        </w:rPr>
        <w:t xml:space="preserve">Т. И. </w:t>
      </w:r>
      <w:proofErr w:type="spellStart"/>
      <w:r w:rsidR="00B22596">
        <w:rPr>
          <w:rFonts w:ascii="Arial" w:hAnsi="Arial" w:cs="Arial"/>
          <w:b/>
          <w:bCs/>
        </w:rPr>
        <w:t>Ронзина</w:t>
      </w:r>
      <w:bookmarkStart w:id="0" w:name="_GoBack"/>
      <w:bookmarkEnd w:id="0"/>
      <w:proofErr w:type="spellEnd"/>
    </w:p>
    <w:sectPr w:rsidR="00B22596" w:rsidRPr="008578FB" w:rsidSect="00501792">
      <w:pgSz w:w="11906" w:h="16838" w:code="9"/>
      <w:pgMar w:top="1134" w:right="566" w:bottom="568" w:left="993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934A2"/>
    <w:multiLevelType w:val="hybridMultilevel"/>
    <w:tmpl w:val="2CB0B26A"/>
    <w:lvl w:ilvl="0" w:tplc="B9020B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4033CC1"/>
    <w:multiLevelType w:val="hybridMultilevel"/>
    <w:tmpl w:val="0AF22702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2" w15:restartNumberingAfterBreak="0">
    <w:nsid w:val="3F611D6E"/>
    <w:multiLevelType w:val="hybridMultilevel"/>
    <w:tmpl w:val="397821D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0ED019B"/>
    <w:multiLevelType w:val="hybridMultilevel"/>
    <w:tmpl w:val="079C4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3D67E8"/>
    <w:multiLevelType w:val="multilevel"/>
    <w:tmpl w:val="D494F0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52221A9A"/>
    <w:multiLevelType w:val="hybridMultilevel"/>
    <w:tmpl w:val="79C4F71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55497"/>
    <w:multiLevelType w:val="multilevel"/>
    <w:tmpl w:val="ECC6FA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78DD0CA8"/>
    <w:multiLevelType w:val="hybridMultilevel"/>
    <w:tmpl w:val="39305C88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51D"/>
    <w:rsid w:val="000055BF"/>
    <w:rsid w:val="000128DA"/>
    <w:rsid w:val="00016BD3"/>
    <w:rsid w:val="000204F3"/>
    <w:rsid w:val="000275D6"/>
    <w:rsid w:val="0005484A"/>
    <w:rsid w:val="000703EB"/>
    <w:rsid w:val="00077780"/>
    <w:rsid w:val="0008629D"/>
    <w:rsid w:val="000C2D41"/>
    <w:rsid w:val="000E5877"/>
    <w:rsid w:val="000F5217"/>
    <w:rsid w:val="000F5CC3"/>
    <w:rsid w:val="001047F2"/>
    <w:rsid w:val="00106872"/>
    <w:rsid w:val="00111EFA"/>
    <w:rsid w:val="00123B89"/>
    <w:rsid w:val="00136B43"/>
    <w:rsid w:val="00137E81"/>
    <w:rsid w:val="00142555"/>
    <w:rsid w:val="00156E9A"/>
    <w:rsid w:val="00164114"/>
    <w:rsid w:val="001B42CB"/>
    <w:rsid w:val="001B5567"/>
    <w:rsid w:val="001D1E67"/>
    <w:rsid w:val="001E0584"/>
    <w:rsid w:val="001E4969"/>
    <w:rsid w:val="001E6AE5"/>
    <w:rsid w:val="001E6CEB"/>
    <w:rsid w:val="001F5556"/>
    <w:rsid w:val="00200A7B"/>
    <w:rsid w:val="0020596E"/>
    <w:rsid w:val="002077C0"/>
    <w:rsid w:val="00212FA3"/>
    <w:rsid w:val="00255566"/>
    <w:rsid w:val="00257154"/>
    <w:rsid w:val="00276D8B"/>
    <w:rsid w:val="0029611A"/>
    <w:rsid w:val="002A3A68"/>
    <w:rsid w:val="002A6A4A"/>
    <w:rsid w:val="002B14EE"/>
    <w:rsid w:val="002B1983"/>
    <w:rsid w:val="002B6CAD"/>
    <w:rsid w:val="002C5168"/>
    <w:rsid w:val="002C79AD"/>
    <w:rsid w:val="002D56ED"/>
    <w:rsid w:val="002E0EBB"/>
    <w:rsid w:val="002E368A"/>
    <w:rsid w:val="002E3824"/>
    <w:rsid w:val="002F0A40"/>
    <w:rsid w:val="00316B0F"/>
    <w:rsid w:val="00336D7B"/>
    <w:rsid w:val="00347989"/>
    <w:rsid w:val="00350E06"/>
    <w:rsid w:val="00357FF7"/>
    <w:rsid w:val="00360C5C"/>
    <w:rsid w:val="00360F8E"/>
    <w:rsid w:val="00365E13"/>
    <w:rsid w:val="00373FEB"/>
    <w:rsid w:val="00375752"/>
    <w:rsid w:val="00385D94"/>
    <w:rsid w:val="003932DD"/>
    <w:rsid w:val="003A4FFB"/>
    <w:rsid w:val="003B4389"/>
    <w:rsid w:val="003D15D3"/>
    <w:rsid w:val="003D35E7"/>
    <w:rsid w:val="003E2628"/>
    <w:rsid w:val="003E3B8F"/>
    <w:rsid w:val="003E6C08"/>
    <w:rsid w:val="003F208A"/>
    <w:rsid w:val="003F73DE"/>
    <w:rsid w:val="00406AA2"/>
    <w:rsid w:val="00415951"/>
    <w:rsid w:val="00422030"/>
    <w:rsid w:val="00422B06"/>
    <w:rsid w:val="004245B1"/>
    <w:rsid w:val="00426A79"/>
    <w:rsid w:val="004319F1"/>
    <w:rsid w:val="00431B86"/>
    <w:rsid w:val="00432B25"/>
    <w:rsid w:val="00434E8E"/>
    <w:rsid w:val="0043602F"/>
    <w:rsid w:val="004375B8"/>
    <w:rsid w:val="00444E16"/>
    <w:rsid w:val="00446DD2"/>
    <w:rsid w:val="00453AA1"/>
    <w:rsid w:val="00456DC6"/>
    <w:rsid w:val="00481A79"/>
    <w:rsid w:val="00484300"/>
    <w:rsid w:val="0048451D"/>
    <w:rsid w:val="004A39B9"/>
    <w:rsid w:val="004B0295"/>
    <w:rsid w:val="004D2F77"/>
    <w:rsid w:val="004D31E6"/>
    <w:rsid w:val="004F5B2A"/>
    <w:rsid w:val="004F6356"/>
    <w:rsid w:val="004F7050"/>
    <w:rsid w:val="00501792"/>
    <w:rsid w:val="00504081"/>
    <w:rsid w:val="005070A1"/>
    <w:rsid w:val="00510CDE"/>
    <w:rsid w:val="00512D98"/>
    <w:rsid w:val="005242F8"/>
    <w:rsid w:val="005274C1"/>
    <w:rsid w:val="00545EF8"/>
    <w:rsid w:val="00551E7A"/>
    <w:rsid w:val="00551E90"/>
    <w:rsid w:val="0055310D"/>
    <w:rsid w:val="0055454E"/>
    <w:rsid w:val="00554855"/>
    <w:rsid w:val="00562A61"/>
    <w:rsid w:val="0056311C"/>
    <w:rsid w:val="00565ED1"/>
    <w:rsid w:val="00585518"/>
    <w:rsid w:val="00585F46"/>
    <w:rsid w:val="005901B4"/>
    <w:rsid w:val="00592484"/>
    <w:rsid w:val="005A0C3E"/>
    <w:rsid w:val="005A212B"/>
    <w:rsid w:val="005A5A21"/>
    <w:rsid w:val="005B083A"/>
    <w:rsid w:val="005B2388"/>
    <w:rsid w:val="005B4ED3"/>
    <w:rsid w:val="005C2201"/>
    <w:rsid w:val="005C7589"/>
    <w:rsid w:val="005D0632"/>
    <w:rsid w:val="005D21ED"/>
    <w:rsid w:val="005E179E"/>
    <w:rsid w:val="005E3444"/>
    <w:rsid w:val="005F271E"/>
    <w:rsid w:val="00602014"/>
    <w:rsid w:val="00607D8A"/>
    <w:rsid w:val="00607FF0"/>
    <w:rsid w:val="00623962"/>
    <w:rsid w:val="00625490"/>
    <w:rsid w:val="00626A5B"/>
    <w:rsid w:val="00630B68"/>
    <w:rsid w:val="0063673A"/>
    <w:rsid w:val="00652CD0"/>
    <w:rsid w:val="00661898"/>
    <w:rsid w:val="0066638E"/>
    <w:rsid w:val="0066785E"/>
    <w:rsid w:val="00683CDA"/>
    <w:rsid w:val="006A14B8"/>
    <w:rsid w:val="006C4213"/>
    <w:rsid w:val="006D57A0"/>
    <w:rsid w:val="006F3FF9"/>
    <w:rsid w:val="006F7C08"/>
    <w:rsid w:val="00700561"/>
    <w:rsid w:val="00702142"/>
    <w:rsid w:val="007121A6"/>
    <w:rsid w:val="0072391A"/>
    <w:rsid w:val="00725D90"/>
    <w:rsid w:val="0073149F"/>
    <w:rsid w:val="00735142"/>
    <w:rsid w:val="00741FDE"/>
    <w:rsid w:val="00744FD0"/>
    <w:rsid w:val="00753F25"/>
    <w:rsid w:val="00764F91"/>
    <w:rsid w:val="00765ABB"/>
    <w:rsid w:val="00784417"/>
    <w:rsid w:val="00796D72"/>
    <w:rsid w:val="007B163E"/>
    <w:rsid w:val="007B1ABF"/>
    <w:rsid w:val="007B261A"/>
    <w:rsid w:val="007B665B"/>
    <w:rsid w:val="007B6B7F"/>
    <w:rsid w:val="007D0B69"/>
    <w:rsid w:val="007D30D3"/>
    <w:rsid w:val="007D7E30"/>
    <w:rsid w:val="007F3D31"/>
    <w:rsid w:val="007F7C27"/>
    <w:rsid w:val="008020CB"/>
    <w:rsid w:val="008021C5"/>
    <w:rsid w:val="00803987"/>
    <w:rsid w:val="00804990"/>
    <w:rsid w:val="00804D39"/>
    <w:rsid w:val="00810E70"/>
    <w:rsid w:val="008148DC"/>
    <w:rsid w:val="00821BBA"/>
    <w:rsid w:val="00824FF6"/>
    <w:rsid w:val="00830673"/>
    <w:rsid w:val="008321CE"/>
    <w:rsid w:val="00833782"/>
    <w:rsid w:val="00850901"/>
    <w:rsid w:val="00855704"/>
    <w:rsid w:val="008656B8"/>
    <w:rsid w:val="008665D8"/>
    <w:rsid w:val="008667F8"/>
    <w:rsid w:val="0088154B"/>
    <w:rsid w:val="00882655"/>
    <w:rsid w:val="0088288D"/>
    <w:rsid w:val="008846A8"/>
    <w:rsid w:val="00884AA4"/>
    <w:rsid w:val="00885073"/>
    <w:rsid w:val="008924DA"/>
    <w:rsid w:val="008B36F6"/>
    <w:rsid w:val="008B50D6"/>
    <w:rsid w:val="008D013D"/>
    <w:rsid w:val="008D16FE"/>
    <w:rsid w:val="008D610D"/>
    <w:rsid w:val="008E0781"/>
    <w:rsid w:val="008E16AF"/>
    <w:rsid w:val="008E6B10"/>
    <w:rsid w:val="008F7256"/>
    <w:rsid w:val="0090096D"/>
    <w:rsid w:val="0091626E"/>
    <w:rsid w:val="00921B3F"/>
    <w:rsid w:val="009306C2"/>
    <w:rsid w:val="009312B3"/>
    <w:rsid w:val="00943DAC"/>
    <w:rsid w:val="00957E97"/>
    <w:rsid w:val="009674B6"/>
    <w:rsid w:val="0097255C"/>
    <w:rsid w:val="0097449D"/>
    <w:rsid w:val="009905B7"/>
    <w:rsid w:val="009A12BD"/>
    <w:rsid w:val="009B03DA"/>
    <w:rsid w:val="009B68AF"/>
    <w:rsid w:val="009B78E9"/>
    <w:rsid w:val="009C54E6"/>
    <w:rsid w:val="009C674C"/>
    <w:rsid w:val="009C6CDB"/>
    <w:rsid w:val="009D7C5C"/>
    <w:rsid w:val="00A05C59"/>
    <w:rsid w:val="00A10738"/>
    <w:rsid w:val="00A1752D"/>
    <w:rsid w:val="00A20E14"/>
    <w:rsid w:val="00A21995"/>
    <w:rsid w:val="00A21E56"/>
    <w:rsid w:val="00A24BB5"/>
    <w:rsid w:val="00A27597"/>
    <w:rsid w:val="00A36020"/>
    <w:rsid w:val="00A364A0"/>
    <w:rsid w:val="00A409E9"/>
    <w:rsid w:val="00A4173F"/>
    <w:rsid w:val="00A468BF"/>
    <w:rsid w:val="00A55867"/>
    <w:rsid w:val="00A65B0B"/>
    <w:rsid w:val="00A800F8"/>
    <w:rsid w:val="00A90689"/>
    <w:rsid w:val="00A93358"/>
    <w:rsid w:val="00AA39EE"/>
    <w:rsid w:val="00AB0A62"/>
    <w:rsid w:val="00AB408A"/>
    <w:rsid w:val="00AC0B42"/>
    <w:rsid w:val="00AF08AA"/>
    <w:rsid w:val="00AF6F9A"/>
    <w:rsid w:val="00B01D35"/>
    <w:rsid w:val="00B025B5"/>
    <w:rsid w:val="00B22596"/>
    <w:rsid w:val="00B354BD"/>
    <w:rsid w:val="00B36CB7"/>
    <w:rsid w:val="00B40000"/>
    <w:rsid w:val="00B430F9"/>
    <w:rsid w:val="00B533C0"/>
    <w:rsid w:val="00B55BE9"/>
    <w:rsid w:val="00B562E1"/>
    <w:rsid w:val="00B72111"/>
    <w:rsid w:val="00B77BA3"/>
    <w:rsid w:val="00B867EF"/>
    <w:rsid w:val="00BA23FA"/>
    <w:rsid w:val="00BB43D0"/>
    <w:rsid w:val="00BC3974"/>
    <w:rsid w:val="00BD4094"/>
    <w:rsid w:val="00BD7127"/>
    <w:rsid w:val="00BE1301"/>
    <w:rsid w:val="00BE2509"/>
    <w:rsid w:val="00BE6105"/>
    <w:rsid w:val="00BE6F45"/>
    <w:rsid w:val="00BF15EF"/>
    <w:rsid w:val="00BF1C87"/>
    <w:rsid w:val="00C0292F"/>
    <w:rsid w:val="00C14BE8"/>
    <w:rsid w:val="00C245CE"/>
    <w:rsid w:val="00C2636C"/>
    <w:rsid w:val="00C44F04"/>
    <w:rsid w:val="00C454A2"/>
    <w:rsid w:val="00C45570"/>
    <w:rsid w:val="00C50D87"/>
    <w:rsid w:val="00C54CF6"/>
    <w:rsid w:val="00C6233F"/>
    <w:rsid w:val="00C635B4"/>
    <w:rsid w:val="00CB2266"/>
    <w:rsid w:val="00CB496F"/>
    <w:rsid w:val="00CC7491"/>
    <w:rsid w:val="00CC79E4"/>
    <w:rsid w:val="00CD2627"/>
    <w:rsid w:val="00CD2F2E"/>
    <w:rsid w:val="00D11BAA"/>
    <w:rsid w:val="00D151B7"/>
    <w:rsid w:val="00D2023E"/>
    <w:rsid w:val="00D212A6"/>
    <w:rsid w:val="00D24580"/>
    <w:rsid w:val="00D31963"/>
    <w:rsid w:val="00D33C4E"/>
    <w:rsid w:val="00D360EC"/>
    <w:rsid w:val="00D36C72"/>
    <w:rsid w:val="00D43589"/>
    <w:rsid w:val="00D52F88"/>
    <w:rsid w:val="00D82549"/>
    <w:rsid w:val="00D8790E"/>
    <w:rsid w:val="00D9163C"/>
    <w:rsid w:val="00D92B0A"/>
    <w:rsid w:val="00D94144"/>
    <w:rsid w:val="00DA44C2"/>
    <w:rsid w:val="00DD4D7B"/>
    <w:rsid w:val="00DE71FA"/>
    <w:rsid w:val="00DF209F"/>
    <w:rsid w:val="00E02637"/>
    <w:rsid w:val="00E03BC1"/>
    <w:rsid w:val="00E14EA8"/>
    <w:rsid w:val="00E16CA9"/>
    <w:rsid w:val="00E200B7"/>
    <w:rsid w:val="00E21082"/>
    <w:rsid w:val="00E21EFB"/>
    <w:rsid w:val="00E253D3"/>
    <w:rsid w:val="00E25E28"/>
    <w:rsid w:val="00E277A1"/>
    <w:rsid w:val="00E44275"/>
    <w:rsid w:val="00E51384"/>
    <w:rsid w:val="00E81B43"/>
    <w:rsid w:val="00E82C4B"/>
    <w:rsid w:val="00E82E22"/>
    <w:rsid w:val="00E83EFB"/>
    <w:rsid w:val="00EA5B86"/>
    <w:rsid w:val="00EA6B04"/>
    <w:rsid w:val="00EB39AB"/>
    <w:rsid w:val="00EB5704"/>
    <w:rsid w:val="00EC5BBA"/>
    <w:rsid w:val="00ED2C77"/>
    <w:rsid w:val="00EE4EBF"/>
    <w:rsid w:val="00EE6E12"/>
    <w:rsid w:val="00EF4B32"/>
    <w:rsid w:val="00EF4EA7"/>
    <w:rsid w:val="00EF596F"/>
    <w:rsid w:val="00F00126"/>
    <w:rsid w:val="00F01487"/>
    <w:rsid w:val="00F0387E"/>
    <w:rsid w:val="00F276F7"/>
    <w:rsid w:val="00F34CA2"/>
    <w:rsid w:val="00F453DE"/>
    <w:rsid w:val="00F45E2E"/>
    <w:rsid w:val="00F51FB7"/>
    <w:rsid w:val="00F54368"/>
    <w:rsid w:val="00F56499"/>
    <w:rsid w:val="00F63F3F"/>
    <w:rsid w:val="00F65A63"/>
    <w:rsid w:val="00F72FA7"/>
    <w:rsid w:val="00F749AF"/>
    <w:rsid w:val="00F805A2"/>
    <w:rsid w:val="00F870AE"/>
    <w:rsid w:val="00F9749D"/>
    <w:rsid w:val="00FA2889"/>
    <w:rsid w:val="00FA6D1C"/>
    <w:rsid w:val="00FC1450"/>
    <w:rsid w:val="00FC6B03"/>
    <w:rsid w:val="00FC7231"/>
    <w:rsid w:val="00FD15B3"/>
    <w:rsid w:val="00FD1DA0"/>
    <w:rsid w:val="00FE73B2"/>
    <w:rsid w:val="00FF2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955D1BF1-0077-49E4-91DE-D4E094C34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5B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375B8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4375B8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4375B8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4375B8"/>
    <w:pPr>
      <w:keepNext/>
      <w:widowControl/>
      <w:ind w:left="7080" w:firstLine="708"/>
      <w:jc w:val="center"/>
      <w:outlineLvl w:val="3"/>
    </w:pPr>
    <w:rPr>
      <w:u w:val="single"/>
    </w:rPr>
  </w:style>
  <w:style w:type="paragraph" w:styleId="5">
    <w:name w:val="heading 5"/>
    <w:basedOn w:val="a"/>
    <w:next w:val="a"/>
    <w:qFormat/>
    <w:rsid w:val="004375B8"/>
    <w:pPr>
      <w:keepNext/>
      <w:widowControl/>
      <w:jc w:val="right"/>
      <w:outlineLvl w:val="4"/>
    </w:pPr>
    <w:rPr>
      <w:b/>
      <w:bCs/>
      <w:sz w:val="28"/>
      <w:szCs w:val="28"/>
      <w:u w:val="single"/>
    </w:rPr>
  </w:style>
  <w:style w:type="paragraph" w:styleId="6">
    <w:name w:val="heading 6"/>
    <w:basedOn w:val="a"/>
    <w:next w:val="a"/>
    <w:link w:val="60"/>
    <w:qFormat/>
    <w:rsid w:val="004375B8"/>
    <w:pPr>
      <w:keepNext/>
      <w:widowControl/>
      <w:jc w:val="both"/>
      <w:outlineLvl w:val="5"/>
    </w:pPr>
    <w:rPr>
      <w:u w:val="single"/>
    </w:rPr>
  </w:style>
  <w:style w:type="paragraph" w:styleId="7">
    <w:name w:val="heading 7"/>
    <w:basedOn w:val="a"/>
    <w:next w:val="a"/>
    <w:qFormat/>
    <w:rsid w:val="004375B8"/>
    <w:pPr>
      <w:keepNext/>
      <w:widowControl/>
      <w:jc w:val="right"/>
      <w:outlineLvl w:val="6"/>
    </w:pPr>
    <w:rPr>
      <w:u w:val="single"/>
    </w:rPr>
  </w:style>
  <w:style w:type="paragraph" w:styleId="8">
    <w:name w:val="heading 8"/>
    <w:basedOn w:val="a"/>
    <w:next w:val="a"/>
    <w:link w:val="80"/>
    <w:qFormat/>
    <w:rsid w:val="004375B8"/>
    <w:pPr>
      <w:keepNext/>
      <w:widowControl/>
      <w:jc w:val="both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4375B8"/>
    <w:pPr>
      <w:keepNext/>
      <w:widowControl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408A"/>
    <w:rPr>
      <w:color w:val="0000FF"/>
      <w:u w:val="single"/>
    </w:rPr>
  </w:style>
  <w:style w:type="table" w:styleId="a4">
    <w:name w:val="Table Grid"/>
    <w:basedOn w:val="a1"/>
    <w:rsid w:val="0008629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E16AF"/>
    <w:pPr>
      <w:ind w:left="708"/>
    </w:pPr>
  </w:style>
  <w:style w:type="paragraph" w:styleId="a6">
    <w:name w:val="Balloon Text"/>
    <w:basedOn w:val="a"/>
    <w:link w:val="a7"/>
    <w:rsid w:val="00EA6B04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EA6B0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rsid w:val="00077780"/>
    <w:rPr>
      <w:sz w:val="24"/>
      <w:szCs w:val="24"/>
      <w:u w:val="single"/>
    </w:rPr>
  </w:style>
  <w:style w:type="paragraph" w:styleId="21">
    <w:name w:val="Body Text Indent 2"/>
    <w:basedOn w:val="a"/>
    <w:link w:val="22"/>
    <w:uiPriority w:val="99"/>
    <w:rsid w:val="00E16CA9"/>
    <w:pPr>
      <w:widowControl/>
      <w:autoSpaceDE/>
      <w:autoSpaceDN/>
      <w:adjustRightInd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16CA9"/>
  </w:style>
  <w:style w:type="character" w:customStyle="1" w:styleId="80">
    <w:name w:val="Заголовок 8 Знак"/>
    <w:basedOn w:val="a0"/>
    <w:link w:val="8"/>
    <w:rsid w:val="00753F25"/>
    <w:rPr>
      <w:b/>
      <w:bCs/>
      <w:sz w:val="28"/>
      <w:szCs w:val="28"/>
    </w:rPr>
  </w:style>
  <w:style w:type="paragraph" w:styleId="a8">
    <w:name w:val="Body Text"/>
    <w:basedOn w:val="a"/>
    <w:link w:val="a9"/>
    <w:unhideWhenUsed/>
    <w:rsid w:val="0072391A"/>
    <w:pPr>
      <w:spacing w:after="120"/>
    </w:pPr>
  </w:style>
  <w:style w:type="character" w:customStyle="1" w:styleId="a9">
    <w:name w:val="Основной текст Знак"/>
    <w:basedOn w:val="a0"/>
    <w:link w:val="a8"/>
    <w:rsid w:val="0072391A"/>
    <w:rPr>
      <w:sz w:val="24"/>
      <w:szCs w:val="24"/>
    </w:rPr>
  </w:style>
  <w:style w:type="paragraph" w:customStyle="1" w:styleId="ConsPlusTitle">
    <w:name w:val="ConsPlusTitle"/>
    <w:rsid w:val="0072391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Основной текст (4)"/>
    <w:basedOn w:val="a0"/>
    <w:rsid w:val="00070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styleId="aa">
    <w:name w:val="Body Text Indent"/>
    <w:basedOn w:val="a"/>
    <w:link w:val="ab"/>
    <w:unhideWhenUsed/>
    <w:rsid w:val="00B2259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B22596"/>
    <w:rPr>
      <w:sz w:val="24"/>
      <w:szCs w:val="24"/>
    </w:rPr>
  </w:style>
  <w:style w:type="paragraph" w:customStyle="1" w:styleId="ConsPlusNormal">
    <w:name w:val="ConsPlusNormal"/>
    <w:rsid w:val="00B22596"/>
    <w:pPr>
      <w:widowControl w:val="0"/>
      <w:autoSpaceDE w:val="0"/>
      <w:autoSpaceDN w:val="0"/>
    </w:pPr>
    <w:rPr>
      <w:sz w:val="24"/>
    </w:rPr>
  </w:style>
  <w:style w:type="character" w:customStyle="1" w:styleId="10">
    <w:name w:val="Заголовок 1 Знак"/>
    <w:basedOn w:val="a0"/>
    <w:link w:val="1"/>
    <w:rsid w:val="00B22596"/>
    <w:rPr>
      <w:b/>
      <w:bCs/>
      <w:sz w:val="40"/>
      <w:szCs w:val="40"/>
    </w:rPr>
  </w:style>
  <w:style w:type="character" w:customStyle="1" w:styleId="20">
    <w:name w:val="Заголовок 2 Знак"/>
    <w:basedOn w:val="a0"/>
    <w:link w:val="2"/>
    <w:rsid w:val="00B22596"/>
    <w:rPr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rsid w:val="00B22596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9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34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9531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5352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645643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7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263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0096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8339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53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75019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1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961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4006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05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676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710474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1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967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84188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38152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62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282230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85;&#1102;&#1090;&#1072;\Application%20Data\Microsoft\&#1064;&#1072;&#1073;&#1083;&#1086;&#1085;&#1099;\&#1056;&#1077;&#1096;&#1077;&#1085;&#1080;&#1077;%20&#1057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A6E9B-F2EC-4294-8A69-A03FAD5CC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37</TotalTime>
  <Pages>1</Pages>
  <Words>658</Words>
  <Characters>3752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/>
      <vt:lpstr>СОВЕТ     ДЕПУТАТОВ</vt:lpstr>
      <vt:lpstr>        ОРЕХОВО-ЗУЕВСКОГО ГОРОДСКОГО   ОКРУГА</vt:lpstr>
      <vt:lpstr>        МОСКОВСКОЙ   ОБЛАСТИ</vt:lpstr>
      <vt:lpstr>    Р Е Ш Е Н И Е</vt:lpstr>
      <vt:lpstr>    </vt:lpstr>
      <vt:lpstr>    </vt:lpstr>
      <vt:lpstr>    Лист согласования</vt:lpstr>
    </vt:vector>
  </TitlesOfParts>
  <Company>Администрация УИАиОР</Company>
  <LinksUpToDate>false</LinksUpToDate>
  <CharactersWithSpaces>4402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Ирина Николаева</cp:lastModifiedBy>
  <cp:revision>20</cp:revision>
  <cp:lastPrinted>2019-11-22T10:58:00Z</cp:lastPrinted>
  <dcterms:created xsi:type="dcterms:W3CDTF">2019-11-20T13:25:00Z</dcterms:created>
  <dcterms:modified xsi:type="dcterms:W3CDTF">2019-11-29T06:05:00Z</dcterms:modified>
</cp:coreProperties>
</file>