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336D7B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536F1EAF" wp14:editId="68F8F36B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FE5D8A" w:rsidRDefault="008656B8" w:rsidP="00FE5D8A">
      <w:pPr>
        <w:pStyle w:val="1"/>
        <w:ind w:firstLine="709"/>
        <w:rPr>
          <w:sz w:val="16"/>
          <w:szCs w:val="16"/>
        </w:rPr>
      </w:pPr>
    </w:p>
    <w:p w:rsidR="00F65A63" w:rsidRPr="002D56ED" w:rsidRDefault="00F65A63" w:rsidP="00FE5D8A">
      <w:pPr>
        <w:pStyle w:val="1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СОВЕТ     ДЕПУТАТОВ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ОРЕХОВО-ЗУЕВ</w:t>
      </w:r>
      <w:r w:rsidR="008578FB">
        <w:rPr>
          <w:rFonts w:ascii="Arial" w:hAnsi="Arial" w:cs="Arial"/>
          <w:sz w:val="32"/>
          <w:szCs w:val="32"/>
        </w:rPr>
        <w:t xml:space="preserve">СКОГО </w:t>
      </w:r>
      <w:r w:rsidR="008578FB" w:rsidRPr="002D56ED">
        <w:rPr>
          <w:rFonts w:ascii="Arial" w:hAnsi="Arial" w:cs="Arial"/>
          <w:sz w:val="32"/>
          <w:szCs w:val="32"/>
        </w:rPr>
        <w:t>ГОРОДСКОГО   ОКРУГА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МОСКОВСКОЙ   ОБЛАСТИ</w:t>
      </w:r>
    </w:p>
    <w:p w:rsidR="00F65A63" w:rsidRPr="00FE5D8A" w:rsidRDefault="00F65A63" w:rsidP="00FE5D8A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5A63" w:rsidRPr="002D56ED" w:rsidRDefault="00F65A63" w:rsidP="00FE5D8A">
      <w:pPr>
        <w:pStyle w:val="2"/>
        <w:ind w:firstLine="709"/>
        <w:rPr>
          <w:rFonts w:ascii="Arial" w:hAnsi="Arial" w:cs="Arial"/>
        </w:rPr>
      </w:pPr>
      <w:r w:rsidRPr="002D56ED">
        <w:rPr>
          <w:rFonts w:ascii="Arial" w:hAnsi="Arial" w:cs="Arial"/>
        </w:rPr>
        <w:t>Р Е Ш Е Н И Е</w:t>
      </w:r>
    </w:p>
    <w:p w:rsidR="00F65A63" w:rsidRPr="00FE5D8A" w:rsidRDefault="00F65A63" w:rsidP="00FE5D8A">
      <w:pPr>
        <w:ind w:firstLine="709"/>
        <w:jc w:val="center"/>
        <w:rPr>
          <w:sz w:val="16"/>
          <w:szCs w:val="16"/>
        </w:rPr>
      </w:pPr>
    </w:p>
    <w:p w:rsidR="00F10E37" w:rsidRDefault="00F10E37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от 28.11.2019   № 84</w:t>
      </w:r>
      <w:r w:rsidR="003130A8">
        <w:rPr>
          <w:rFonts w:ascii="Arial" w:hAnsi="Arial" w:cs="Arial"/>
          <w:b/>
          <w:bCs/>
          <w:sz w:val="28"/>
        </w:rPr>
        <w:t>/6</w:t>
      </w:r>
    </w:p>
    <w:p w:rsidR="0005484A" w:rsidRPr="00FE5D8A" w:rsidRDefault="003130A8" w:rsidP="00FE5D8A">
      <w:pPr>
        <w:ind w:firstLine="709"/>
        <w:jc w:val="center"/>
        <w:rPr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28"/>
        </w:rPr>
        <w:t xml:space="preserve"> </w:t>
      </w:r>
    </w:p>
    <w:p w:rsidR="002077C0" w:rsidRPr="002077C0" w:rsidRDefault="002077C0" w:rsidP="00FE5D8A">
      <w:pPr>
        <w:ind w:firstLine="709"/>
        <w:jc w:val="center"/>
        <w:rPr>
          <w:b/>
          <w:bCs/>
          <w:sz w:val="28"/>
        </w:rPr>
      </w:pPr>
      <w:r w:rsidRPr="002D56ED">
        <w:rPr>
          <w:rFonts w:ascii="Arial" w:hAnsi="Arial" w:cs="Arial"/>
          <w:b/>
          <w:bCs/>
          <w:sz w:val="28"/>
        </w:rPr>
        <w:t>г.</w:t>
      </w:r>
      <w:r>
        <w:rPr>
          <w:b/>
          <w:bCs/>
          <w:sz w:val="28"/>
        </w:rPr>
        <w:t xml:space="preserve"> </w:t>
      </w:r>
      <w:r w:rsidRPr="002D56ED">
        <w:rPr>
          <w:rFonts w:ascii="Arial" w:hAnsi="Arial" w:cs="Arial"/>
          <w:b/>
          <w:bCs/>
          <w:sz w:val="28"/>
        </w:rPr>
        <w:t>Орехово-Зуево</w:t>
      </w:r>
    </w:p>
    <w:p w:rsidR="00562A61" w:rsidRPr="00FE5D8A" w:rsidRDefault="00562A61" w:rsidP="00FE5D8A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730F85" w:rsidRPr="007644AF" w:rsidRDefault="00730F85" w:rsidP="00730F85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 w:rsidRPr="007644AF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>б утверждении прогнозного плана (Программы) приватизации муниципального имущества Орехово-Зуевского городского округа Московской области</w:t>
      </w:r>
      <w:r w:rsidRPr="007644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на 2020 год</w:t>
      </w:r>
    </w:p>
    <w:p w:rsidR="00730F85" w:rsidRPr="00FE5D8A" w:rsidRDefault="00730F85" w:rsidP="00730F85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730F85" w:rsidRDefault="00730F85" w:rsidP="00730F85">
      <w:pPr>
        <w:widowControl/>
        <w:ind w:firstLine="709"/>
        <w:jc w:val="both"/>
        <w:rPr>
          <w:rFonts w:ascii="Arial" w:hAnsi="Arial" w:cs="Arial"/>
          <w:b/>
        </w:rPr>
      </w:pPr>
      <w:r w:rsidRPr="00DC4897">
        <w:rPr>
          <w:rFonts w:ascii="Arial" w:hAnsi="Arial" w:cs="Arial"/>
        </w:rPr>
        <w:t xml:space="preserve">В соответствии со </w:t>
      </w:r>
      <w:hyperlink r:id="rId7" w:history="1">
        <w:r w:rsidRPr="00DC4897">
          <w:rPr>
            <w:rFonts w:ascii="Arial" w:hAnsi="Arial" w:cs="Arial"/>
          </w:rPr>
          <w:t>ст. 10</w:t>
        </w:r>
      </w:hyperlink>
      <w:r w:rsidRPr="00DC4897">
        <w:rPr>
          <w:rFonts w:ascii="Arial" w:hAnsi="Arial" w:cs="Arial"/>
        </w:rPr>
        <w:t xml:space="preserve"> Федерального закона от 21.12.2001 </w:t>
      </w:r>
      <w:r>
        <w:rPr>
          <w:rFonts w:ascii="Arial" w:hAnsi="Arial" w:cs="Arial"/>
        </w:rPr>
        <w:t>№</w:t>
      </w:r>
      <w:r w:rsidRPr="00DC4897">
        <w:rPr>
          <w:rFonts w:ascii="Arial" w:hAnsi="Arial" w:cs="Arial"/>
        </w:rPr>
        <w:t xml:space="preserve">178-ФЗ </w:t>
      </w:r>
      <w:r>
        <w:rPr>
          <w:rFonts w:ascii="Arial" w:hAnsi="Arial" w:cs="Arial"/>
        </w:rPr>
        <w:t>«</w:t>
      </w:r>
      <w:r w:rsidRPr="00DC4897">
        <w:rPr>
          <w:rFonts w:ascii="Arial" w:hAnsi="Arial" w:cs="Arial"/>
        </w:rPr>
        <w:t>О приватизации государственного и муниципального имущества</w:t>
      </w:r>
      <w:r>
        <w:rPr>
          <w:rFonts w:ascii="Arial" w:hAnsi="Arial" w:cs="Arial"/>
        </w:rPr>
        <w:t>»</w:t>
      </w:r>
      <w:r w:rsidRPr="00DC4897">
        <w:rPr>
          <w:rFonts w:ascii="Arial" w:hAnsi="Arial" w:cs="Arial"/>
        </w:rPr>
        <w:t xml:space="preserve">, </w:t>
      </w:r>
      <w:hyperlink r:id="rId8" w:history="1">
        <w:r w:rsidRPr="00DC4897">
          <w:rPr>
            <w:rFonts w:ascii="Arial" w:hAnsi="Arial" w:cs="Arial"/>
          </w:rPr>
          <w:t>ст. 51</w:t>
        </w:r>
      </w:hyperlink>
      <w:r w:rsidRPr="00DC4897">
        <w:rPr>
          <w:rFonts w:ascii="Arial" w:hAnsi="Arial" w:cs="Arial"/>
        </w:rPr>
        <w:t xml:space="preserve"> Феде</w:t>
      </w:r>
      <w:r>
        <w:rPr>
          <w:rFonts w:ascii="Arial" w:hAnsi="Arial" w:cs="Arial"/>
        </w:rPr>
        <w:t>рального закона от 06.10.2003 №</w:t>
      </w:r>
      <w:r w:rsidRPr="00DC4897">
        <w:rPr>
          <w:rFonts w:ascii="Arial" w:hAnsi="Arial" w:cs="Arial"/>
        </w:rPr>
        <w:t xml:space="preserve">131-ФЗ </w:t>
      </w:r>
      <w:r>
        <w:rPr>
          <w:rFonts w:ascii="Arial" w:hAnsi="Arial" w:cs="Arial"/>
        </w:rPr>
        <w:t>«</w:t>
      </w:r>
      <w:r w:rsidRPr="00DC4897">
        <w:rPr>
          <w:rFonts w:ascii="Arial" w:hAnsi="Arial" w:cs="Arial"/>
        </w:rPr>
        <w:t>Об общих принципах организации местного самоуправления в Российской Федерации</w:t>
      </w:r>
      <w:r>
        <w:rPr>
          <w:rFonts w:ascii="Arial" w:hAnsi="Arial" w:cs="Arial"/>
        </w:rPr>
        <w:t>»</w:t>
      </w:r>
      <w:r w:rsidRPr="00DC4897">
        <w:rPr>
          <w:rFonts w:ascii="Arial" w:hAnsi="Arial" w:cs="Arial"/>
        </w:rPr>
        <w:t xml:space="preserve">, </w:t>
      </w:r>
      <w:r w:rsidRPr="005E210D">
        <w:rPr>
          <w:rFonts w:ascii="Arial" w:hAnsi="Arial" w:cs="Arial"/>
        </w:rPr>
        <w:t>Решением Совета депутатов Орехово-Зуевского городского округа Московской области от 16.09.2019 №25/1 «О правопреемстве»</w:t>
      </w:r>
      <w:r>
        <w:rPr>
          <w:rFonts w:ascii="Arial" w:hAnsi="Arial" w:cs="Arial"/>
        </w:rPr>
        <w:t>,</w:t>
      </w:r>
      <w:r w:rsidRPr="005E210D">
        <w:rPr>
          <w:rFonts w:ascii="Arial" w:hAnsi="Arial" w:cs="Arial"/>
        </w:rPr>
        <w:t xml:space="preserve"> руководствуясь постановлением администрации </w:t>
      </w:r>
      <w:r w:rsidRPr="006C35C3">
        <w:rPr>
          <w:rFonts w:ascii="Arial" w:hAnsi="Arial" w:cs="Arial"/>
        </w:rPr>
        <w:t>Орехово-Зуевского городского округа Московской области</w:t>
      </w:r>
      <w:r w:rsidRPr="005E210D">
        <w:rPr>
          <w:rFonts w:ascii="Arial" w:hAnsi="Arial" w:cs="Arial"/>
        </w:rPr>
        <w:t xml:space="preserve"> от 18.11.2019 №102 «О</w:t>
      </w:r>
      <w:r w:rsidRPr="006C35C3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>огласовании прогнозного плана (П</w:t>
      </w:r>
      <w:r w:rsidRPr="006C35C3">
        <w:rPr>
          <w:rFonts w:ascii="Arial" w:hAnsi="Arial" w:cs="Arial"/>
        </w:rPr>
        <w:t xml:space="preserve">рограммы) приватизации муниципального имущества Орехово-Зуевского городского округа Московской области на 2020 год», </w:t>
      </w:r>
      <w:r w:rsidRPr="00DC4897">
        <w:rPr>
          <w:rFonts w:ascii="Arial" w:hAnsi="Arial" w:cs="Arial"/>
          <w:b/>
        </w:rPr>
        <w:t xml:space="preserve">Совет депутатов Орехово-Зуевского </w:t>
      </w:r>
      <w:r>
        <w:rPr>
          <w:rFonts w:ascii="Arial" w:hAnsi="Arial" w:cs="Arial"/>
          <w:b/>
        </w:rPr>
        <w:t>городского округа Московской области</w:t>
      </w:r>
    </w:p>
    <w:p w:rsidR="00730F85" w:rsidRPr="00DC466B" w:rsidRDefault="00730F85" w:rsidP="00730F85">
      <w:pPr>
        <w:widowControl/>
        <w:ind w:firstLine="709"/>
        <w:jc w:val="both"/>
        <w:rPr>
          <w:rFonts w:ascii="Arial" w:hAnsi="Arial" w:cs="Arial"/>
        </w:rPr>
      </w:pPr>
    </w:p>
    <w:p w:rsidR="00730F85" w:rsidRDefault="00730F85" w:rsidP="00730F85">
      <w:pPr>
        <w:ind w:right="-83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РЕШИЛ</w:t>
      </w:r>
      <w:r w:rsidRPr="006E2EBE">
        <w:rPr>
          <w:rFonts w:ascii="Arial" w:hAnsi="Arial" w:cs="Arial"/>
          <w:b/>
        </w:rPr>
        <w:t>:</w:t>
      </w:r>
    </w:p>
    <w:p w:rsidR="00730F85" w:rsidRDefault="00730F85" w:rsidP="00730F85">
      <w:pPr>
        <w:ind w:right="-83" w:firstLine="709"/>
        <w:jc w:val="center"/>
        <w:rPr>
          <w:rFonts w:ascii="Arial" w:hAnsi="Arial" w:cs="Arial"/>
          <w:b/>
        </w:rPr>
      </w:pPr>
    </w:p>
    <w:p w:rsidR="00730F85" w:rsidRPr="000C5916" w:rsidRDefault="00730F85" w:rsidP="00730F85">
      <w:pPr>
        <w:ind w:right="-8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Утвердить п</w:t>
      </w:r>
      <w:r w:rsidRPr="000C5916">
        <w:rPr>
          <w:rFonts w:ascii="Arial" w:hAnsi="Arial" w:cs="Arial"/>
        </w:rPr>
        <w:t xml:space="preserve">рогнозный </w:t>
      </w:r>
      <w:hyperlink w:anchor="P31" w:history="1">
        <w:r w:rsidRPr="000C5916">
          <w:rPr>
            <w:rFonts w:ascii="Arial" w:hAnsi="Arial" w:cs="Arial"/>
          </w:rPr>
          <w:t>план</w:t>
        </w:r>
      </w:hyperlink>
      <w:r w:rsidRPr="000C591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П</w:t>
      </w:r>
      <w:r w:rsidRPr="000C5916">
        <w:rPr>
          <w:rFonts w:ascii="Arial" w:hAnsi="Arial" w:cs="Arial"/>
        </w:rPr>
        <w:t xml:space="preserve">рограмму) приватизации муниципального имущества </w:t>
      </w:r>
      <w:r w:rsidRPr="006C35C3">
        <w:rPr>
          <w:rFonts w:ascii="Arial" w:hAnsi="Arial" w:cs="Arial"/>
        </w:rPr>
        <w:t>Орехово-Зуевского городского округа Московской области на 2020 год</w:t>
      </w:r>
      <w:r w:rsidRPr="000C5916">
        <w:rPr>
          <w:rFonts w:ascii="Arial" w:hAnsi="Arial" w:cs="Arial"/>
        </w:rPr>
        <w:t xml:space="preserve"> согласно приложению к настоящему </w:t>
      </w:r>
      <w:r>
        <w:rPr>
          <w:rFonts w:ascii="Arial" w:hAnsi="Arial" w:cs="Arial"/>
        </w:rPr>
        <w:t>Ре</w:t>
      </w:r>
      <w:r w:rsidRPr="000C5916">
        <w:rPr>
          <w:rFonts w:ascii="Arial" w:hAnsi="Arial" w:cs="Arial"/>
        </w:rPr>
        <w:t>шению.</w:t>
      </w:r>
    </w:p>
    <w:p w:rsidR="00730F85" w:rsidRDefault="00730F85" w:rsidP="00730F85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59006B">
        <w:rPr>
          <w:rFonts w:ascii="Arial" w:hAnsi="Arial" w:cs="Arial"/>
        </w:rPr>
        <w:t xml:space="preserve">Опубликовать настоящее Решение </w:t>
      </w:r>
      <w:r>
        <w:rPr>
          <w:rFonts w:ascii="Arial" w:hAnsi="Arial" w:cs="Arial"/>
        </w:rPr>
        <w:t xml:space="preserve">в официальном периодическом печатном издании, а также разместить на </w:t>
      </w:r>
      <w:r w:rsidRPr="0059006B">
        <w:rPr>
          <w:rFonts w:ascii="Arial" w:hAnsi="Arial" w:cs="Arial"/>
        </w:rPr>
        <w:t>официальн</w:t>
      </w:r>
      <w:r>
        <w:rPr>
          <w:rFonts w:ascii="Arial" w:hAnsi="Arial" w:cs="Arial"/>
        </w:rPr>
        <w:t>ом</w:t>
      </w:r>
      <w:r w:rsidRPr="0059006B">
        <w:rPr>
          <w:rFonts w:ascii="Arial" w:hAnsi="Arial" w:cs="Arial"/>
        </w:rPr>
        <w:t xml:space="preserve"> сайт</w:t>
      </w:r>
      <w:r>
        <w:rPr>
          <w:rFonts w:ascii="Arial" w:hAnsi="Arial" w:cs="Arial"/>
        </w:rPr>
        <w:t>е</w:t>
      </w:r>
      <w:r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Орехово-Зуевского городского округа Московской области </w:t>
      </w:r>
      <w:r w:rsidRPr="0059006B">
        <w:rPr>
          <w:rFonts w:ascii="Arial" w:hAnsi="Arial" w:cs="Arial"/>
        </w:rPr>
        <w:t>в сети Интернет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www</w:t>
      </w:r>
      <w:r w:rsidRPr="00A05C59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ozmo</w:t>
      </w:r>
      <w:r w:rsidRPr="00A05C59"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  <w:r w:rsidRPr="00A05C59">
        <w:rPr>
          <w:rFonts w:ascii="Arial" w:hAnsi="Arial" w:cs="Arial"/>
        </w:rPr>
        <w:t>)</w:t>
      </w:r>
      <w:r w:rsidRPr="0059006B">
        <w:rPr>
          <w:rFonts w:ascii="Arial" w:hAnsi="Arial" w:cs="Arial"/>
        </w:rPr>
        <w:t>.</w:t>
      </w:r>
    </w:p>
    <w:p w:rsidR="00730F85" w:rsidRDefault="00730F85" w:rsidP="00730F85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3.Настоящее Решение вступает в действие с 01.01.2020.</w:t>
      </w:r>
    </w:p>
    <w:p w:rsidR="00730F85" w:rsidRPr="00260CD1" w:rsidRDefault="00730F85" w:rsidP="00730F85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9006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Контроль </w:t>
      </w:r>
      <w:r w:rsidRPr="001D467F">
        <w:rPr>
          <w:rFonts w:ascii="Arial" w:hAnsi="Arial" w:cs="Arial"/>
        </w:rPr>
        <w:t>исполнени</w:t>
      </w:r>
      <w:r>
        <w:rPr>
          <w:rFonts w:ascii="Arial" w:hAnsi="Arial" w:cs="Arial"/>
        </w:rPr>
        <w:t>я</w:t>
      </w:r>
      <w:r w:rsidRPr="001D467F">
        <w:rPr>
          <w:rFonts w:ascii="Arial" w:hAnsi="Arial" w:cs="Arial"/>
        </w:rPr>
        <w:t xml:space="preserve"> настоящего Решения  возложить на </w:t>
      </w:r>
      <w:r>
        <w:rPr>
          <w:rFonts w:ascii="Arial" w:hAnsi="Arial" w:cs="Arial"/>
        </w:rPr>
        <w:t>главу</w:t>
      </w:r>
      <w:r w:rsidRPr="00260CD1">
        <w:rPr>
          <w:rFonts w:ascii="Arial" w:hAnsi="Arial" w:cs="Arial"/>
        </w:rPr>
        <w:t xml:space="preserve"> Орехово-Зуевского городского округа Московской области </w:t>
      </w:r>
      <w:r>
        <w:rPr>
          <w:rFonts w:ascii="Arial" w:hAnsi="Arial" w:cs="Arial"/>
        </w:rPr>
        <w:t>Г. О. Панина</w:t>
      </w:r>
      <w:r w:rsidRPr="00260CD1">
        <w:rPr>
          <w:rFonts w:ascii="Arial" w:hAnsi="Arial" w:cs="Arial"/>
        </w:rPr>
        <w:t xml:space="preserve">. </w:t>
      </w:r>
    </w:p>
    <w:p w:rsidR="00730F85" w:rsidRPr="00FF7BB4" w:rsidRDefault="00730F85" w:rsidP="00730F85">
      <w:pPr>
        <w:widowControl/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</w:p>
    <w:p w:rsidR="00730F85" w:rsidRPr="00FF7BB4" w:rsidRDefault="00730F85" w:rsidP="00C9410D">
      <w:pPr>
        <w:widowControl/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</w:p>
    <w:p w:rsidR="00C9410D" w:rsidRPr="007B3707" w:rsidRDefault="00C9410D" w:rsidP="00C9410D">
      <w:pPr>
        <w:widowControl/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</w:p>
    <w:p w:rsidR="00C9410D" w:rsidRDefault="00C9410D" w:rsidP="00C9410D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Председатель Совета депутатов</w:t>
      </w:r>
    </w:p>
    <w:p w:rsidR="00C9410D" w:rsidRPr="008578FB" w:rsidRDefault="00C9410D" w:rsidP="00C9410D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Орехово-Зуевского городского округа                                                              </w:t>
      </w:r>
      <w:r>
        <w:rPr>
          <w:rFonts w:ascii="Arial" w:hAnsi="Arial" w:cs="Arial"/>
          <w:b/>
          <w:bCs/>
        </w:rPr>
        <w:t xml:space="preserve">Т. И. </w:t>
      </w:r>
      <w:proofErr w:type="spellStart"/>
      <w:r>
        <w:rPr>
          <w:rFonts w:ascii="Arial" w:hAnsi="Arial" w:cs="Arial"/>
          <w:b/>
          <w:bCs/>
        </w:rPr>
        <w:t>Ронзина</w:t>
      </w:r>
      <w:proofErr w:type="spellEnd"/>
    </w:p>
    <w:p w:rsidR="00410107" w:rsidRDefault="00410107">
      <w:pPr>
        <w:widowControl/>
        <w:autoSpaceDE/>
        <w:autoSpaceDN/>
        <w:adjustRightInd/>
        <w:rPr>
          <w:rFonts w:ascii="Arial" w:hAnsi="Arial" w:cs="Arial"/>
          <w:szCs w:val="20"/>
        </w:rPr>
      </w:pPr>
      <w:r>
        <w:rPr>
          <w:rFonts w:ascii="Arial" w:hAnsi="Arial" w:cs="Arial"/>
        </w:rPr>
        <w:br w:type="page"/>
      </w:r>
    </w:p>
    <w:p w:rsidR="00B72C6E" w:rsidRPr="00607D91" w:rsidRDefault="00B72C6E" w:rsidP="00B72C6E">
      <w:pPr>
        <w:pStyle w:val="ConsPlusNormal"/>
        <w:jc w:val="right"/>
        <w:outlineLvl w:val="0"/>
        <w:rPr>
          <w:rFonts w:ascii="Arial" w:hAnsi="Arial" w:cs="Arial"/>
        </w:rPr>
      </w:pPr>
      <w:r w:rsidRPr="00607D91">
        <w:rPr>
          <w:rFonts w:ascii="Arial" w:hAnsi="Arial" w:cs="Arial"/>
        </w:rPr>
        <w:lastRenderedPageBreak/>
        <w:t>Приложение</w:t>
      </w:r>
    </w:p>
    <w:p w:rsidR="00B72C6E" w:rsidRPr="00607D91" w:rsidRDefault="00B72C6E" w:rsidP="00B72C6E">
      <w:pPr>
        <w:pStyle w:val="ConsPlusNormal"/>
        <w:jc w:val="right"/>
        <w:rPr>
          <w:rFonts w:ascii="Arial" w:hAnsi="Arial" w:cs="Arial"/>
        </w:rPr>
      </w:pPr>
      <w:r w:rsidRPr="00607D91">
        <w:rPr>
          <w:rFonts w:ascii="Arial" w:hAnsi="Arial" w:cs="Arial"/>
        </w:rPr>
        <w:t>к решению Совета депутатов</w:t>
      </w:r>
    </w:p>
    <w:p w:rsidR="00B72C6E" w:rsidRPr="00607D91" w:rsidRDefault="00B72C6E" w:rsidP="00B72C6E">
      <w:pPr>
        <w:pStyle w:val="ConsPlusNormal"/>
        <w:jc w:val="right"/>
        <w:rPr>
          <w:rFonts w:ascii="Arial" w:hAnsi="Arial" w:cs="Arial"/>
        </w:rPr>
      </w:pPr>
      <w:r w:rsidRPr="00607D91">
        <w:rPr>
          <w:rFonts w:ascii="Arial" w:hAnsi="Arial" w:cs="Arial"/>
        </w:rPr>
        <w:t>Орехово-Зуев</w:t>
      </w:r>
      <w:r>
        <w:rPr>
          <w:rFonts w:ascii="Arial" w:hAnsi="Arial" w:cs="Arial"/>
        </w:rPr>
        <w:t xml:space="preserve">ского </w:t>
      </w:r>
      <w:r w:rsidRPr="00607D91">
        <w:rPr>
          <w:rFonts w:ascii="Arial" w:hAnsi="Arial" w:cs="Arial"/>
        </w:rPr>
        <w:t>городского округа</w:t>
      </w:r>
    </w:p>
    <w:p w:rsidR="00B72C6E" w:rsidRPr="00607D91" w:rsidRDefault="00B72C6E" w:rsidP="00B72C6E">
      <w:pPr>
        <w:pStyle w:val="ConsPlusNormal"/>
        <w:jc w:val="right"/>
        <w:rPr>
          <w:rFonts w:ascii="Arial" w:hAnsi="Arial" w:cs="Arial"/>
        </w:rPr>
      </w:pPr>
      <w:r w:rsidRPr="00607D91">
        <w:rPr>
          <w:rFonts w:ascii="Arial" w:hAnsi="Arial" w:cs="Arial"/>
        </w:rPr>
        <w:t>Московской области</w:t>
      </w:r>
    </w:p>
    <w:p w:rsidR="00B72C6E" w:rsidRDefault="00F10E37" w:rsidP="00F10E37">
      <w:pPr>
        <w:pStyle w:val="ConsPlusNormal"/>
        <w:jc w:val="right"/>
        <w:rPr>
          <w:rFonts w:ascii="Arial" w:hAnsi="Arial" w:cs="Arial"/>
        </w:rPr>
      </w:pPr>
      <w:r>
        <w:rPr>
          <w:rFonts w:ascii="Arial" w:hAnsi="Arial" w:cs="Arial"/>
        </w:rPr>
        <w:t>от 28.11.2019   № 84</w:t>
      </w:r>
      <w:r w:rsidRPr="00F10E37">
        <w:rPr>
          <w:rFonts w:ascii="Arial" w:hAnsi="Arial" w:cs="Arial"/>
        </w:rPr>
        <w:t>/6</w:t>
      </w:r>
    </w:p>
    <w:p w:rsidR="00F10E37" w:rsidRPr="00607D91" w:rsidRDefault="00F10E37" w:rsidP="00F10E37">
      <w:pPr>
        <w:pStyle w:val="ConsPlusNormal"/>
        <w:jc w:val="right"/>
        <w:rPr>
          <w:rFonts w:ascii="Arial" w:hAnsi="Arial" w:cs="Arial"/>
        </w:rPr>
      </w:pPr>
    </w:p>
    <w:p w:rsidR="00B72C6E" w:rsidRDefault="00B72C6E" w:rsidP="00B72C6E">
      <w:pPr>
        <w:pStyle w:val="ConsPlusTitle"/>
        <w:jc w:val="center"/>
        <w:rPr>
          <w:rFonts w:ascii="Arial" w:hAnsi="Arial" w:cs="Arial"/>
        </w:rPr>
      </w:pPr>
      <w:bookmarkStart w:id="0" w:name="P31"/>
      <w:bookmarkEnd w:id="0"/>
      <w:r>
        <w:rPr>
          <w:rFonts w:ascii="Arial" w:hAnsi="Arial" w:cs="Arial"/>
        </w:rPr>
        <w:t>П</w:t>
      </w:r>
      <w:r w:rsidRPr="00607D91">
        <w:rPr>
          <w:rFonts w:ascii="Arial" w:hAnsi="Arial" w:cs="Arial"/>
        </w:rPr>
        <w:t>рогнозн</w:t>
      </w:r>
      <w:r>
        <w:rPr>
          <w:rFonts w:ascii="Arial" w:hAnsi="Arial" w:cs="Arial"/>
        </w:rPr>
        <w:t>ый</w:t>
      </w:r>
      <w:r w:rsidRPr="00607D91">
        <w:rPr>
          <w:rFonts w:ascii="Arial" w:hAnsi="Arial" w:cs="Arial"/>
        </w:rPr>
        <w:t xml:space="preserve"> план</w:t>
      </w:r>
      <w:r>
        <w:rPr>
          <w:rFonts w:ascii="Arial" w:hAnsi="Arial" w:cs="Arial"/>
        </w:rPr>
        <w:t xml:space="preserve"> (</w:t>
      </w:r>
      <w:r w:rsidR="0098109B">
        <w:rPr>
          <w:rFonts w:ascii="Arial" w:hAnsi="Arial" w:cs="Arial"/>
        </w:rPr>
        <w:t>П</w:t>
      </w:r>
      <w:r>
        <w:rPr>
          <w:rFonts w:ascii="Arial" w:hAnsi="Arial" w:cs="Arial"/>
        </w:rPr>
        <w:t>рограмма</w:t>
      </w:r>
      <w:r w:rsidRPr="00607D91">
        <w:rPr>
          <w:rFonts w:ascii="Arial" w:hAnsi="Arial" w:cs="Arial"/>
        </w:rPr>
        <w:t xml:space="preserve">) приватизации муниципального имущества </w:t>
      </w:r>
    </w:p>
    <w:p w:rsidR="00B72C6E" w:rsidRPr="00607D91" w:rsidRDefault="00B72C6E" w:rsidP="00B72C6E">
      <w:pPr>
        <w:pStyle w:val="ConsPlusTitle"/>
        <w:jc w:val="center"/>
        <w:rPr>
          <w:rFonts w:ascii="Arial" w:hAnsi="Arial" w:cs="Arial"/>
        </w:rPr>
      </w:pPr>
      <w:r w:rsidRPr="00607D91">
        <w:rPr>
          <w:rFonts w:ascii="Arial" w:hAnsi="Arial" w:cs="Arial"/>
        </w:rPr>
        <w:t>Орехово-Зуевского городского округа Московской области на 2020 год</w:t>
      </w:r>
    </w:p>
    <w:p w:rsidR="00B72C6E" w:rsidRPr="00607D91" w:rsidRDefault="00B72C6E" w:rsidP="00B72C6E">
      <w:pPr>
        <w:pStyle w:val="ConsPlusNormal"/>
        <w:jc w:val="both"/>
        <w:rPr>
          <w:rFonts w:ascii="Arial" w:hAnsi="Arial" w:cs="Arial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82"/>
        <w:gridCol w:w="3118"/>
        <w:gridCol w:w="1701"/>
      </w:tblGrid>
      <w:tr w:rsidR="00B72C6E" w:rsidRPr="00755700" w:rsidTr="00F61634">
        <w:tc>
          <w:tcPr>
            <w:tcW w:w="567" w:type="dxa"/>
          </w:tcPr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№</w:t>
            </w:r>
          </w:p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п/п</w:t>
            </w:r>
          </w:p>
        </w:tc>
        <w:tc>
          <w:tcPr>
            <w:tcW w:w="4882" w:type="dxa"/>
          </w:tcPr>
          <w:p w:rsidR="00B72C6E" w:rsidRPr="00755700" w:rsidRDefault="00B72C6E" w:rsidP="00F61634">
            <w:pPr>
              <w:pStyle w:val="ConsPlusNormal"/>
              <w:ind w:firstLine="709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Наименование объекта</w:t>
            </w:r>
          </w:p>
        </w:tc>
        <w:tc>
          <w:tcPr>
            <w:tcW w:w="3118" w:type="dxa"/>
          </w:tcPr>
          <w:p w:rsidR="00B72C6E" w:rsidRPr="00755700" w:rsidRDefault="00B72C6E" w:rsidP="00F61634">
            <w:pPr>
              <w:pStyle w:val="ConsPlusNormal"/>
              <w:ind w:firstLine="709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Полный адрес</w:t>
            </w:r>
          </w:p>
        </w:tc>
        <w:tc>
          <w:tcPr>
            <w:tcW w:w="1701" w:type="dxa"/>
          </w:tcPr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Сроки приватизации</w:t>
            </w:r>
          </w:p>
        </w:tc>
      </w:tr>
      <w:tr w:rsidR="00B72C6E" w:rsidRPr="00755700" w:rsidTr="00F61634">
        <w:tc>
          <w:tcPr>
            <w:tcW w:w="567" w:type="dxa"/>
          </w:tcPr>
          <w:p w:rsidR="00B72C6E" w:rsidRPr="00755700" w:rsidRDefault="00EE693D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4882" w:type="dxa"/>
          </w:tcPr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административное здание (банк), назначение: нежилое здание, общей площадью 1438,7 кв. м, количество этажей: 4 (в том числе подземных 1), с кадастровым номером объекта: 50:47:0000000:3852;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гараж, назначение: нежилое здание, общей площадью 71,3 кв. м, количество этажей: 1, с кадастровым номером объекта: 50:47:0041405:69;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здание гаража, назначение: нежилое здание, общей площадью 201,0 кв. м, количество этажей: 1, с кадастровым номером объекта: 50:47:0041405:78;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здание склада, назначение: нежилое здание, общей площадью 10,7 кв. м, количество этажей: 1, с кадастровым номером объекта: 50:47:0041405:79;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склад, назначение: нежилое здание, общей площадью 11,5 кв. м, количество этажей: 1, с кадастровым номером объекта: 50:47:0041405:77;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земельный участок, категория земель: земли населенных пунктов, вид разрешенного использования: общественное управление, общей площадью 1 800,00 кв. м, с кадастровым номером: 50:47:0041405:21.</w:t>
            </w:r>
          </w:p>
        </w:tc>
        <w:tc>
          <w:tcPr>
            <w:tcW w:w="3118" w:type="dxa"/>
          </w:tcPr>
          <w:p w:rsidR="00B72C6E" w:rsidRPr="00755700" w:rsidRDefault="00B72C6E" w:rsidP="00F61634">
            <w:pPr>
              <w:pStyle w:val="ConsPlusNormal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Московская область, г. Орехово-Зуево, ул. Ленина, д. 30</w:t>
            </w:r>
          </w:p>
        </w:tc>
        <w:tc>
          <w:tcPr>
            <w:tcW w:w="1701" w:type="dxa"/>
          </w:tcPr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I квартал</w:t>
            </w:r>
          </w:p>
        </w:tc>
      </w:tr>
      <w:tr w:rsidR="00B72C6E" w:rsidRPr="00755700" w:rsidTr="00F61634">
        <w:tc>
          <w:tcPr>
            <w:tcW w:w="567" w:type="dxa"/>
          </w:tcPr>
          <w:p w:rsidR="00B72C6E" w:rsidRPr="00755700" w:rsidRDefault="00EE693D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4882" w:type="dxa"/>
          </w:tcPr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 xml:space="preserve">- нежилое здание, наименование: столовая, кадастровый номер 50:24:0050102:235, инв.№191:060-3880, общая площадь 264,9 кв. м; 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>- земельный участок, категория земель: земли населенных пунктов, вид разрешенного использования: общественное питание, общей площадью 1 000,00 кв. м, с кадастровым номером 50:24:0050801:28</w:t>
            </w:r>
          </w:p>
        </w:tc>
        <w:tc>
          <w:tcPr>
            <w:tcW w:w="3118" w:type="dxa"/>
          </w:tcPr>
          <w:p w:rsidR="00B72C6E" w:rsidRPr="00755700" w:rsidRDefault="00B72C6E" w:rsidP="00F61634">
            <w:pPr>
              <w:pStyle w:val="ConsPlusNormal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t>Московская область, Орехово-Зуевский район, п. Снопок Новый (</w:t>
            </w:r>
            <w:proofErr w:type="spellStart"/>
            <w:r w:rsidRPr="00755700">
              <w:rPr>
                <w:rFonts w:ascii="Arial" w:hAnsi="Arial" w:cs="Arial"/>
                <w:szCs w:val="24"/>
              </w:rPr>
              <w:t>Верейское</w:t>
            </w:r>
            <w:proofErr w:type="spellEnd"/>
            <w:r w:rsidRPr="00755700">
              <w:rPr>
                <w:rFonts w:ascii="Arial" w:hAnsi="Arial" w:cs="Arial"/>
                <w:szCs w:val="24"/>
              </w:rPr>
              <w:t xml:space="preserve"> с/п), ул. Центральная, участок 22</w:t>
            </w:r>
          </w:p>
        </w:tc>
        <w:tc>
          <w:tcPr>
            <w:tcW w:w="1701" w:type="dxa"/>
          </w:tcPr>
          <w:p w:rsidR="00B72C6E" w:rsidRPr="00755700" w:rsidRDefault="00B72C6E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  <w:lang w:val="en-US"/>
              </w:rPr>
              <w:t xml:space="preserve">I </w:t>
            </w:r>
            <w:r w:rsidRPr="00755700">
              <w:rPr>
                <w:rFonts w:ascii="Arial" w:hAnsi="Arial" w:cs="Arial"/>
                <w:szCs w:val="24"/>
              </w:rPr>
              <w:t>квартал</w:t>
            </w:r>
          </w:p>
        </w:tc>
      </w:tr>
      <w:tr w:rsidR="00B72C6E" w:rsidRPr="00755700" w:rsidTr="00F61634">
        <w:tc>
          <w:tcPr>
            <w:tcW w:w="567" w:type="dxa"/>
          </w:tcPr>
          <w:p w:rsidR="00B72C6E" w:rsidRPr="00755700" w:rsidRDefault="00EE693D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4882" w:type="dxa"/>
          </w:tcPr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 xml:space="preserve">- нежилое здание котельной, 1-этажное, общей площадью 164,90 </w:t>
            </w:r>
            <w:proofErr w:type="spellStart"/>
            <w:r w:rsidRPr="00755700">
              <w:rPr>
                <w:rFonts w:ascii="Arial" w:hAnsi="Arial" w:cs="Arial"/>
              </w:rPr>
              <w:t>кв.м</w:t>
            </w:r>
            <w:proofErr w:type="spellEnd"/>
            <w:r w:rsidRPr="00755700">
              <w:rPr>
                <w:rFonts w:ascii="Arial" w:hAnsi="Arial" w:cs="Arial"/>
              </w:rPr>
              <w:t>., инв.№59-</w:t>
            </w:r>
            <w:r w:rsidRPr="00755700">
              <w:rPr>
                <w:rFonts w:ascii="Arial" w:hAnsi="Arial" w:cs="Arial"/>
              </w:rPr>
              <w:lastRenderedPageBreak/>
              <w:t>44, лит.А,А1,а,а1, с кадастровым номером 50:47:0010303:118;</w:t>
            </w:r>
          </w:p>
          <w:p w:rsidR="00B72C6E" w:rsidRPr="00755700" w:rsidRDefault="00B72C6E" w:rsidP="00F61634">
            <w:pPr>
              <w:jc w:val="both"/>
              <w:rPr>
                <w:rFonts w:ascii="Arial" w:hAnsi="Arial" w:cs="Arial"/>
              </w:rPr>
            </w:pPr>
            <w:r w:rsidRPr="00755700">
              <w:rPr>
                <w:rFonts w:ascii="Arial" w:hAnsi="Arial" w:cs="Arial"/>
              </w:rPr>
              <w:t xml:space="preserve">- земельный участок, категория земель: земли населенных пунктов, разрешенное использование: размещение инженерно-коммунальных сооружений, общей площадью 747,00 </w:t>
            </w:r>
            <w:proofErr w:type="spellStart"/>
            <w:r w:rsidRPr="00755700">
              <w:rPr>
                <w:rFonts w:ascii="Arial" w:hAnsi="Arial" w:cs="Arial"/>
              </w:rPr>
              <w:t>кв.м</w:t>
            </w:r>
            <w:proofErr w:type="spellEnd"/>
            <w:r w:rsidRPr="00755700">
              <w:rPr>
                <w:rFonts w:ascii="Arial" w:hAnsi="Arial" w:cs="Arial"/>
              </w:rPr>
              <w:t>, с кадастровым  номером 50:47:0010306:6</w:t>
            </w:r>
          </w:p>
        </w:tc>
        <w:tc>
          <w:tcPr>
            <w:tcW w:w="3118" w:type="dxa"/>
          </w:tcPr>
          <w:p w:rsidR="00B72C6E" w:rsidRPr="00755700" w:rsidRDefault="00B72C6E" w:rsidP="00F61634">
            <w:pPr>
              <w:pStyle w:val="ConsPlusNormal"/>
              <w:rPr>
                <w:rFonts w:ascii="Arial" w:hAnsi="Arial" w:cs="Arial"/>
                <w:szCs w:val="24"/>
              </w:rPr>
            </w:pPr>
            <w:r w:rsidRPr="00755700">
              <w:rPr>
                <w:rFonts w:ascii="Arial" w:hAnsi="Arial" w:cs="Arial"/>
                <w:szCs w:val="24"/>
              </w:rPr>
              <w:lastRenderedPageBreak/>
              <w:t xml:space="preserve">Московская область, г. Орехово-Зуево, ул. </w:t>
            </w:r>
            <w:r w:rsidRPr="00755700">
              <w:rPr>
                <w:rFonts w:ascii="Arial" w:hAnsi="Arial" w:cs="Arial"/>
                <w:szCs w:val="24"/>
              </w:rPr>
              <w:lastRenderedPageBreak/>
              <w:t>Аэродромная, д.12а</w:t>
            </w:r>
          </w:p>
        </w:tc>
        <w:tc>
          <w:tcPr>
            <w:tcW w:w="1701" w:type="dxa"/>
          </w:tcPr>
          <w:p w:rsidR="00B72C6E" w:rsidRPr="00755700" w:rsidRDefault="00122361" w:rsidP="00F61634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5B2D90">
              <w:rPr>
                <w:rFonts w:ascii="Arial" w:hAnsi="Arial" w:cs="Arial"/>
                <w:szCs w:val="24"/>
                <w:lang w:val="en-US"/>
              </w:rPr>
              <w:lastRenderedPageBreak/>
              <w:t>I</w:t>
            </w:r>
            <w:r>
              <w:rPr>
                <w:rFonts w:ascii="Arial" w:hAnsi="Arial" w:cs="Arial"/>
                <w:szCs w:val="24"/>
                <w:lang w:val="en-US"/>
              </w:rPr>
              <w:t>V</w:t>
            </w:r>
            <w:r w:rsidR="00B72C6E" w:rsidRPr="00755700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 w:rsidR="00B72C6E" w:rsidRPr="00755700">
              <w:rPr>
                <w:rFonts w:ascii="Arial" w:hAnsi="Arial" w:cs="Arial"/>
                <w:szCs w:val="24"/>
              </w:rPr>
              <w:t>квартал</w:t>
            </w:r>
          </w:p>
        </w:tc>
      </w:tr>
    </w:tbl>
    <w:p w:rsidR="008766A5" w:rsidRDefault="008766A5" w:rsidP="00336D7B">
      <w:pPr>
        <w:ind w:firstLine="709"/>
        <w:jc w:val="center"/>
        <w:rPr>
          <w:rFonts w:ascii="Arial" w:hAnsi="Arial" w:cs="Arial"/>
          <w:b/>
          <w:bCs/>
        </w:rPr>
      </w:pPr>
      <w:bookmarkStart w:id="1" w:name="_GoBack"/>
      <w:bookmarkEnd w:id="1"/>
    </w:p>
    <w:sectPr w:rsidR="008766A5" w:rsidSect="009D6B46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 w15:restartNumberingAfterBreak="0">
    <w:nsid w:val="2FA92B3C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CB911AA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3687B"/>
    <w:rsid w:val="00036AD0"/>
    <w:rsid w:val="0005484A"/>
    <w:rsid w:val="000703EB"/>
    <w:rsid w:val="00077780"/>
    <w:rsid w:val="00077FFE"/>
    <w:rsid w:val="0008629D"/>
    <w:rsid w:val="000C2D41"/>
    <w:rsid w:val="000D04E6"/>
    <w:rsid w:val="000E5877"/>
    <w:rsid w:val="000F5217"/>
    <w:rsid w:val="00106872"/>
    <w:rsid w:val="00111EFA"/>
    <w:rsid w:val="00122361"/>
    <w:rsid w:val="00123B89"/>
    <w:rsid w:val="00136B43"/>
    <w:rsid w:val="00137E81"/>
    <w:rsid w:val="00142555"/>
    <w:rsid w:val="00156E9A"/>
    <w:rsid w:val="00164114"/>
    <w:rsid w:val="001B42CB"/>
    <w:rsid w:val="001B5567"/>
    <w:rsid w:val="001C72F4"/>
    <w:rsid w:val="001D1E67"/>
    <w:rsid w:val="001E0584"/>
    <w:rsid w:val="001E4969"/>
    <w:rsid w:val="001E6AE5"/>
    <w:rsid w:val="001E6CEB"/>
    <w:rsid w:val="001F5556"/>
    <w:rsid w:val="001F60DE"/>
    <w:rsid w:val="00200A7B"/>
    <w:rsid w:val="0020596E"/>
    <w:rsid w:val="002077C0"/>
    <w:rsid w:val="0021001F"/>
    <w:rsid w:val="00212FA3"/>
    <w:rsid w:val="00227241"/>
    <w:rsid w:val="0023411B"/>
    <w:rsid w:val="00255566"/>
    <w:rsid w:val="00257154"/>
    <w:rsid w:val="00276D8B"/>
    <w:rsid w:val="0029611A"/>
    <w:rsid w:val="002A36C9"/>
    <w:rsid w:val="002A3A68"/>
    <w:rsid w:val="002A5409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E67CF"/>
    <w:rsid w:val="002F0A40"/>
    <w:rsid w:val="003130A8"/>
    <w:rsid w:val="00316B0F"/>
    <w:rsid w:val="00331EBD"/>
    <w:rsid w:val="00336D7B"/>
    <w:rsid w:val="003413C4"/>
    <w:rsid w:val="00347989"/>
    <w:rsid w:val="00350E06"/>
    <w:rsid w:val="00357FF7"/>
    <w:rsid w:val="00360C5C"/>
    <w:rsid w:val="00360F8E"/>
    <w:rsid w:val="00365E13"/>
    <w:rsid w:val="00373FEB"/>
    <w:rsid w:val="0037493A"/>
    <w:rsid w:val="00375752"/>
    <w:rsid w:val="00375B59"/>
    <w:rsid w:val="00385D94"/>
    <w:rsid w:val="003932DD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6AA2"/>
    <w:rsid w:val="00410107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3277"/>
    <w:rsid w:val="00467843"/>
    <w:rsid w:val="00481A79"/>
    <w:rsid w:val="00484300"/>
    <w:rsid w:val="0048451D"/>
    <w:rsid w:val="0048528C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30BB3"/>
    <w:rsid w:val="00545EF8"/>
    <w:rsid w:val="00547971"/>
    <w:rsid w:val="00551E7A"/>
    <w:rsid w:val="00551E90"/>
    <w:rsid w:val="0055310D"/>
    <w:rsid w:val="0055454E"/>
    <w:rsid w:val="0055462D"/>
    <w:rsid w:val="00554855"/>
    <w:rsid w:val="00556BE7"/>
    <w:rsid w:val="00562A61"/>
    <w:rsid w:val="0056311C"/>
    <w:rsid w:val="00565ED1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2D90"/>
    <w:rsid w:val="005B4ED3"/>
    <w:rsid w:val="005C6BBB"/>
    <w:rsid w:val="005C7589"/>
    <w:rsid w:val="005D0632"/>
    <w:rsid w:val="005D21ED"/>
    <w:rsid w:val="005E179E"/>
    <w:rsid w:val="005E210D"/>
    <w:rsid w:val="005E3444"/>
    <w:rsid w:val="005F271E"/>
    <w:rsid w:val="005F648A"/>
    <w:rsid w:val="00602014"/>
    <w:rsid w:val="00607FF0"/>
    <w:rsid w:val="00620CEE"/>
    <w:rsid w:val="0062273B"/>
    <w:rsid w:val="00623962"/>
    <w:rsid w:val="00625490"/>
    <w:rsid w:val="00626A5B"/>
    <w:rsid w:val="00630B68"/>
    <w:rsid w:val="0063673A"/>
    <w:rsid w:val="00661898"/>
    <w:rsid w:val="0066638E"/>
    <w:rsid w:val="0066785E"/>
    <w:rsid w:val="006A14B8"/>
    <w:rsid w:val="006C35C3"/>
    <w:rsid w:val="006C4213"/>
    <w:rsid w:val="006C6065"/>
    <w:rsid w:val="006E77F6"/>
    <w:rsid w:val="006F4575"/>
    <w:rsid w:val="006F7C08"/>
    <w:rsid w:val="00702142"/>
    <w:rsid w:val="007121A6"/>
    <w:rsid w:val="007174AA"/>
    <w:rsid w:val="0072391A"/>
    <w:rsid w:val="00725351"/>
    <w:rsid w:val="00725D90"/>
    <w:rsid w:val="00730F85"/>
    <w:rsid w:val="0073149F"/>
    <w:rsid w:val="00735142"/>
    <w:rsid w:val="00741FDE"/>
    <w:rsid w:val="00745D32"/>
    <w:rsid w:val="00753F25"/>
    <w:rsid w:val="00764F91"/>
    <w:rsid w:val="00765ABB"/>
    <w:rsid w:val="0078272B"/>
    <w:rsid w:val="00784417"/>
    <w:rsid w:val="0078533A"/>
    <w:rsid w:val="00796D72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56B8"/>
    <w:rsid w:val="008665D8"/>
    <w:rsid w:val="008667F8"/>
    <w:rsid w:val="008766A5"/>
    <w:rsid w:val="0088154B"/>
    <w:rsid w:val="00882126"/>
    <w:rsid w:val="00882655"/>
    <w:rsid w:val="0088288D"/>
    <w:rsid w:val="008846A8"/>
    <w:rsid w:val="00885073"/>
    <w:rsid w:val="008924DA"/>
    <w:rsid w:val="00894B7D"/>
    <w:rsid w:val="008B36F6"/>
    <w:rsid w:val="008B3ACC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43DAC"/>
    <w:rsid w:val="00957E97"/>
    <w:rsid w:val="009639DC"/>
    <w:rsid w:val="009674B6"/>
    <w:rsid w:val="0097449D"/>
    <w:rsid w:val="0098109B"/>
    <w:rsid w:val="009905B7"/>
    <w:rsid w:val="00992BA7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C5C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5867"/>
    <w:rsid w:val="00A65B0B"/>
    <w:rsid w:val="00A800F8"/>
    <w:rsid w:val="00A90689"/>
    <w:rsid w:val="00A93358"/>
    <w:rsid w:val="00A95AAA"/>
    <w:rsid w:val="00AA0897"/>
    <w:rsid w:val="00AA39EE"/>
    <w:rsid w:val="00AB0A62"/>
    <w:rsid w:val="00AB408A"/>
    <w:rsid w:val="00AC0B42"/>
    <w:rsid w:val="00AC2355"/>
    <w:rsid w:val="00AC44E6"/>
    <w:rsid w:val="00AE32E7"/>
    <w:rsid w:val="00AE6141"/>
    <w:rsid w:val="00AF08AA"/>
    <w:rsid w:val="00AF6F9A"/>
    <w:rsid w:val="00B01D35"/>
    <w:rsid w:val="00B025B5"/>
    <w:rsid w:val="00B25A01"/>
    <w:rsid w:val="00B354BD"/>
    <w:rsid w:val="00B36CB7"/>
    <w:rsid w:val="00B40000"/>
    <w:rsid w:val="00B430F9"/>
    <w:rsid w:val="00B533C0"/>
    <w:rsid w:val="00B55BE9"/>
    <w:rsid w:val="00B562E1"/>
    <w:rsid w:val="00B72111"/>
    <w:rsid w:val="00B72C6E"/>
    <w:rsid w:val="00B75119"/>
    <w:rsid w:val="00B77BA3"/>
    <w:rsid w:val="00B84D44"/>
    <w:rsid w:val="00B867EF"/>
    <w:rsid w:val="00B924E7"/>
    <w:rsid w:val="00BA23FA"/>
    <w:rsid w:val="00BB43D0"/>
    <w:rsid w:val="00BB6488"/>
    <w:rsid w:val="00BB68A2"/>
    <w:rsid w:val="00BC3974"/>
    <w:rsid w:val="00BC40C4"/>
    <w:rsid w:val="00BC41B3"/>
    <w:rsid w:val="00BD4094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14BE8"/>
    <w:rsid w:val="00C245CE"/>
    <w:rsid w:val="00C2636C"/>
    <w:rsid w:val="00C454A2"/>
    <w:rsid w:val="00C45570"/>
    <w:rsid w:val="00C50B69"/>
    <w:rsid w:val="00C50D87"/>
    <w:rsid w:val="00C54CF6"/>
    <w:rsid w:val="00C6233F"/>
    <w:rsid w:val="00C635B4"/>
    <w:rsid w:val="00C76950"/>
    <w:rsid w:val="00C9410D"/>
    <w:rsid w:val="00CB2266"/>
    <w:rsid w:val="00CB496F"/>
    <w:rsid w:val="00CC7491"/>
    <w:rsid w:val="00CC79E4"/>
    <w:rsid w:val="00CD2627"/>
    <w:rsid w:val="00CD2F2E"/>
    <w:rsid w:val="00D11BAA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52F88"/>
    <w:rsid w:val="00D57EA0"/>
    <w:rsid w:val="00D63A65"/>
    <w:rsid w:val="00D813BD"/>
    <w:rsid w:val="00D82549"/>
    <w:rsid w:val="00D8754E"/>
    <w:rsid w:val="00D8790E"/>
    <w:rsid w:val="00D9163C"/>
    <w:rsid w:val="00D92B0A"/>
    <w:rsid w:val="00D94144"/>
    <w:rsid w:val="00DA44C2"/>
    <w:rsid w:val="00DC466B"/>
    <w:rsid w:val="00DD43F2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306BB"/>
    <w:rsid w:val="00E42EBD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5BBA"/>
    <w:rsid w:val="00ED2C77"/>
    <w:rsid w:val="00ED3F6B"/>
    <w:rsid w:val="00EE40F6"/>
    <w:rsid w:val="00EE4EBF"/>
    <w:rsid w:val="00EE693D"/>
    <w:rsid w:val="00EE6E12"/>
    <w:rsid w:val="00EF0FE0"/>
    <w:rsid w:val="00EF4B32"/>
    <w:rsid w:val="00EF4EA7"/>
    <w:rsid w:val="00EF596F"/>
    <w:rsid w:val="00F00126"/>
    <w:rsid w:val="00F01487"/>
    <w:rsid w:val="00F0387E"/>
    <w:rsid w:val="00F10E37"/>
    <w:rsid w:val="00F276F7"/>
    <w:rsid w:val="00F453DE"/>
    <w:rsid w:val="00F45E2E"/>
    <w:rsid w:val="00F51FB7"/>
    <w:rsid w:val="00F56499"/>
    <w:rsid w:val="00F63F3F"/>
    <w:rsid w:val="00F65A63"/>
    <w:rsid w:val="00F72FA7"/>
    <w:rsid w:val="00F749AF"/>
    <w:rsid w:val="00F76F47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802A47E-A132-4C54-A7EE-3BA21ACB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C9410D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C6D332C97035747EBDF2662EF1F1271546B0DFCD5F559D63CB07875BFDAD17108A49AE9353860647D7286B7B0B07BE2411D465992AE05Fi3P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4C6D332C97035747EBDF2662EF1F1271546B0D5CA50559D63CB07875BFDAD17108A49AE9353800241D7286B7B0B07BE2411D465992AE05Fi3P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B2BEF-4531-4ABD-B79D-6ACCE699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71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35</vt:i4>
      </vt:variant>
    </vt:vector>
  </HeadingPairs>
  <TitlesOfParts>
    <vt:vector size="36" baseType="lpstr">
      <vt:lpstr/>
      <vt:lpstr/>
      <vt:lpstr>СОВЕТ     ДЕПУТАТОВ</vt:lpstr>
      <vt:lpstr>        ОРЕХОВО-ЗУЕВСКОГО ГОРОДСКОГО   ОКРУГА</vt:lpstr>
      <vt:lpstr>        МОСКОВСКОЙ   ОБЛАСТИ</vt:lpstr>
      <vt:lpstr>    Р Е Ш Е Н И Е</vt:lpstr>
      <vt:lpstr>Приложение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Лист согласования</vt:lpstr>
      <vt:lpstr>АДМИНИСТРАЦИЯ</vt:lpstr>
      <vt:lpstr>        ОРЕХОВО-ЗУЕВСКОГО ГОРОДСКОГО ОКРУГА</vt:lpstr>
      <vt:lpstr>        МОСКОВСКОЙ   ОБЛАСТИ</vt:lpstr>
    </vt:vector>
  </TitlesOfParts>
  <Company>Администрация УИАиОР</Company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Ирина Николаева</cp:lastModifiedBy>
  <cp:revision>32</cp:revision>
  <cp:lastPrinted>2019-11-19T11:58:00Z</cp:lastPrinted>
  <dcterms:created xsi:type="dcterms:W3CDTF">2019-11-18T12:15:00Z</dcterms:created>
  <dcterms:modified xsi:type="dcterms:W3CDTF">2019-11-29T06:06:00Z</dcterms:modified>
</cp:coreProperties>
</file>