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7BD" w:rsidRDefault="00BB47BD" w:rsidP="00BB47BD">
      <w:pPr>
        <w:jc w:val="center"/>
        <w:rPr>
          <w:b/>
          <w:bCs/>
        </w:rPr>
      </w:pPr>
      <w:r>
        <w:rPr>
          <w:rFonts w:ascii="Arial" w:eastAsia="Lucida Sans Unicode" w:hAnsi="Arial" w:cs="Arial"/>
          <w:noProof/>
        </w:rPr>
        <w:drawing>
          <wp:inline distT="0" distB="0" distL="0" distR="0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7BD" w:rsidRDefault="00BB47BD" w:rsidP="00BB47BD">
      <w:pPr>
        <w:jc w:val="center"/>
        <w:rPr>
          <w:b/>
          <w:bCs/>
        </w:rPr>
      </w:pPr>
    </w:p>
    <w:p w:rsidR="00BB47BD" w:rsidRPr="001D0303" w:rsidRDefault="00BB47BD" w:rsidP="00BB47BD">
      <w:pPr>
        <w:pStyle w:val="1"/>
        <w:rPr>
          <w:bCs w:val="0"/>
          <w:sz w:val="28"/>
          <w:szCs w:val="28"/>
        </w:rPr>
      </w:pPr>
      <w:r w:rsidRPr="001D0303">
        <w:rPr>
          <w:sz w:val="28"/>
          <w:szCs w:val="28"/>
        </w:rPr>
        <w:t>СОВЕТ     ДЕПУТАТОВ</w:t>
      </w:r>
    </w:p>
    <w:p w:rsidR="00BB47BD" w:rsidRPr="001D0303" w:rsidRDefault="00A37334" w:rsidP="00BB47BD">
      <w:pPr>
        <w:pStyle w:val="3"/>
      </w:pPr>
      <w:r w:rsidRPr="001D0303">
        <w:t xml:space="preserve">ОРЕХОВО-ЗУЕВСКОГО </w:t>
      </w:r>
      <w:r w:rsidR="00BB47BD" w:rsidRPr="001D0303">
        <w:t xml:space="preserve">ГОРОДСКОГО   ОКРУГА    </w:t>
      </w:r>
    </w:p>
    <w:p w:rsidR="00BB47BD" w:rsidRPr="001D0303" w:rsidRDefault="00BB47BD" w:rsidP="00BB47BD">
      <w:pPr>
        <w:pStyle w:val="3"/>
      </w:pPr>
      <w:r w:rsidRPr="001D0303">
        <w:t>МОСКОВСКОЙ   ОБЛАСТИ</w:t>
      </w:r>
    </w:p>
    <w:p w:rsidR="00BB47BD" w:rsidRPr="00087286" w:rsidRDefault="00BB47BD" w:rsidP="00BB47BD">
      <w:pPr>
        <w:jc w:val="center"/>
        <w:rPr>
          <w:sz w:val="32"/>
          <w:szCs w:val="32"/>
        </w:rPr>
      </w:pPr>
    </w:p>
    <w:p w:rsidR="00BB47BD" w:rsidRPr="00087286" w:rsidRDefault="00BB47BD" w:rsidP="00BB47BD">
      <w:pPr>
        <w:pStyle w:val="2"/>
      </w:pPr>
      <w:r w:rsidRPr="00087286">
        <w:t>Р Е Ш Е Н И Е</w:t>
      </w:r>
    </w:p>
    <w:p w:rsidR="00BB47BD" w:rsidRDefault="00BB47BD" w:rsidP="00BB47BD">
      <w:pPr>
        <w:jc w:val="center"/>
        <w:rPr>
          <w:sz w:val="32"/>
          <w:szCs w:val="32"/>
        </w:rPr>
      </w:pPr>
    </w:p>
    <w:p w:rsidR="00577412" w:rsidRPr="00A37334" w:rsidRDefault="00560B94" w:rsidP="0057741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</w:t>
      </w:r>
      <w:r w:rsidR="00577412" w:rsidRPr="0080494A">
        <w:rPr>
          <w:b/>
          <w:bCs/>
          <w:sz w:val="28"/>
        </w:rPr>
        <w:t>т</w:t>
      </w:r>
      <w:r>
        <w:rPr>
          <w:b/>
          <w:bCs/>
          <w:sz w:val="28"/>
        </w:rPr>
        <w:t xml:space="preserve"> </w:t>
      </w:r>
      <w:r w:rsidR="00B62C8E">
        <w:rPr>
          <w:b/>
          <w:bCs/>
          <w:sz w:val="28"/>
        </w:rPr>
        <w:t>26.12.2019</w:t>
      </w:r>
      <w:r w:rsidR="00577412" w:rsidRPr="0080494A">
        <w:rPr>
          <w:b/>
          <w:bCs/>
          <w:sz w:val="28"/>
        </w:rPr>
        <w:t xml:space="preserve"> </w:t>
      </w:r>
      <w:r w:rsidR="00A37334">
        <w:rPr>
          <w:b/>
          <w:bCs/>
          <w:sz w:val="28"/>
        </w:rPr>
        <w:t xml:space="preserve">  </w:t>
      </w:r>
      <w:r w:rsidR="00577412" w:rsidRPr="0080494A">
        <w:rPr>
          <w:b/>
          <w:bCs/>
          <w:sz w:val="28"/>
        </w:rPr>
        <w:t xml:space="preserve">№ </w:t>
      </w:r>
      <w:r w:rsidR="006301EE">
        <w:rPr>
          <w:b/>
          <w:bCs/>
          <w:sz w:val="28"/>
        </w:rPr>
        <w:t>102</w:t>
      </w:r>
      <w:r w:rsidR="00A37334">
        <w:rPr>
          <w:b/>
          <w:bCs/>
          <w:sz w:val="28"/>
        </w:rPr>
        <w:t>/7</w:t>
      </w:r>
    </w:p>
    <w:p w:rsidR="00672241" w:rsidRDefault="00672241" w:rsidP="00672241">
      <w:pPr>
        <w:jc w:val="center"/>
        <w:rPr>
          <w:rFonts w:ascii="Arial" w:hAnsi="Arial" w:cs="Arial"/>
          <w:b/>
          <w:bCs/>
        </w:rPr>
      </w:pPr>
    </w:p>
    <w:p w:rsidR="00672241" w:rsidRPr="00A551C9" w:rsidRDefault="00672241" w:rsidP="00672241">
      <w:pPr>
        <w:jc w:val="center"/>
        <w:rPr>
          <w:b/>
          <w:bCs/>
        </w:rPr>
      </w:pPr>
      <w:r w:rsidRPr="00A551C9">
        <w:rPr>
          <w:b/>
          <w:bCs/>
        </w:rPr>
        <w:t>г. Орехово-Зуево</w:t>
      </w:r>
    </w:p>
    <w:p w:rsidR="00632123" w:rsidRPr="00A551C9" w:rsidRDefault="00632123" w:rsidP="00632123">
      <w:pPr>
        <w:widowControl/>
        <w:jc w:val="center"/>
        <w:rPr>
          <w:b/>
        </w:rPr>
      </w:pPr>
    </w:p>
    <w:p w:rsidR="00556010" w:rsidRDefault="00DF6E8F" w:rsidP="00E46874">
      <w:pPr>
        <w:spacing w:before="120"/>
        <w:ind w:right="-83"/>
        <w:jc w:val="center"/>
        <w:rPr>
          <w:b/>
          <w:bCs/>
        </w:rPr>
      </w:pPr>
      <w:r w:rsidRPr="00A551C9">
        <w:rPr>
          <w:b/>
          <w:bCs/>
        </w:rPr>
        <w:t xml:space="preserve">Об утверждении </w:t>
      </w:r>
      <w:r w:rsidR="00A37334" w:rsidRPr="00A551C9">
        <w:rPr>
          <w:b/>
          <w:bCs/>
        </w:rPr>
        <w:t xml:space="preserve">промежуточного </w:t>
      </w:r>
      <w:r w:rsidR="00055C07">
        <w:rPr>
          <w:b/>
          <w:bCs/>
        </w:rPr>
        <w:t>ликвидационного</w:t>
      </w:r>
      <w:r w:rsidRPr="00A551C9">
        <w:rPr>
          <w:b/>
          <w:bCs/>
        </w:rPr>
        <w:t xml:space="preserve"> баланса </w:t>
      </w:r>
      <w:r w:rsidR="00A37334" w:rsidRPr="00A551C9">
        <w:rPr>
          <w:b/>
          <w:bCs/>
        </w:rPr>
        <w:t xml:space="preserve">Совета депутатов городского округа </w:t>
      </w:r>
      <w:r w:rsidRPr="00A551C9">
        <w:rPr>
          <w:b/>
          <w:bCs/>
        </w:rPr>
        <w:t xml:space="preserve">Орехово-Зуево </w:t>
      </w:r>
      <w:r w:rsidR="00A37334" w:rsidRPr="00A551C9">
        <w:rPr>
          <w:b/>
          <w:bCs/>
        </w:rPr>
        <w:t xml:space="preserve">Московской области  </w:t>
      </w:r>
    </w:p>
    <w:p w:rsidR="00B62C8E" w:rsidRPr="00E46874" w:rsidRDefault="00B62C8E" w:rsidP="00E46874">
      <w:pPr>
        <w:spacing w:before="120"/>
        <w:ind w:right="-83"/>
        <w:jc w:val="center"/>
        <w:rPr>
          <w:b/>
          <w:bCs/>
        </w:rPr>
      </w:pPr>
    </w:p>
    <w:p w:rsidR="00592589" w:rsidRPr="001D0303" w:rsidRDefault="00655B74" w:rsidP="00257618">
      <w:pPr>
        <w:spacing w:before="120"/>
        <w:ind w:firstLine="360"/>
        <w:jc w:val="both"/>
      </w:pPr>
      <w:r w:rsidRPr="001D0303">
        <w:t xml:space="preserve">В соответствии </w:t>
      </w:r>
      <w:r w:rsidR="00F8759F" w:rsidRPr="001D0303">
        <w:t xml:space="preserve">с Гражданским кодексом </w:t>
      </w:r>
      <w:r w:rsidR="005647B0" w:rsidRPr="001D0303">
        <w:t>Российской Федерации, Фед</w:t>
      </w:r>
      <w:r w:rsidR="0045396C" w:rsidRPr="001D0303">
        <w:t xml:space="preserve">еральным законом от 06.10.2003 </w:t>
      </w:r>
      <w:r w:rsidR="005647B0" w:rsidRPr="001D0303">
        <w:t xml:space="preserve">№131-ФЗ «Об общих принципах организации местного самоуправления в Российской </w:t>
      </w:r>
      <w:r w:rsidR="008B012A" w:rsidRPr="001D0303">
        <w:t>Ф</w:t>
      </w:r>
      <w:r w:rsidR="00556010" w:rsidRPr="001D0303">
        <w:t xml:space="preserve">едерации», </w:t>
      </w:r>
      <w:r w:rsidR="005647B0" w:rsidRPr="001D0303">
        <w:t>Федеральным законом от 08.08.2001</w:t>
      </w:r>
      <w:r w:rsidR="0045396C" w:rsidRPr="001D0303">
        <w:t xml:space="preserve"> </w:t>
      </w:r>
      <w:r w:rsidR="005647B0" w:rsidRPr="001D0303">
        <w:t xml:space="preserve">№129-ФЗ «О государственной регистрации юридических лиц и индивидуальных предпринимателей», </w:t>
      </w:r>
      <w:r w:rsidR="00E46874">
        <w:t xml:space="preserve"> </w:t>
      </w:r>
      <w:r w:rsidR="00362709" w:rsidRPr="001D0303">
        <w:t xml:space="preserve">решением Совета депутатов </w:t>
      </w:r>
      <w:r w:rsidR="000F3C7F" w:rsidRPr="001D0303">
        <w:t xml:space="preserve">Орехово-Зуевского </w:t>
      </w:r>
      <w:r w:rsidR="00362709" w:rsidRPr="001D0303">
        <w:t xml:space="preserve">городского округа Московской области от </w:t>
      </w:r>
      <w:r w:rsidR="000F3C7F" w:rsidRPr="001D0303">
        <w:t>16.09.2019     №  15/1 «О ликвидации Совета депутатов городского округа Орехово-Зуево Московской области, как юридического лица</w:t>
      </w:r>
      <w:r w:rsidR="00421506" w:rsidRPr="001D0303">
        <w:t>»</w:t>
      </w:r>
      <w:r w:rsidR="005647B0" w:rsidRPr="001D0303">
        <w:t xml:space="preserve">,  </w:t>
      </w:r>
      <w:r w:rsidR="0069038C" w:rsidRPr="001D0303">
        <w:t>на</w:t>
      </w:r>
      <w:r w:rsidR="009571DD" w:rsidRPr="001D0303">
        <w:t xml:space="preserve"> основании протокола заседания Л</w:t>
      </w:r>
      <w:r w:rsidR="0069038C" w:rsidRPr="001D0303">
        <w:t xml:space="preserve">иквидационной комиссии </w:t>
      </w:r>
      <w:r w:rsidR="00421506" w:rsidRPr="001D0303">
        <w:t xml:space="preserve">по ликвидации Совета депутатов городского округа Орехово-Зуево Московской области </w:t>
      </w:r>
      <w:r w:rsidR="009571DD" w:rsidRPr="001D0303">
        <w:t>№</w:t>
      </w:r>
      <w:r w:rsidR="00F76298">
        <w:t xml:space="preserve"> 1</w:t>
      </w:r>
      <w:r w:rsidR="00C91D37" w:rsidRPr="001D0303">
        <w:t xml:space="preserve"> </w:t>
      </w:r>
      <w:r w:rsidR="009571DD" w:rsidRPr="001D0303">
        <w:t>от</w:t>
      </w:r>
      <w:r w:rsidR="00560B94" w:rsidRPr="001D0303">
        <w:t xml:space="preserve"> </w:t>
      </w:r>
      <w:r w:rsidR="00F76298">
        <w:t>23.12.2019</w:t>
      </w:r>
      <w:r w:rsidR="009571DD" w:rsidRPr="001D0303">
        <w:t xml:space="preserve">, </w:t>
      </w:r>
    </w:p>
    <w:p w:rsidR="0006792B" w:rsidRPr="001D0303" w:rsidRDefault="000C47A6" w:rsidP="00592589">
      <w:pPr>
        <w:spacing w:before="120"/>
        <w:jc w:val="both"/>
      </w:pPr>
      <w:r w:rsidRPr="001D0303">
        <w:rPr>
          <w:b/>
          <w:color w:val="000000"/>
        </w:rPr>
        <w:t>С</w:t>
      </w:r>
      <w:r w:rsidRPr="001D0303">
        <w:rPr>
          <w:b/>
        </w:rPr>
        <w:t xml:space="preserve">овет депутатов </w:t>
      </w:r>
      <w:r w:rsidR="00592589" w:rsidRPr="001D0303">
        <w:rPr>
          <w:b/>
        </w:rPr>
        <w:t xml:space="preserve">Орехово-Зуевского </w:t>
      </w:r>
      <w:r w:rsidRPr="001D0303">
        <w:rPr>
          <w:b/>
        </w:rPr>
        <w:t>городского округа Московской области</w:t>
      </w:r>
      <w:r w:rsidR="00592589" w:rsidRPr="001D0303">
        <w:t xml:space="preserve"> </w:t>
      </w:r>
      <w:r w:rsidR="002050FA" w:rsidRPr="001D0303">
        <w:rPr>
          <w:b/>
        </w:rPr>
        <w:t>РЕШИЛ</w:t>
      </w:r>
      <w:r w:rsidR="00087286" w:rsidRPr="001D0303">
        <w:rPr>
          <w:b/>
        </w:rPr>
        <w:t>:</w:t>
      </w:r>
    </w:p>
    <w:p w:rsidR="00FD684C" w:rsidRPr="001D0303" w:rsidRDefault="00FD684C" w:rsidP="00FD684C">
      <w:pPr>
        <w:ind w:right="-83" w:firstLine="567"/>
        <w:jc w:val="both"/>
        <w:rPr>
          <w:b/>
        </w:rPr>
      </w:pPr>
    </w:p>
    <w:p w:rsidR="00C91D37" w:rsidRPr="001D0303" w:rsidRDefault="00C91D37" w:rsidP="006A4266">
      <w:pPr>
        <w:pStyle w:val="a5"/>
        <w:widowControl/>
        <w:numPr>
          <w:ilvl w:val="0"/>
          <w:numId w:val="9"/>
        </w:numPr>
        <w:ind w:left="567" w:hanging="511"/>
        <w:jc w:val="both"/>
      </w:pPr>
      <w:r w:rsidRPr="001D0303">
        <w:t xml:space="preserve">Утвердить прилагаемый </w:t>
      </w:r>
      <w:r w:rsidR="00255AFB">
        <w:t>промежуточный</w:t>
      </w:r>
      <w:r w:rsidRPr="001D0303">
        <w:t xml:space="preserve"> </w:t>
      </w:r>
      <w:r w:rsidR="00055C07" w:rsidRPr="00055C07">
        <w:rPr>
          <w:bCs/>
        </w:rPr>
        <w:t>ликвидационный</w:t>
      </w:r>
      <w:r w:rsidR="00055C07">
        <w:rPr>
          <w:b/>
          <w:bCs/>
        </w:rPr>
        <w:t xml:space="preserve"> </w:t>
      </w:r>
      <w:r w:rsidR="00055C07" w:rsidRPr="00055C07">
        <w:t xml:space="preserve"> </w:t>
      </w:r>
      <w:r w:rsidRPr="001D0303">
        <w:t xml:space="preserve">баланс </w:t>
      </w:r>
      <w:r w:rsidR="00592589" w:rsidRPr="001D0303">
        <w:t>Совета депутатов городского округа Орехово-Зуево Московской области</w:t>
      </w:r>
      <w:r w:rsidR="00E46874" w:rsidRPr="00E46874">
        <w:t xml:space="preserve"> </w:t>
      </w:r>
      <w:r w:rsidR="00E46874">
        <w:t>по состоянию на 23</w:t>
      </w:r>
      <w:r w:rsidR="00E46874" w:rsidRPr="00E46874">
        <w:t xml:space="preserve"> декабря 2019 года</w:t>
      </w:r>
      <w:r w:rsidR="00592589" w:rsidRPr="001D0303">
        <w:t>.</w:t>
      </w:r>
    </w:p>
    <w:p w:rsidR="00C91D37" w:rsidRPr="001D0303" w:rsidRDefault="00C91D37" w:rsidP="006A4266">
      <w:pPr>
        <w:pStyle w:val="a5"/>
        <w:widowControl/>
        <w:numPr>
          <w:ilvl w:val="0"/>
          <w:numId w:val="9"/>
        </w:numPr>
        <w:ind w:left="567" w:hanging="511"/>
        <w:jc w:val="both"/>
      </w:pPr>
      <w:r w:rsidRPr="001D0303">
        <w:rPr>
          <w:bCs/>
        </w:rPr>
        <w:t xml:space="preserve">Председателю Ликвидационной комиссии </w:t>
      </w:r>
      <w:r w:rsidR="00E72AA3" w:rsidRPr="001D0303">
        <w:t>по ликвидации Совета депутатов городского округа Орехово-Зуево Московской области</w:t>
      </w:r>
      <w:r w:rsidRPr="001D0303">
        <w:t xml:space="preserve"> осуществить в соответствии с действующим законодательством Российской Федерации все юридические действия и организационные мероприятия, связанные с представлением необходимых документов на государственную регистрацию</w:t>
      </w:r>
      <w:r w:rsidRPr="001D0303">
        <w:rPr>
          <w:bCs/>
        </w:rPr>
        <w:t>.</w:t>
      </w:r>
    </w:p>
    <w:p w:rsidR="00C91D37" w:rsidRPr="001D0303" w:rsidRDefault="00C91D37" w:rsidP="006A4266">
      <w:pPr>
        <w:pStyle w:val="a5"/>
        <w:widowControl/>
        <w:numPr>
          <w:ilvl w:val="0"/>
          <w:numId w:val="9"/>
        </w:numPr>
        <w:ind w:left="567" w:hanging="511"/>
        <w:jc w:val="both"/>
      </w:pPr>
      <w:r w:rsidRPr="001D0303">
        <w:t>Настоящее Решение вступает в действие со дня его принятия.</w:t>
      </w:r>
    </w:p>
    <w:p w:rsidR="00C91D37" w:rsidRPr="001D0303" w:rsidRDefault="00C91D37" w:rsidP="006A4266">
      <w:pPr>
        <w:pStyle w:val="a5"/>
        <w:widowControl/>
        <w:numPr>
          <w:ilvl w:val="0"/>
          <w:numId w:val="9"/>
        </w:numPr>
        <w:ind w:left="567" w:hanging="511"/>
        <w:jc w:val="both"/>
      </w:pPr>
      <w:r w:rsidRPr="001D0303">
        <w:t xml:space="preserve">Контроль исполнения настоящего Решения возложить на </w:t>
      </w:r>
      <w:r w:rsidR="00E72AA3" w:rsidRPr="001D0303">
        <w:t>председателя Совета депутатов Орехово-Зуевского  городского округа Московской области Т.И. Ронзину.</w:t>
      </w:r>
    </w:p>
    <w:p w:rsidR="00AB3069" w:rsidRPr="001D0303" w:rsidRDefault="00AB3069" w:rsidP="00AB3069">
      <w:pPr>
        <w:pStyle w:val="8"/>
        <w:rPr>
          <w:b w:val="0"/>
          <w:sz w:val="24"/>
          <w:szCs w:val="24"/>
        </w:rPr>
      </w:pPr>
    </w:p>
    <w:p w:rsidR="00AB3069" w:rsidRPr="001D0303" w:rsidRDefault="00AB3069" w:rsidP="00AB3069">
      <w:pPr>
        <w:pStyle w:val="8"/>
        <w:rPr>
          <w:b w:val="0"/>
          <w:sz w:val="24"/>
          <w:szCs w:val="24"/>
        </w:rPr>
      </w:pPr>
    </w:p>
    <w:p w:rsidR="00163D27" w:rsidRPr="001D0303" w:rsidRDefault="00163D27" w:rsidP="00AB3069">
      <w:pPr>
        <w:rPr>
          <w:b/>
        </w:rPr>
      </w:pPr>
      <w:r w:rsidRPr="001D0303">
        <w:rPr>
          <w:b/>
        </w:rPr>
        <w:t>Председатель Совета депутатов</w:t>
      </w:r>
    </w:p>
    <w:p w:rsidR="00E72AA3" w:rsidRPr="001D0303" w:rsidRDefault="00E72AA3" w:rsidP="00AB3069">
      <w:pPr>
        <w:rPr>
          <w:b/>
        </w:rPr>
      </w:pPr>
      <w:r w:rsidRPr="001D0303">
        <w:rPr>
          <w:b/>
        </w:rPr>
        <w:t xml:space="preserve">Орехово-Зуевского  городского округа </w:t>
      </w:r>
    </w:p>
    <w:p w:rsidR="00EF3309" w:rsidRPr="001D0303" w:rsidRDefault="00E72AA3" w:rsidP="00AB3069">
      <w:pPr>
        <w:rPr>
          <w:b/>
        </w:rPr>
      </w:pPr>
      <w:r w:rsidRPr="001D0303">
        <w:rPr>
          <w:b/>
        </w:rPr>
        <w:t xml:space="preserve">Московской области </w:t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="00163D27" w:rsidRPr="001D0303">
        <w:rPr>
          <w:b/>
        </w:rPr>
        <w:t>Т.И.</w:t>
      </w:r>
      <w:r w:rsidR="00564711" w:rsidRPr="001D0303">
        <w:rPr>
          <w:b/>
        </w:rPr>
        <w:t xml:space="preserve"> </w:t>
      </w:r>
      <w:r w:rsidR="00163D27" w:rsidRPr="001D0303">
        <w:rPr>
          <w:b/>
        </w:rPr>
        <w:t>Ронзина</w:t>
      </w:r>
    </w:p>
    <w:p w:rsidR="000C47A6" w:rsidRPr="001D0303" w:rsidRDefault="00AB3069" w:rsidP="00114D51">
      <w:pPr>
        <w:rPr>
          <w:b/>
        </w:rPr>
      </w:pPr>
      <w:r w:rsidRPr="001D0303">
        <w:rPr>
          <w:b/>
        </w:rPr>
        <w:tab/>
      </w:r>
    </w:p>
    <w:p w:rsidR="0045396C" w:rsidRPr="001D0303" w:rsidRDefault="0045396C" w:rsidP="00114D51"/>
    <w:p w:rsidR="00E019BD" w:rsidRPr="001D0303" w:rsidRDefault="00E019BD" w:rsidP="00E019BD">
      <w:pPr>
        <w:spacing w:before="120"/>
        <w:jc w:val="both"/>
        <w:rPr>
          <w:sz w:val="22"/>
          <w:szCs w:val="22"/>
        </w:rPr>
      </w:pPr>
      <w:r w:rsidRPr="001D0303">
        <w:rPr>
          <w:sz w:val="22"/>
          <w:szCs w:val="22"/>
        </w:rPr>
        <w:t xml:space="preserve">Разослано: дело, </w:t>
      </w:r>
      <w:r w:rsidR="00E72AA3" w:rsidRPr="001D0303">
        <w:rPr>
          <w:sz w:val="22"/>
          <w:szCs w:val="22"/>
        </w:rPr>
        <w:t xml:space="preserve"> </w:t>
      </w:r>
      <w:r w:rsidR="001D0303" w:rsidRPr="001D0303">
        <w:rPr>
          <w:sz w:val="22"/>
          <w:szCs w:val="22"/>
        </w:rPr>
        <w:t>Ликвидационной комиссии</w:t>
      </w:r>
      <w:r w:rsidRPr="001D0303">
        <w:rPr>
          <w:sz w:val="22"/>
          <w:szCs w:val="22"/>
        </w:rPr>
        <w:t xml:space="preserve"> – </w:t>
      </w:r>
      <w:r w:rsidR="00EF3309" w:rsidRPr="001D0303">
        <w:rPr>
          <w:sz w:val="22"/>
          <w:szCs w:val="22"/>
        </w:rPr>
        <w:t>3</w:t>
      </w:r>
      <w:r w:rsidRPr="001D0303">
        <w:rPr>
          <w:sz w:val="22"/>
          <w:szCs w:val="22"/>
        </w:rPr>
        <w:t xml:space="preserve"> экз.,</w:t>
      </w:r>
      <w:r w:rsidR="00726A46" w:rsidRPr="001D0303">
        <w:rPr>
          <w:sz w:val="22"/>
          <w:szCs w:val="22"/>
        </w:rPr>
        <w:t xml:space="preserve"> </w:t>
      </w:r>
      <w:r w:rsidR="00B62C8E">
        <w:rPr>
          <w:sz w:val="22"/>
          <w:szCs w:val="22"/>
        </w:rPr>
        <w:t>Межрайонной инспекции</w:t>
      </w:r>
      <w:r w:rsidR="00EF3309" w:rsidRPr="001D0303">
        <w:rPr>
          <w:sz w:val="22"/>
          <w:szCs w:val="22"/>
        </w:rPr>
        <w:t xml:space="preserve"> Федеральной налоговой службы России № 10 </w:t>
      </w:r>
      <w:r w:rsidR="00255E7D" w:rsidRPr="001D0303">
        <w:rPr>
          <w:sz w:val="22"/>
          <w:szCs w:val="22"/>
        </w:rPr>
        <w:t>по Московской области – 2 экз.</w:t>
      </w:r>
    </w:p>
    <w:p w:rsidR="00060902" w:rsidRPr="001D0303" w:rsidRDefault="00060902" w:rsidP="00C17C36">
      <w:pPr>
        <w:widowControl/>
        <w:spacing w:before="120"/>
        <w:jc w:val="both"/>
        <w:rPr>
          <w:sz w:val="22"/>
          <w:szCs w:val="22"/>
        </w:rPr>
      </w:pPr>
    </w:p>
    <w:p w:rsidR="00B62C8E" w:rsidRDefault="00B62C8E" w:rsidP="003F4E04">
      <w:pPr>
        <w:widowControl/>
        <w:jc w:val="both"/>
        <w:rPr>
          <w:sz w:val="22"/>
          <w:szCs w:val="22"/>
        </w:rPr>
      </w:pPr>
    </w:p>
    <w:p w:rsidR="00EF3309" w:rsidRPr="001D0303" w:rsidRDefault="0085729F" w:rsidP="003F4E04">
      <w:pPr>
        <w:widowControl/>
        <w:jc w:val="both"/>
        <w:rPr>
          <w:sz w:val="22"/>
          <w:szCs w:val="22"/>
        </w:rPr>
      </w:pPr>
      <w:r w:rsidRPr="001D0303">
        <w:rPr>
          <w:sz w:val="22"/>
          <w:szCs w:val="22"/>
        </w:rPr>
        <w:t>Исп</w:t>
      </w:r>
      <w:r w:rsidR="003F4E04" w:rsidRPr="001D0303">
        <w:rPr>
          <w:sz w:val="22"/>
          <w:szCs w:val="22"/>
        </w:rPr>
        <w:t>.</w:t>
      </w:r>
      <w:r w:rsidR="00E315F6" w:rsidRPr="001D0303">
        <w:rPr>
          <w:sz w:val="22"/>
          <w:szCs w:val="22"/>
        </w:rPr>
        <w:t xml:space="preserve"> </w:t>
      </w:r>
      <w:r w:rsidR="006A4266">
        <w:rPr>
          <w:sz w:val="22"/>
          <w:szCs w:val="22"/>
        </w:rPr>
        <w:t>Асницкая Т.В.</w:t>
      </w:r>
    </w:p>
    <w:p w:rsidR="00253C12" w:rsidRPr="001D0303" w:rsidRDefault="00C17C36" w:rsidP="003F4E04">
      <w:pPr>
        <w:widowControl/>
        <w:jc w:val="both"/>
        <w:rPr>
          <w:sz w:val="22"/>
          <w:szCs w:val="22"/>
        </w:rPr>
      </w:pPr>
      <w:r w:rsidRPr="001D0303">
        <w:rPr>
          <w:sz w:val="22"/>
          <w:szCs w:val="22"/>
        </w:rPr>
        <w:t>тел.412-</w:t>
      </w:r>
      <w:r w:rsidR="006A4266">
        <w:rPr>
          <w:sz w:val="22"/>
          <w:szCs w:val="22"/>
        </w:rPr>
        <w:t>06-23</w:t>
      </w:r>
    </w:p>
    <w:p w:rsidR="008D3513" w:rsidRPr="001D0303" w:rsidRDefault="008D3513" w:rsidP="003F4E04">
      <w:pPr>
        <w:widowControl/>
        <w:jc w:val="both"/>
        <w:rPr>
          <w:sz w:val="22"/>
          <w:szCs w:val="22"/>
        </w:rPr>
      </w:pPr>
    </w:p>
    <w:p w:rsidR="0045396C" w:rsidRPr="001D0303" w:rsidRDefault="0045396C" w:rsidP="003F4E04">
      <w:pPr>
        <w:widowControl/>
        <w:jc w:val="both"/>
        <w:rPr>
          <w:sz w:val="22"/>
          <w:szCs w:val="22"/>
        </w:rPr>
      </w:pPr>
    </w:p>
    <w:p w:rsidR="00922A5D" w:rsidRPr="001D0303" w:rsidRDefault="00922A5D" w:rsidP="00922A5D"/>
    <w:p w:rsidR="00D9233E" w:rsidRPr="00D9233E" w:rsidRDefault="0069674A" w:rsidP="00D9233E">
      <w:pPr>
        <w:widowControl/>
        <w:autoSpaceDE/>
        <w:autoSpaceDN/>
        <w:adjustRightInd/>
      </w:pPr>
      <w:r>
        <w:lastRenderedPageBreak/>
        <w:t xml:space="preserve"> </w:t>
      </w:r>
      <w:bookmarkStart w:id="0" w:name="_GoBack"/>
      <w:bookmarkEnd w:id="0"/>
    </w:p>
    <w:p w:rsidR="00D9233E" w:rsidRDefault="00D9233E" w:rsidP="00E019BD">
      <w:pPr>
        <w:widowControl/>
        <w:jc w:val="both"/>
        <w:rPr>
          <w:rFonts w:ascii="Arial" w:hAnsi="Arial" w:cs="Arial"/>
        </w:rPr>
      </w:pPr>
    </w:p>
    <w:sectPr w:rsidR="00D9233E" w:rsidSect="00A37334">
      <w:pgSz w:w="11906" w:h="16838"/>
      <w:pgMar w:top="709" w:right="567" w:bottom="28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C5F" w:rsidRDefault="00F36C5F" w:rsidP="006034A1">
      <w:r>
        <w:separator/>
      </w:r>
    </w:p>
  </w:endnote>
  <w:endnote w:type="continuationSeparator" w:id="0">
    <w:p w:rsidR="00F36C5F" w:rsidRDefault="00F36C5F" w:rsidP="0060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C5F" w:rsidRDefault="00F36C5F" w:rsidP="006034A1">
      <w:r>
        <w:separator/>
      </w:r>
    </w:p>
  </w:footnote>
  <w:footnote w:type="continuationSeparator" w:id="0">
    <w:p w:rsidR="00F36C5F" w:rsidRDefault="00F36C5F" w:rsidP="00603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42566"/>
    <w:multiLevelType w:val="hybridMultilevel"/>
    <w:tmpl w:val="3D2C0B0C"/>
    <w:lvl w:ilvl="0" w:tplc="1908A766">
      <w:start w:val="1"/>
      <w:numFmt w:val="decimal"/>
      <w:lvlText w:val="%1."/>
      <w:lvlJc w:val="left"/>
      <w:pPr>
        <w:ind w:left="1155" w:hanging="7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15EE7DDA"/>
    <w:multiLevelType w:val="hybridMultilevel"/>
    <w:tmpl w:val="37900BB6"/>
    <w:lvl w:ilvl="0" w:tplc="87E4D156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831F6C"/>
    <w:multiLevelType w:val="hybridMultilevel"/>
    <w:tmpl w:val="24844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374123"/>
    <w:multiLevelType w:val="hybridMultilevel"/>
    <w:tmpl w:val="4DF63BE8"/>
    <w:lvl w:ilvl="0" w:tplc="FF4C8FD6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"/>
  </w:num>
  <w:num w:numId="5">
    <w:abstractNumId w:val="10"/>
  </w:num>
  <w:num w:numId="6">
    <w:abstractNumId w:val="11"/>
  </w:num>
  <w:num w:numId="7">
    <w:abstractNumId w:val="5"/>
  </w:num>
  <w:num w:numId="8">
    <w:abstractNumId w:val="7"/>
  </w:num>
  <w:num w:numId="9">
    <w:abstractNumId w:val="0"/>
  </w:num>
  <w:num w:numId="10">
    <w:abstractNumId w:val="9"/>
  </w:num>
  <w:num w:numId="11">
    <w:abstractNumId w:val="12"/>
  </w:num>
  <w:num w:numId="12">
    <w:abstractNumId w:val="6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84"/>
    <w:rsid w:val="0000117C"/>
    <w:rsid w:val="000013B8"/>
    <w:rsid w:val="000037F3"/>
    <w:rsid w:val="00003F29"/>
    <w:rsid w:val="000158B0"/>
    <w:rsid w:val="0002453C"/>
    <w:rsid w:val="0002607E"/>
    <w:rsid w:val="00032347"/>
    <w:rsid w:val="000337E8"/>
    <w:rsid w:val="00033C7E"/>
    <w:rsid w:val="00034A3D"/>
    <w:rsid w:val="000363D2"/>
    <w:rsid w:val="00044E33"/>
    <w:rsid w:val="0004543F"/>
    <w:rsid w:val="00055C07"/>
    <w:rsid w:val="00060902"/>
    <w:rsid w:val="00065183"/>
    <w:rsid w:val="00065545"/>
    <w:rsid w:val="000668E8"/>
    <w:rsid w:val="0006792B"/>
    <w:rsid w:val="00072203"/>
    <w:rsid w:val="000805C4"/>
    <w:rsid w:val="00087286"/>
    <w:rsid w:val="00092DF2"/>
    <w:rsid w:val="000936D7"/>
    <w:rsid w:val="00093E1A"/>
    <w:rsid w:val="000962EA"/>
    <w:rsid w:val="00096671"/>
    <w:rsid w:val="00097D15"/>
    <w:rsid w:val="000A3FA7"/>
    <w:rsid w:val="000A4EA8"/>
    <w:rsid w:val="000B0E67"/>
    <w:rsid w:val="000B54D3"/>
    <w:rsid w:val="000B7D17"/>
    <w:rsid w:val="000C47A6"/>
    <w:rsid w:val="000C62E5"/>
    <w:rsid w:val="000D649E"/>
    <w:rsid w:val="000E12EB"/>
    <w:rsid w:val="000E5217"/>
    <w:rsid w:val="000E72B0"/>
    <w:rsid w:val="000F30F0"/>
    <w:rsid w:val="000F3C7F"/>
    <w:rsid w:val="00107FFB"/>
    <w:rsid w:val="00114D51"/>
    <w:rsid w:val="00122E30"/>
    <w:rsid w:val="00123CA1"/>
    <w:rsid w:val="0012510A"/>
    <w:rsid w:val="001253C8"/>
    <w:rsid w:val="00130B81"/>
    <w:rsid w:val="00131A51"/>
    <w:rsid w:val="001337AC"/>
    <w:rsid w:val="00135C25"/>
    <w:rsid w:val="00144607"/>
    <w:rsid w:val="001478CD"/>
    <w:rsid w:val="00147B7D"/>
    <w:rsid w:val="00155206"/>
    <w:rsid w:val="00156DFE"/>
    <w:rsid w:val="00163D27"/>
    <w:rsid w:val="0016624E"/>
    <w:rsid w:val="00166C99"/>
    <w:rsid w:val="00170C3A"/>
    <w:rsid w:val="00174947"/>
    <w:rsid w:val="00182216"/>
    <w:rsid w:val="00186AF5"/>
    <w:rsid w:val="00187B97"/>
    <w:rsid w:val="00193F66"/>
    <w:rsid w:val="0019450F"/>
    <w:rsid w:val="001A12B8"/>
    <w:rsid w:val="001A2C2D"/>
    <w:rsid w:val="001B2B6A"/>
    <w:rsid w:val="001C0BA1"/>
    <w:rsid w:val="001C0DEE"/>
    <w:rsid w:val="001C3884"/>
    <w:rsid w:val="001D0303"/>
    <w:rsid w:val="001D0CA4"/>
    <w:rsid w:val="001E1311"/>
    <w:rsid w:val="001E6085"/>
    <w:rsid w:val="001E7A7C"/>
    <w:rsid w:val="001F0418"/>
    <w:rsid w:val="001F7648"/>
    <w:rsid w:val="00203CB1"/>
    <w:rsid w:val="00204F06"/>
    <w:rsid w:val="002050FA"/>
    <w:rsid w:val="00211221"/>
    <w:rsid w:val="002115FB"/>
    <w:rsid w:val="00233268"/>
    <w:rsid w:val="00233E29"/>
    <w:rsid w:val="002364F8"/>
    <w:rsid w:val="00241542"/>
    <w:rsid w:val="00245784"/>
    <w:rsid w:val="002459EC"/>
    <w:rsid w:val="00247481"/>
    <w:rsid w:val="00253C12"/>
    <w:rsid w:val="00255AFB"/>
    <w:rsid w:val="00255E7D"/>
    <w:rsid w:val="00257618"/>
    <w:rsid w:val="002644C7"/>
    <w:rsid w:val="00266101"/>
    <w:rsid w:val="00270F0C"/>
    <w:rsid w:val="002772BB"/>
    <w:rsid w:val="00277EBE"/>
    <w:rsid w:val="0028137A"/>
    <w:rsid w:val="002851FD"/>
    <w:rsid w:val="00292629"/>
    <w:rsid w:val="00296167"/>
    <w:rsid w:val="002B003D"/>
    <w:rsid w:val="002B20AC"/>
    <w:rsid w:val="002D3503"/>
    <w:rsid w:val="002E4151"/>
    <w:rsid w:val="002F28C6"/>
    <w:rsid w:val="002F46CA"/>
    <w:rsid w:val="003057FF"/>
    <w:rsid w:val="0031013E"/>
    <w:rsid w:val="0031143D"/>
    <w:rsid w:val="003168B8"/>
    <w:rsid w:val="003208EE"/>
    <w:rsid w:val="00327871"/>
    <w:rsid w:val="003310B9"/>
    <w:rsid w:val="00343A46"/>
    <w:rsid w:val="00350923"/>
    <w:rsid w:val="00351B91"/>
    <w:rsid w:val="00355879"/>
    <w:rsid w:val="003573D5"/>
    <w:rsid w:val="00362304"/>
    <w:rsid w:val="00362709"/>
    <w:rsid w:val="003634AA"/>
    <w:rsid w:val="0036548D"/>
    <w:rsid w:val="0037759F"/>
    <w:rsid w:val="0038584F"/>
    <w:rsid w:val="00386001"/>
    <w:rsid w:val="003979B5"/>
    <w:rsid w:val="003B0794"/>
    <w:rsid w:val="003B1B5C"/>
    <w:rsid w:val="003B3236"/>
    <w:rsid w:val="003B5A15"/>
    <w:rsid w:val="003C0003"/>
    <w:rsid w:val="003C200E"/>
    <w:rsid w:val="003D06E0"/>
    <w:rsid w:val="003D4278"/>
    <w:rsid w:val="003D5576"/>
    <w:rsid w:val="003E7D0A"/>
    <w:rsid w:val="003F134A"/>
    <w:rsid w:val="003F4B83"/>
    <w:rsid w:val="003F4E04"/>
    <w:rsid w:val="003F580E"/>
    <w:rsid w:val="003F6C4A"/>
    <w:rsid w:val="004001F6"/>
    <w:rsid w:val="004030A4"/>
    <w:rsid w:val="00405B98"/>
    <w:rsid w:val="00410392"/>
    <w:rsid w:val="00421506"/>
    <w:rsid w:val="00427274"/>
    <w:rsid w:val="00432DB8"/>
    <w:rsid w:val="00433020"/>
    <w:rsid w:val="00442123"/>
    <w:rsid w:val="00442E6F"/>
    <w:rsid w:val="00443771"/>
    <w:rsid w:val="004437C3"/>
    <w:rsid w:val="00445D05"/>
    <w:rsid w:val="00450917"/>
    <w:rsid w:val="00450BF2"/>
    <w:rsid w:val="004519CE"/>
    <w:rsid w:val="004527B4"/>
    <w:rsid w:val="0045396C"/>
    <w:rsid w:val="004564AE"/>
    <w:rsid w:val="00456E3B"/>
    <w:rsid w:val="00461501"/>
    <w:rsid w:val="00480C55"/>
    <w:rsid w:val="00486A68"/>
    <w:rsid w:val="00486DEA"/>
    <w:rsid w:val="00492F0D"/>
    <w:rsid w:val="00494BB5"/>
    <w:rsid w:val="004966CF"/>
    <w:rsid w:val="004B56D9"/>
    <w:rsid w:val="004C196C"/>
    <w:rsid w:val="004C202F"/>
    <w:rsid w:val="004C789F"/>
    <w:rsid w:val="004D6A96"/>
    <w:rsid w:val="004E0F52"/>
    <w:rsid w:val="004E4B22"/>
    <w:rsid w:val="004E5538"/>
    <w:rsid w:val="004F2475"/>
    <w:rsid w:val="004F30A8"/>
    <w:rsid w:val="004F67EB"/>
    <w:rsid w:val="00513260"/>
    <w:rsid w:val="00515162"/>
    <w:rsid w:val="00522D80"/>
    <w:rsid w:val="00526EF2"/>
    <w:rsid w:val="00543212"/>
    <w:rsid w:val="0054578F"/>
    <w:rsid w:val="00551D66"/>
    <w:rsid w:val="00556010"/>
    <w:rsid w:val="005569CD"/>
    <w:rsid w:val="0055702C"/>
    <w:rsid w:val="005602FF"/>
    <w:rsid w:val="00560B94"/>
    <w:rsid w:val="00564711"/>
    <w:rsid w:val="005647B0"/>
    <w:rsid w:val="00567017"/>
    <w:rsid w:val="00567D04"/>
    <w:rsid w:val="00577412"/>
    <w:rsid w:val="0058649B"/>
    <w:rsid w:val="00592589"/>
    <w:rsid w:val="005A170A"/>
    <w:rsid w:val="005A6A92"/>
    <w:rsid w:val="005B03FF"/>
    <w:rsid w:val="005B0886"/>
    <w:rsid w:val="005B25C5"/>
    <w:rsid w:val="005B6D47"/>
    <w:rsid w:val="005B72D8"/>
    <w:rsid w:val="005C4B95"/>
    <w:rsid w:val="005C6185"/>
    <w:rsid w:val="005D253A"/>
    <w:rsid w:val="005D63FF"/>
    <w:rsid w:val="005D6F4F"/>
    <w:rsid w:val="005D71F5"/>
    <w:rsid w:val="005E0962"/>
    <w:rsid w:val="005F2316"/>
    <w:rsid w:val="005F2637"/>
    <w:rsid w:val="005F45D4"/>
    <w:rsid w:val="00601FDA"/>
    <w:rsid w:val="006034A1"/>
    <w:rsid w:val="00606BB9"/>
    <w:rsid w:val="00616852"/>
    <w:rsid w:val="00620866"/>
    <w:rsid w:val="006301EE"/>
    <w:rsid w:val="00630500"/>
    <w:rsid w:val="00631275"/>
    <w:rsid w:val="00632123"/>
    <w:rsid w:val="0064368A"/>
    <w:rsid w:val="00650394"/>
    <w:rsid w:val="006521D3"/>
    <w:rsid w:val="00653F27"/>
    <w:rsid w:val="00653F66"/>
    <w:rsid w:val="00654256"/>
    <w:rsid w:val="00655B74"/>
    <w:rsid w:val="006612D0"/>
    <w:rsid w:val="00665B83"/>
    <w:rsid w:val="00670B1E"/>
    <w:rsid w:val="00672241"/>
    <w:rsid w:val="006842E5"/>
    <w:rsid w:val="0069038C"/>
    <w:rsid w:val="00692506"/>
    <w:rsid w:val="0069334A"/>
    <w:rsid w:val="0069674A"/>
    <w:rsid w:val="006A0546"/>
    <w:rsid w:val="006A2E1F"/>
    <w:rsid w:val="006A4266"/>
    <w:rsid w:val="006A5E17"/>
    <w:rsid w:val="006A69FD"/>
    <w:rsid w:val="006B5BE0"/>
    <w:rsid w:val="006B759B"/>
    <w:rsid w:val="006C0203"/>
    <w:rsid w:val="006C69D6"/>
    <w:rsid w:val="006D0116"/>
    <w:rsid w:val="006D3985"/>
    <w:rsid w:val="006E0EAA"/>
    <w:rsid w:val="006E1C81"/>
    <w:rsid w:val="006E3F8D"/>
    <w:rsid w:val="00702141"/>
    <w:rsid w:val="00702675"/>
    <w:rsid w:val="00704E60"/>
    <w:rsid w:val="0070737A"/>
    <w:rsid w:val="00714A9C"/>
    <w:rsid w:val="00725D94"/>
    <w:rsid w:val="00726A46"/>
    <w:rsid w:val="007279C4"/>
    <w:rsid w:val="00730597"/>
    <w:rsid w:val="00731BDE"/>
    <w:rsid w:val="00734614"/>
    <w:rsid w:val="007371E2"/>
    <w:rsid w:val="00742CC8"/>
    <w:rsid w:val="00742D6A"/>
    <w:rsid w:val="00746BC3"/>
    <w:rsid w:val="007518AB"/>
    <w:rsid w:val="00767A8F"/>
    <w:rsid w:val="00767BCB"/>
    <w:rsid w:val="00767C86"/>
    <w:rsid w:val="00780950"/>
    <w:rsid w:val="007819F3"/>
    <w:rsid w:val="00782BDE"/>
    <w:rsid w:val="00786BB2"/>
    <w:rsid w:val="007872AF"/>
    <w:rsid w:val="00792632"/>
    <w:rsid w:val="007944B5"/>
    <w:rsid w:val="007A3704"/>
    <w:rsid w:val="007A6B72"/>
    <w:rsid w:val="007A79AE"/>
    <w:rsid w:val="007B3776"/>
    <w:rsid w:val="007B6475"/>
    <w:rsid w:val="007B71A4"/>
    <w:rsid w:val="007C2675"/>
    <w:rsid w:val="007C50E5"/>
    <w:rsid w:val="007E0C29"/>
    <w:rsid w:val="008059F3"/>
    <w:rsid w:val="008117B4"/>
    <w:rsid w:val="00814426"/>
    <w:rsid w:val="00815C19"/>
    <w:rsid w:val="0082318F"/>
    <w:rsid w:val="00826256"/>
    <w:rsid w:val="00843CCE"/>
    <w:rsid w:val="008470D9"/>
    <w:rsid w:val="008568C1"/>
    <w:rsid w:val="0085729F"/>
    <w:rsid w:val="008668B3"/>
    <w:rsid w:val="00866A8D"/>
    <w:rsid w:val="008671A0"/>
    <w:rsid w:val="00872767"/>
    <w:rsid w:val="00872DA7"/>
    <w:rsid w:val="008769A2"/>
    <w:rsid w:val="00876B71"/>
    <w:rsid w:val="00877005"/>
    <w:rsid w:val="008913E4"/>
    <w:rsid w:val="008971DF"/>
    <w:rsid w:val="008A6341"/>
    <w:rsid w:val="008B012A"/>
    <w:rsid w:val="008B183C"/>
    <w:rsid w:val="008B7126"/>
    <w:rsid w:val="008C52AD"/>
    <w:rsid w:val="008C6AFD"/>
    <w:rsid w:val="008D3513"/>
    <w:rsid w:val="008E0781"/>
    <w:rsid w:val="008F50AF"/>
    <w:rsid w:val="008F7DF8"/>
    <w:rsid w:val="008F7E32"/>
    <w:rsid w:val="009111E9"/>
    <w:rsid w:val="009120B0"/>
    <w:rsid w:val="00913F42"/>
    <w:rsid w:val="009162F4"/>
    <w:rsid w:val="009225A7"/>
    <w:rsid w:val="00922A5D"/>
    <w:rsid w:val="009404AC"/>
    <w:rsid w:val="0094162D"/>
    <w:rsid w:val="00941BB8"/>
    <w:rsid w:val="00942345"/>
    <w:rsid w:val="00946046"/>
    <w:rsid w:val="00950C0D"/>
    <w:rsid w:val="009571DD"/>
    <w:rsid w:val="0096389B"/>
    <w:rsid w:val="0096453A"/>
    <w:rsid w:val="009749E1"/>
    <w:rsid w:val="00976BF9"/>
    <w:rsid w:val="00976C57"/>
    <w:rsid w:val="009852B2"/>
    <w:rsid w:val="00985CFB"/>
    <w:rsid w:val="009918E8"/>
    <w:rsid w:val="0099257C"/>
    <w:rsid w:val="009A2136"/>
    <w:rsid w:val="009B5DB2"/>
    <w:rsid w:val="009C527E"/>
    <w:rsid w:val="009D137E"/>
    <w:rsid w:val="009D39C2"/>
    <w:rsid w:val="009E1702"/>
    <w:rsid w:val="009E3D5C"/>
    <w:rsid w:val="009E4924"/>
    <w:rsid w:val="009F792E"/>
    <w:rsid w:val="00A01067"/>
    <w:rsid w:val="00A038C2"/>
    <w:rsid w:val="00A12795"/>
    <w:rsid w:val="00A21635"/>
    <w:rsid w:val="00A220C8"/>
    <w:rsid w:val="00A26430"/>
    <w:rsid w:val="00A358AF"/>
    <w:rsid w:val="00A3630B"/>
    <w:rsid w:val="00A370A3"/>
    <w:rsid w:val="00A37334"/>
    <w:rsid w:val="00A52C46"/>
    <w:rsid w:val="00A551C9"/>
    <w:rsid w:val="00A61F2E"/>
    <w:rsid w:val="00A63E3D"/>
    <w:rsid w:val="00A67188"/>
    <w:rsid w:val="00A7134C"/>
    <w:rsid w:val="00A75295"/>
    <w:rsid w:val="00A85B8B"/>
    <w:rsid w:val="00A86E43"/>
    <w:rsid w:val="00A9397A"/>
    <w:rsid w:val="00A944DF"/>
    <w:rsid w:val="00A9459A"/>
    <w:rsid w:val="00A9597F"/>
    <w:rsid w:val="00A973B3"/>
    <w:rsid w:val="00AA5C9C"/>
    <w:rsid w:val="00AB3069"/>
    <w:rsid w:val="00AC2970"/>
    <w:rsid w:val="00AC5BE5"/>
    <w:rsid w:val="00AC7623"/>
    <w:rsid w:val="00AC7E90"/>
    <w:rsid w:val="00AD1986"/>
    <w:rsid w:val="00AD7BCF"/>
    <w:rsid w:val="00AE37E0"/>
    <w:rsid w:val="00AF083C"/>
    <w:rsid w:val="00AF4D09"/>
    <w:rsid w:val="00B00F8B"/>
    <w:rsid w:val="00B06202"/>
    <w:rsid w:val="00B14CAD"/>
    <w:rsid w:val="00B16D3D"/>
    <w:rsid w:val="00B35540"/>
    <w:rsid w:val="00B3583F"/>
    <w:rsid w:val="00B37AD9"/>
    <w:rsid w:val="00B41A1E"/>
    <w:rsid w:val="00B449D0"/>
    <w:rsid w:val="00B456BC"/>
    <w:rsid w:val="00B526BE"/>
    <w:rsid w:val="00B532AD"/>
    <w:rsid w:val="00B55862"/>
    <w:rsid w:val="00B57AB4"/>
    <w:rsid w:val="00B62C8E"/>
    <w:rsid w:val="00B66FA7"/>
    <w:rsid w:val="00B67FD7"/>
    <w:rsid w:val="00B71332"/>
    <w:rsid w:val="00B716F6"/>
    <w:rsid w:val="00B71912"/>
    <w:rsid w:val="00B744C8"/>
    <w:rsid w:val="00B748FA"/>
    <w:rsid w:val="00B8206D"/>
    <w:rsid w:val="00B82542"/>
    <w:rsid w:val="00B843E7"/>
    <w:rsid w:val="00B85F4A"/>
    <w:rsid w:val="00B86564"/>
    <w:rsid w:val="00B87411"/>
    <w:rsid w:val="00BA4E84"/>
    <w:rsid w:val="00BA634F"/>
    <w:rsid w:val="00BA7545"/>
    <w:rsid w:val="00BB2126"/>
    <w:rsid w:val="00BB3907"/>
    <w:rsid w:val="00BB4237"/>
    <w:rsid w:val="00BB47BD"/>
    <w:rsid w:val="00BE73C1"/>
    <w:rsid w:val="00BF1173"/>
    <w:rsid w:val="00BF22AA"/>
    <w:rsid w:val="00BF417D"/>
    <w:rsid w:val="00BF4E46"/>
    <w:rsid w:val="00C00338"/>
    <w:rsid w:val="00C04F24"/>
    <w:rsid w:val="00C066D2"/>
    <w:rsid w:val="00C10FF6"/>
    <w:rsid w:val="00C11F54"/>
    <w:rsid w:val="00C15C8E"/>
    <w:rsid w:val="00C17C36"/>
    <w:rsid w:val="00C17EF8"/>
    <w:rsid w:val="00C203F0"/>
    <w:rsid w:val="00C3057D"/>
    <w:rsid w:val="00C37BAE"/>
    <w:rsid w:val="00C43EA1"/>
    <w:rsid w:val="00C47C62"/>
    <w:rsid w:val="00C51FDB"/>
    <w:rsid w:val="00C5556B"/>
    <w:rsid w:val="00C6003E"/>
    <w:rsid w:val="00C61836"/>
    <w:rsid w:val="00C62081"/>
    <w:rsid w:val="00C62818"/>
    <w:rsid w:val="00C70195"/>
    <w:rsid w:val="00C73CED"/>
    <w:rsid w:val="00C771B1"/>
    <w:rsid w:val="00C81DA1"/>
    <w:rsid w:val="00C87C06"/>
    <w:rsid w:val="00C91D37"/>
    <w:rsid w:val="00C92D0D"/>
    <w:rsid w:val="00C95E4C"/>
    <w:rsid w:val="00C97386"/>
    <w:rsid w:val="00CA02BE"/>
    <w:rsid w:val="00CA3F71"/>
    <w:rsid w:val="00CA4171"/>
    <w:rsid w:val="00CA4857"/>
    <w:rsid w:val="00CA5638"/>
    <w:rsid w:val="00CB175E"/>
    <w:rsid w:val="00CB6612"/>
    <w:rsid w:val="00CD5842"/>
    <w:rsid w:val="00CD77E0"/>
    <w:rsid w:val="00CD7FF2"/>
    <w:rsid w:val="00CE1ECC"/>
    <w:rsid w:val="00CE32EB"/>
    <w:rsid w:val="00CE668E"/>
    <w:rsid w:val="00CE7785"/>
    <w:rsid w:val="00CE7DCC"/>
    <w:rsid w:val="00CF188C"/>
    <w:rsid w:val="00CF35C6"/>
    <w:rsid w:val="00CF4127"/>
    <w:rsid w:val="00CF41E8"/>
    <w:rsid w:val="00CF70C4"/>
    <w:rsid w:val="00D016BE"/>
    <w:rsid w:val="00D01B02"/>
    <w:rsid w:val="00D05C2E"/>
    <w:rsid w:val="00D22F43"/>
    <w:rsid w:val="00D30CC7"/>
    <w:rsid w:val="00D32D38"/>
    <w:rsid w:val="00D40313"/>
    <w:rsid w:val="00D4452E"/>
    <w:rsid w:val="00D46BE8"/>
    <w:rsid w:val="00D506FD"/>
    <w:rsid w:val="00D54752"/>
    <w:rsid w:val="00D5583F"/>
    <w:rsid w:val="00D572E3"/>
    <w:rsid w:val="00D63C17"/>
    <w:rsid w:val="00D8084C"/>
    <w:rsid w:val="00D831B6"/>
    <w:rsid w:val="00D87731"/>
    <w:rsid w:val="00D9233E"/>
    <w:rsid w:val="00D936AD"/>
    <w:rsid w:val="00D94CBC"/>
    <w:rsid w:val="00DA7B90"/>
    <w:rsid w:val="00DB09EF"/>
    <w:rsid w:val="00DB2959"/>
    <w:rsid w:val="00DB6AFE"/>
    <w:rsid w:val="00DB7D7F"/>
    <w:rsid w:val="00DC16A8"/>
    <w:rsid w:val="00DC2D24"/>
    <w:rsid w:val="00DC331A"/>
    <w:rsid w:val="00DC3C2B"/>
    <w:rsid w:val="00DC4CA4"/>
    <w:rsid w:val="00DC7855"/>
    <w:rsid w:val="00DD4BA1"/>
    <w:rsid w:val="00DE5C5F"/>
    <w:rsid w:val="00DF0BE4"/>
    <w:rsid w:val="00DF5BFA"/>
    <w:rsid w:val="00DF6E8F"/>
    <w:rsid w:val="00E019BD"/>
    <w:rsid w:val="00E10876"/>
    <w:rsid w:val="00E11F32"/>
    <w:rsid w:val="00E2305B"/>
    <w:rsid w:val="00E24FBE"/>
    <w:rsid w:val="00E305B0"/>
    <w:rsid w:val="00E315F6"/>
    <w:rsid w:val="00E34B39"/>
    <w:rsid w:val="00E370A4"/>
    <w:rsid w:val="00E378D0"/>
    <w:rsid w:val="00E46874"/>
    <w:rsid w:val="00E51384"/>
    <w:rsid w:val="00E526A0"/>
    <w:rsid w:val="00E5492C"/>
    <w:rsid w:val="00E574C4"/>
    <w:rsid w:val="00E57524"/>
    <w:rsid w:val="00E57A6B"/>
    <w:rsid w:val="00E63ECA"/>
    <w:rsid w:val="00E703BA"/>
    <w:rsid w:val="00E70606"/>
    <w:rsid w:val="00E711D5"/>
    <w:rsid w:val="00E72AA3"/>
    <w:rsid w:val="00E74320"/>
    <w:rsid w:val="00E84FC7"/>
    <w:rsid w:val="00E8516B"/>
    <w:rsid w:val="00E90427"/>
    <w:rsid w:val="00E93AAC"/>
    <w:rsid w:val="00E9490D"/>
    <w:rsid w:val="00E94B1F"/>
    <w:rsid w:val="00E958C5"/>
    <w:rsid w:val="00E9680C"/>
    <w:rsid w:val="00EA0318"/>
    <w:rsid w:val="00EA3C4F"/>
    <w:rsid w:val="00EB0586"/>
    <w:rsid w:val="00EB0BF4"/>
    <w:rsid w:val="00EB206E"/>
    <w:rsid w:val="00EB7E47"/>
    <w:rsid w:val="00EC6AD4"/>
    <w:rsid w:val="00ED2FC5"/>
    <w:rsid w:val="00ED3E0D"/>
    <w:rsid w:val="00ED5B69"/>
    <w:rsid w:val="00ED6F96"/>
    <w:rsid w:val="00EE15B5"/>
    <w:rsid w:val="00EE4D81"/>
    <w:rsid w:val="00EE534D"/>
    <w:rsid w:val="00EF0465"/>
    <w:rsid w:val="00EF3309"/>
    <w:rsid w:val="00EF376E"/>
    <w:rsid w:val="00EF6F0D"/>
    <w:rsid w:val="00F02837"/>
    <w:rsid w:val="00F124B8"/>
    <w:rsid w:val="00F15C0D"/>
    <w:rsid w:val="00F16EA2"/>
    <w:rsid w:val="00F2178B"/>
    <w:rsid w:val="00F303D5"/>
    <w:rsid w:val="00F31656"/>
    <w:rsid w:val="00F36C5F"/>
    <w:rsid w:val="00F40E30"/>
    <w:rsid w:val="00F47B99"/>
    <w:rsid w:val="00F47D69"/>
    <w:rsid w:val="00F512F2"/>
    <w:rsid w:val="00F5262F"/>
    <w:rsid w:val="00F533C6"/>
    <w:rsid w:val="00F60517"/>
    <w:rsid w:val="00F702C4"/>
    <w:rsid w:val="00F70C2A"/>
    <w:rsid w:val="00F70ECF"/>
    <w:rsid w:val="00F756B3"/>
    <w:rsid w:val="00F76298"/>
    <w:rsid w:val="00F8012C"/>
    <w:rsid w:val="00F8759F"/>
    <w:rsid w:val="00F916B0"/>
    <w:rsid w:val="00F92298"/>
    <w:rsid w:val="00FB3C9C"/>
    <w:rsid w:val="00FB5A7D"/>
    <w:rsid w:val="00FB601A"/>
    <w:rsid w:val="00FB77FF"/>
    <w:rsid w:val="00FC318D"/>
    <w:rsid w:val="00FD3163"/>
    <w:rsid w:val="00FD684C"/>
    <w:rsid w:val="00FE0E55"/>
    <w:rsid w:val="00FE11CF"/>
    <w:rsid w:val="00FE3108"/>
    <w:rsid w:val="00FE5617"/>
    <w:rsid w:val="00FE7E35"/>
    <w:rsid w:val="00FF057D"/>
    <w:rsid w:val="00FF5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B4646FA-B455-4F61-B21E-74FCA36C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6E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B00F8B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qFormat/>
    <w:rsid w:val="00B00F8B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B00F8B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B00F8B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B00F8B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B00F8B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B00F8B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B00F8B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B00F8B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4368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4368A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link w:val="8"/>
    <w:rsid w:val="00E019BD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E019BD"/>
    <w:rPr>
      <w:sz w:val="24"/>
      <w:szCs w:val="24"/>
      <w:u w:val="single"/>
    </w:rPr>
  </w:style>
  <w:style w:type="paragraph" w:styleId="a5">
    <w:name w:val="List Paragraph"/>
    <w:basedOn w:val="a"/>
    <w:uiPriority w:val="34"/>
    <w:qFormat/>
    <w:rsid w:val="00B87411"/>
    <w:pPr>
      <w:ind w:left="720"/>
      <w:contextualSpacing/>
    </w:pPr>
  </w:style>
  <w:style w:type="character" w:customStyle="1" w:styleId="dirty-clipboard">
    <w:name w:val="dirty-clipboard"/>
    <w:basedOn w:val="a0"/>
    <w:rsid w:val="008117B4"/>
  </w:style>
  <w:style w:type="character" w:styleId="a6">
    <w:name w:val="Hyperlink"/>
    <w:basedOn w:val="a0"/>
    <w:uiPriority w:val="99"/>
    <w:semiHidden/>
    <w:unhideWhenUsed/>
    <w:rsid w:val="008117B4"/>
    <w:rPr>
      <w:color w:val="0000FF"/>
      <w:u w:val="single"/>
    </w:rPr>
  </w:style>
  <w:style w:type="paragraph" w:styleId="a7">
    <w:name w:val="header"/>
    <w:basedOn w:val="a"/>
    <w:link w:val="a8"/>
    <w:unhideWhenUsed/>
    <w:rsid w:val="006034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034A1"/>
    <w:rPr>
      <w:sz w:val="24"/>
      <w:szCs w:val="24"/>
    </w:rPr>
  </w:style>
  <w:style w:type="paragraph" w:styleId="a9">
    <w:name w:val="footer"/>
    <w:basedOn w:val="a"/>
    <w:link w:val="aa"/>
    <w:unhideWhenUsed/>
    <w:rsid w:val="006034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034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597EC-A69C-43E4-BF90-A0D8212D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новое.dot</Template>
  <TotalTime>164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УИАиОР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cp:lastModifiedBy>Асницкая Т.В.</cp:lastModifiedBy>
  <cp:revision>25</cp:revision>
  <cp:lastPrinted>2019-12-24T06:17:00Z</cp:lastPrinted>
  <dcterms:created xsi:type="dcterms:W3CDTF">2018-02-02T05:41:00Z</dcterms:created>
  <dcterms:modified xsi:type="dcterms:W3CDTF">2019-12-31T10:31:00Z</dcterms:modified>
</cp:coreProperties>
</file>