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09F" w:rsidRDefault="00F6709F" w:rsidP="00F6709F">
      <w:pPr>
        <w:ind w:firstLine="709"/>
        <w:jc w:val="center"/>
      </w:pPr>
      <w:r>
        <w:rPr>
          <w:rFonts w:ascii="Arial" w:eastAsia="Lucida Sans Unicode" w:hAnsi="Arial" w:cs="Arial"/>
          <w:noProof/>
        </w:rPr>
        <w:drawing>
          <wp:inline distT="0" distB="0" distL="0" distR="0">
            <wp:extent cx="539750" cy="655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655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09F" w:rsidRDefault="00F6709F" w:rsidP="00F6709F">
      <w:pPr>
        <w:pStyle w:val="1"/>
        <w:ind w:firstLine="709"/>
        <w:rPr>
          <w:sz w:val="16"/>
          <w:szCs w:val="16"/>
        </w:rPr>
      </w:pPr>
    </w:p>
    <w:p w:rsidR="00F6709F" w:rsidRDefault="00F6709F" w:rsidP="00F6709F">
      <w:pPr>
        <w:pStyle w:val="1"/>
        <w:ind w:firstLine="709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СОВЕТ     ДЕПУТАТОВ</w:t>
      </w:r>
    </w:p>
    <w:p w:rsidR="00F6709F" w:rsidRDefault="00F6709F" w:rsidP="00F6709F">
      <w:pPr>
        <w:pStyle w:val="3"/>
        <w:ind w:firstLine="709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ОРЕХОВО-ЗУЕВСКОГО ГОРОДСКОГО   ОКРУГА</w:t>
      </w:r>
    </w:p>
    <w:p w:rsidR="00F6709F" w:rsidRDefault="00F6709F" w:rsidP="00F6709F">
      <w:pPr>
        <w:pStyle w:val="3"/>
        <w:ind w:firstLine="709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МОСКОВСКОЙ   ОБЛАСТИ</w:t>
      </w:r>
    </w:p>
    <w:p w:rsidR="00F6709F" w:rsidRDefault="00F6709F" w:rsidP="00F6709F">
      <w:pPr>
        <w:ind w:firstLine="709"/>
        <w:jc w:val="center"/>
        <w:rPr>
          <w:rFonts w:ascii="Arial" w:hAnsi="Arial" w:cs="Arial"/>
          <w:sz w:val="16"/>
          <w:szCs w:val="16"/>
        </w:rPr>
      </w:pPr>
    </w:p>
    <w:p w:rsidR="00F6709F" w:rsidRDefault="00F6709F" w:rsidP="00F6709F">
      <w:pPr>
        <w:pStyle w:val="2"/>
        <w:ind w:firstLine="709"/>
        <w:rPr>
          <w:rFonts w:ascii="Arial" w:hAnsi="Arial" w:cs="Arial"/>
        </w:rPr>
      </w:pPr>
      <w:r>
        <w:rPr>
          <w:rFonts w:ascii="Arial" w:hAnsi="Arial" w:cs="Arial"/>
        </w:rPr>
        <w:t>Р Е Ш Е Н И Е</w:t>
      </w:r>
    </w:p>
    <w:p w:rsidR="00F6709F" w:rsidRDefault="00F6709F" w:rsidP="00F6709F">
      <w:pPr>
        <w:ind w:firstLine="709"/>
        <w:jc w:val="center"/>
        <w:rPr>
          <w:sz w:val="16"/>
          <w:szCs w:val="16"/>
        </w:rPr>
      </w:pPr>
    </w:p>
    <w:p w:rsidR="00F6709F" w:rsidRDefault="00267A38" w:rsidP="00F6709F">
      <w:pPr>
        <w:ind w:firstLine="709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от 27.02.2020   № 120</w:t>
      </w:r>
      <w:r w:rsidRPr="00267A38">
        <w:rPr>
          <w:rFonts w:ascii="Arial" w:hAnsi="Arial" w:cs="Arial"/>
          <w:b/>
          <w:bCs/>
          <w:sz w:val="28"/>
        </w:rPr>
        <w:t>/9</w:t>
      </w:r>
    </w:p>
    <w:p w:rsidR="00267A38" w:rsidRDefault="00267A38" w:rsidP="00F6709F">
      <w:pPr>
        <w:ind w:firstLine="709"/>
        <w:jc w:val="center"/>
        <w:rPr>
          <w:b/>
          <w:bCs/>
          <w:sz w:val="16"/>
          <w:szCs w:val="16"/>
        </w:rPr>
      </w:pPr>
    </w:p>
    <w:p w:rsidR="00F6709F" w:rsidRDefault="00F6709F" w:rsidP="00F6709F">
      <w:pPr>
        <w:ind w:firstLine="709"/>
        <w:jc w:val="center"/>
        <w:rPr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г.</w:t>
      </w:r>
      <w:r>
        <w:rPr>
          <w:b/>
          <w:bCs/>
          <w:sz w:val="28"/>
        </w:rPr>
        <w:t xml:space="preserve"> </w:t>
      </w:r>
      <w:r>
        <w:rPr>
          <w:rFonts w:ascii="Arial" w:hAnsi="Arial" w:cs="Arial"/>
          <w:b/>
          <w:bCs/>
          <w:sz w:val="28"/>
        </w:rPr>
        <w:t>Орехово-Зуево</w:t>
      </w:r>
    </w:p>
    <w:p w:rsidR="00F6709F" w:rsidRDefault="00F6709F" w:rsidP="00F6709F">
      <w:pPr>
        <w:widowControl/>
        <w:ind w:firstLine="709"/>
        <w:rPr>
          <w:rFonts w:ascii="Arial" w:hAnsi="Arial" w:cs="Arial"/>
          <w:sz w:val="16"/>
          <w:szCs w:val="16"/>
        </w:rPr>
      </w:pPr>
    </w:p>
    <w:p w:rsidR="00F6709F" w:rsidRDefault="00F6709F" w:rsidP="00F6709F">
      <w:pPr>
        <w:widowControl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Об утверждении Перечня имущества, предлагаемого к передаче</w:t>
      </w:r>
    </w:p>
    <w:p w:rsidR="00F6709F" w:rsidRDefault="00F6709F" w:rsidP="00F6709F">
      <w:pPr>
        <w:widowControl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из собственности Московской области в муниципальную собственность Орехово-Зуевского городского округа  Московской области (земельный участок с кадастровым номером 50:24:0080216:1601)</w:t>
      </w:r>
    </w:p>
    <w:p w:rsidR="00F6709F" w:rsidRDefault="00F6709F" w:rsidP="00F6709F">
      <w:pPr>
        <w:widowControl/>
        <w:ind w:firstLine="709"/>
        <w:jc w:val="center"/>
        <w:rPr>
          <w:rFonts w:ascii="Arial" w:hAnsi="Arial" w:cs="Arial"/>
          <w:b/>
          <w:sz w:val="16"/>
          <w:szCs w:val="16"/>
        </w:rPr>
      </w:pPr>
    </w:p>
    <w:p w:rsidR="00F6709F" w:rsidRDefault="00F6709F" w:rsidP="00F6709F">
      <w:pPr>
        <w:jc w:val="both"/>
        <w:rPr>
          <w:rFonts w:ascii="Arial" w:hAnsi="Arial" w:cs="Arial"/>
        </w:rPr>
      </w:pPr>
      <w:r>
        <w:rPr>
          <w:rFonts w:ascii="Arial" w:hAnsi="Arial" w:cs="Arial"/>
          <w:spacing w:val="-3"/>
          <w:w w:val="101"/>
        </w:rPr>
        <w:t xml:space="preserve">             </w:t>
      </w:r>
      <w:r>
        <w:rPr>
          <w:rFonts w:ascii="Arial" w:hAnsi="Arial" w:cs="Arial"/>
        </w:rPr>
        <w:t xml:space="preserve">На основании Федерального закона от 06.10.2003 N 131-ФЗ "Об общих принципах организации местного самоуправления в Российской Федерации", Федерального закона от 22.08.2004 N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Федерации", обращения Министерства имущественных отношений Московской области от 31.01.2020 №15исх-2704, а также  в соответствии с Постановлением Правительства Российской Федерации от 13.06.2006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</w:t>
      </w:r>
      <w:r>
        <w:rPr>
          <w:rFonts w:ascii="Arial" w:hAnsi="Arial" w:cs="Arial"/>
          <w:b/>
        </w:rPr>
        <w:t>Совет депутатов Орехово-Зуевского городского округа Московской области</w:t>
      </w:r>
    </w:p>
    <w:p w:rsidR="00F6709F" w:rsidRDefault="00F6709F" w:rsidP="00F6709F">
      <w:pPr>
        <w:ind w:right="-83" w:firstLine="709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</w:rPr>
        <w:t xml:space="preserve">                                                           </w:t>
      </w:r>
    </w:p>
    <w:p w:rsidR="00F6709F" w:rsidRDefault="00F6709F" w:rsidP="00F6709F">
      <w:pPr>
        <w:ind w:right="-8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РЕШИЛ:</w:t>
      </w:r>
    </w:p>
    <w:p w:rsidR="00F6709F" w:rsidRDefault="00F6709F" w:rsidP="00F6709F">
      <w:pPr>
        <w:ind w:right="-83" w:firstLine="709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</w:rPr>
        <w:tab/>
      </w:r>
    </w:p>
    <w:p w:rsidR="00F6709F" w:rsidRPr="00353354" w:rsidRDefault="00F6709F" w:rsidP="00353354">
      <w:pPr>
        <w:pStyle w:val="a5"/>
        <w:widowControl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Утвердить Перечень имущества, </w:t>
      </w:r>
      <w:r>
        <w:rPr>
          <w:rFonts w:ascii="Arial" w:hAnsi="Arial" w:cs="Arial"/>
          <w:bCs/>
        </w:rPr>
        <w:t>предлагаемого к передаче из собственности Московской области в муниципальную собственность Орехово-Зуевского городского округа  Московской области, согласно приложения к настоящему Решению.</w:t>
      </w:r>
    </w:p>
    <w:p w:rsidR="00F6709F" w:rsidRPr="00353354" w:rsidRDefault="00F6709F" w:rsidP="00353354">
      <w:pPr>
        <w:pStyle w:val="a5"/>
        <w:widowControl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Направить настоящее Решение в Министерство имущественных отношений Московской области.</w:t>
      </w:r>
    </w:p>
    <w:p w:rsidR="00F6709F" w:rsidRPr="00353354" w:rsidRDefault="00F6709F" w:rsidP="00353354">
      <w:pPr>
        <w:pStyle w:val="a5"/>
        <w:widowControl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Настоящее Решение вступает в действие со дня его принятия.</w:t>
      </w:r>
    </w:p>
    <w:p w:rsidR="00F6709F" w:rsidRDefault="00F6709F" w:rsidP="00F6709F">
      <w:pPr>
        <w:pStyle w:val="a5"/>
        <w:widowControl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  <w:szCs w:val="28"/>
        </w:rPr>
        <w:t xml:space="preserve">Контроль исполнения настоящего Решения возложить на главу </w:t>
      </w:r>
      <w:r>
        <w:rPr>
          <w:rFonts w:ascii="Arial" w:hAnsi="Arial" w:cs="Arial"/>
          <w:bCs/>
        </w:rPr>
        <w:t>Орехово-Зуевского городского округа</w:t>
      </w:r>
      <w:r w:rsidR="00D95B2F">
        <w:rPr>
          <w:rFonts w:ascii="Arial" w:hAnsi="Arial" w:cs="Arial"/>
          <w:bCs/>
        </w:rPr>
        <w:t xml:space="preserve"> Московской области Г.О. Панина.</w:t>
      </w:r>
    </w:p>
    <w:p w:rsidR="00F6709F" w:rsidRDefault="00F6709F" w:rsidP="00F6709F">
      <w:pPr>
        <w:widowControl/>
        <w:jc w:val="both"/>
        <w:rPr>
          <w:rFonts w:ascii="Arial" w:hAnsi="Arial" w:cs="Arial"/>
          <w:b/>
          <w:bCs/>
        </w:rPr>
      </w:pPr>
    </w:p>
    <w:p w:rsidR="00F6709F" w:rsidRDefault="00F6709F" w:rsidP="00F6709F">
      <w:pPr>
        <w:widowControl/>
        <w:ind w:firstLine="709"/>
        <w:jc w:val="both"/>
        <w:rPr>
          <w:rFonts w:ascii="Arial" w:hAnsi="Arial" w:cs="Arial"/>
          <w:b/>
          <w:bCs/>
        </w:rPr>
      </w:pPr>
    </w:p>
    <w:p w:rsidR="00F6709F" w:rsidRDefault="00F6709F" w:rsidP="00F6709F">
      <w:pPr>
        <w:widowControl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Председатель Совета депутатов</w:t>
      </w:r>
    </w:p>
    <w:p w:rsidR="00F6709F" w:rsidRDefault="00F6709F" w:rsidP="00F6709F">
      <w:pPr>
        <w:widowControl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Орехово-Зуевского городского округа</w:t>
      </w:r>
    </w:p>
    <w:p w:rsidR="00F6709F" w:rsidRDefault="00F6709F" w:rsidP="00F6709F">
      <w:pPr>
        <w:widowControl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Московской области                                                                                              </w:t>
      </w:r>
      <w:r>
        <w:rPr>
          <w:rFonts w:ascii="Arial" w:hAnsi="Arial" w:cs="Arial"/>
          <w:b/>
          <w:bCs/>
        </w:rPr>
        <w:t xml:space="preserve">Т. И. </w:t>
      </w:r>
      <w:proofErr w:type="spellStart"/>
      <w:r>
        <w:rPr>
          <w:rFonts w:ascii="Arial" w:hAnsi="Arial" w:cs="Arial"/>
          <w:b/>
          <w:bCs/>
        </w:rPr>
        <w:t>Ронзина</w:t>
      </w:r>
      <w:proofErr w:type="spellEnd"/>
    </w:p>
    <w:p w:rsidR="00A204EB" w:rsidRPr="003B0855" w:rsidRDefault="00A204EB" w:rsidP="003B0855">
      <w:pPr>
        <w:widowControl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A204EB" w:rsidRDefault="00A204EB" w:rsidP="005B3B36">
      <w:pPr>
        <w:jc w:val="right"/>
        <w:rPr>
          <w:rFonts w:ascii="Arial" w:hAnsi="Arial" w:cs="Arial"/>
        </w:rPr>
        <w:sectPr w:rsidR="00A204EB" w:rsidSect="00AA17AE">
          <w:pgSz w:w="11906" w:h="16838"/>
          <w:pgMar w:top="567" w:right="567" w:bottom="567" w:left="992" w:header="709" w:footer="709" w:gutter="0"/>
          <w:cols w:space="708"/>
          <w:docGrid w:linePitch="326"/>
        </w:sectPr>
      </w:pPr>
    </w:p>
    <w:p w:rsidR="006D5C11" w:rsidRDefault="006D5C11" w:rsidP="005B3B36">
      <w:pPr>
        <w:jc w:val="right"/>
        <w:rPr>
          <w:rFonts w:ascii="Arial" w:hAnsi="Arial" w:cs="Arial"/>
        </w:rPr>
      </w:pPr>
    </w:p>
    <w:p w:rsidR="005B3B36" w:rsidRPr="003E58D6" w:rsidRDefault="005B3B36" w:rsidP="005B3B36">
      <w:pPr>
        <w:jc w:val="right"/>
        <w:rPr>
          <w:rFonts w:ascii="Arial" w:hAnsi="Arial" w:cs="Arial"/>
        </w:rPr>
      </w:pPr>
      <w:r w:rsidRPr="003E58D6">
        <w:rPr>
          <w:rFonts w:ascii="Arial" w:hAnsi="Arial" w:cs="Arial"/>
        </w:rPr>
        <w:t>Приложение</w:t>
      </w:r>
    </w:p>
    <w:p w:rsidR="005B3B36" w:rsidRPr="003E58D6" w:rsidRDefault="005B3B36" w:rsidP="005B3B36">
      <w:pPr>
        <w:jc w:val="right"/>
        <w:rPr>
          <w:rFonts w:ascii="Arial" w:hAnsi="Arial" w:cs="Arial"/>
        </w:rPr>
      </w:pPr>
      <w:r w:rsidRPr="003E58D6">
        <w:rPr>
          <w:rFonts w:ascii="Arial" w:hAnsi="Arial" w:cs="Arial"/>
        </w:rPr>
        <w:t>к решению Совета депутатов</w:t>
      </w:r>
    </w:p>
    <w:p w:rsidR="005B3B36" w:rsidRDefault="001A5B6A" w:rsidP="005B3B3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Орехово-Зуевского городского округа</w:t>
      </w:r>
    </w:p>
    <w:p w:rsidR="001A5B6A" w:rsidRPr="003E58D6" w:rsidRDefault="001A5B6A" w:rsidP="005B3B3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Московской области</w:t>
      </w:r>
    </w:p>
    <w:p w:rsidR="005B3B36" w:rsidRPr="003E58D6" w:rsidRDefault="005B3B36" w:rsidP="005B3B36">
      <w:pPr>
        <w:rPr>
          <w:rFonts w:ascii="Arial" w:hAnsi="Arial" w:cs="Arial"/>
        </w:rPr>
      </w:pPr>
    </w:p>
    <w:p w:rsidR="005B3B36" w:rsidRDefault="005B3B36" w:rsidP="00D36863">
      <w:pPr>
        <w:jc w:val="right"/>
        <w:rPr>
          <w:rFonts w:ascii="Arial" w:hAnsi="Arial" w:cs="Arial"/>
          <w:u w:val="single"/>
        </w:rPr>
      </w:pP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</w:t>
      </w:r>
      <w:r w:rsidR="00494179">
        <w:rPr>
          <w:rFonts w:ascii="Arial" w:hAnsi="Arial" w:cs="Arial"/>
        </w:rPr>
        <w:t xml:space="preserve">     </w:t>
      </w:r>
      <w:r w:rsidR="005A4B13" w:rsidRPr="005A4B13">
        <w:rPr>
          <w:rFonts w:ascii="Arial" w:hAnsi="Arial" w:cs="Arial"/>
        </w:rPr>
        <w:t>от 27.02.2020   № 120/9</w:t>
      </w:r>
      <w:r w:rsidR="001B5A8A">
        <w:rPr>
          <w:rFonts w:ascii="Arial" w:hAnsi="Arial" w:cs="Arial"/>
        </w:rPr>
        <w:t xml:space="preserve">       </w:t>
      </w:r>
    </w:p>
    <w:p w:rsidR="005B3B36" w:rsidRPr="00B409E3" w:rsidRDefault="005B3B36" w:rsidP="005B3B36">
      <w:pPr>
        <w:rPr>
          <w:rFonts w:ascii="Arial" w:hAnsi="Arial" w:cs="Arial"/>
          <w:u w:val="single"/>
        </w:rPr>
      </w:pPr>
    </w:p>
    <w:p w:rsidR="00AA17AE" w:rsidRPr="00AA17AE" w:rsidRDefault="001B49C1" w:rsidP="00AA17AE">
      <w:pPr>
        <w:widowControl/>
        <w:jc w:val="right"/>
        <w:rPr>
          <w:rFonts w:ascii="Arial" w:hAnsi="Arial" w:cs="Arial"/>
          <w:bCs/>
        </w:rPr>
      </w:pPr>
      <w:r w:rsidRPr="00AA17AE">
        <w:rPr>
          <w:rFonts w:ascii="Arial" w:hAnsi="Arial" w:cs="Arial"/>
          <w:bCs/>
        </w:rPr>
        <w:t>«</w:t>
      </w:r>
      <w:r w:rsidR="00AA17AE" w:rsidRPr="00AA17AE">
        <w:rPr>
          <w:rFonts w:ascii="Arial" w:hAnsi="Arial" w:cs="Arial"/>
          <w:bCs/>
        </w:rPr>
        <w:t>Об утверждении Перечня имущества, предлагаемого к передаче</w:t>
      </w:r>
    </w:p>
    <w:p w:rsidR="00CD3485" w:rsidRDefault="00AA17AE" w:rsidP="00AA17AE">
      <w:pPr>
        <w:widowControl/>
        <w:jc w:val="right"/>
        <w:rPr>
          <w:rFonts w:ascii="Arial" w:hAnsi="Arial" w:cs="Arial"/>
          <w:bCs/>
        </w:rPr>
      </w:pPr>
      <w:r w:rsidRPr="00AA17AE">
        <w:rPr>
          <w:rFonts w:ascii="Arial" w:hAnsi="Arial" w:cs="Arial"/>
          <w:bCs/>
        </w:rPr>
        <w:t>из собственности Московской области в муниципальную собственность</w:t>
      </w:r>
    </w:p>
    <w:p w:rsidR="00CD3485" w:rsidRDefault="00AA17AE" w:rsidP="00AA17AE">
      <w:pPr>
        <w:widowControl/>
        <w:jc w:val="right"/>
        <w:rPr>
          <w:rFonts w:ascii="Arial" w:hAnsi="Arial" w:cs="Arial"/>
          <w:bCs/>
        </w:rPr>
      </w:pPr>
      <w:r w:rsidRPr="00AA17AE">
        <w:rPr>
          <w:rFonts w:ascii="Arial" w:hAnsi="Arial" w:cs="Arial"/>
          <w:bCs/>
        </w:rPr>
        <w:t xml:space="preserve"> Орехово-Зуевского городского округа  Московской области</w:t>
      </w:r>
    </w:p>
    <w:p w:rsidR="00AA17AE" w:rsidRPr="00AA17AE" w:rsidRDefault="00AA17AE" w:rsidP="00AA17AE">
      <w:pPr>
        <w:widowControl/>
        <w:jc w:val="right"/>
        <w:rPr>
          <w:rFonts w:ascii="Arial" w:hAnsi="Arial" w:cs="Arial"/>
          <w:bCs/>
        </w:rPr>
      </w:pPr>
      <w:r w:rsidRPr="00AA17AE">
        <w:rPr>
          <w:rFonts w:ascii="Arial" w:hAnsi="Arial" w:cs="Arial"/>
          <w:bCs/>
        </w:rPr>
        <w:t xml:space="preserve"> (земельный участок с кадастровым номером 50:24:0080216:1601)»</w:t>
      </w:r>
    </w:p>
    <w:p w:rsidR="00AA17AE" w:rsidRPr="00AA17AE" w:rsidRDefault="00AA17AE" w:rsidP="00AA17AE">
      <w:pPr>
        <w:widowControl/>
        <w:jc w:val="right"/>
        <w:rPr>
          <w:rFonts w:ascii="Arial" w:hAnsi="Arial" w:cs="Arial"/>
          <w:b/>
          <w:bCs/>
        </w:rPr>
      </w:pPr>
    </w:p>
    <w:p w:rsidR="005B3B36" w:rsidRPr="001B49C1" w:rsidRDefault="005B3B36" w:rsidP="001B49C1">
      <w:pPr>
        <w:widowControl/>
        <w:jc w:val="right"/>
        <w:rPr>
          <w:rFonts w:ascii="Arial" w:hAnsi="Arial" w:cs="Arial"/>
          <w:bCs/>
        </w:rPr>
      </w:pPr>
    </w:p>
    <w:p w:rsidR="005B3B36" w:rsidRPr="001B49C1" w:rsidRDefault="005B3B36" w:rsidP="001B49C1">
      <w:pPr>
        <w:jc w:val="right"/>
        <w:rPr>
          <w:rFonts w:ascii="Arial" w:hAnsi="Arial" w:cs="Arial"/>
        </w:rPr>
      </w:pPr>
    </w:p>
    <w:p w:rsidR="00AA17AE" w:rsidRPr="00AA17AE" w:rsidRDefault="00A61C95" w:rsidP="00AA17AE">
      <w:pPr>
        <w:widowControl/>
        <w:jc w:val="center"/>
        <w:rPr>
          <w:rFonts w:ascii="Arial" w:hAnsi="Arial" w:cs="Arial"/>
          <w:b/>
          <w:bCs/>
        </w:rPr>
      </w:pPr>
      <w:r w:rsidRPr="00AA17AE">
        <w:rPr>
          <w:rFonts w:ascii="Arial" w:hAnsi="Arial" w:cs="Arial"/>
          <w:b/>
          <w:bCs/>
        </w:rPr>
        <w:t>«</w:t>
      </w:r>
      <w:r w:rsidR="00AA17AE" w:rsidRPr="00AA17AE">
        <w:rPr>
          <w:rFonts w:ascii="Arial" w:hAnsi="Arial" w:cs="Arial"/>
          <w:b/>
          <w:bCs/>
        </w:rPr>
        <w:t>Об утверждении Перечня имущества, предлагаемого к передаче</w:t>
      </w:r>
    </w:p>
    <w:p w:rsidR="00AA17AE" w:rsidRDefault="00AA17AE" w:rsidP="00AA17AE">
      <w:pPr>
        <w:widowControl/>
        <w:jc w:val="center"/>
        <w:rPr>
          <w:rFonts w:ascii="Arial" w:hAnsi="Arial" w:cs="Arial"/>
          <w:b/>
          <w:bCs/>
        </w:rPr>
      </w:pPr>
      <w:r w:rsidRPr="00AA17AE">
        <w:rPr>
          <w:rFonts w:ascii="Arial" w:hAnsi="Arial" w:cs="Arial"/>
          <w:b/>
          <w:bCs/>
        </w:rPr>
        <w:t>из собственности Московской области в муниципальную собственность</w:t>
      </w:r>
    </w:p>
    <w:p w:rsidR="00AA17AE" w:rsidRDefault="00AA17AE" w:rsidP="00AA17AE">
      <w:pPr>
        <w:widowControl/>
        <w:jc w:val="center"/>
        <w:rPr>
          <w:rFonts w:ascii="Arial" w:hAnsi="Arial" w:cs="Arial"/>
          <w:b/>
          <w:bCs/>
        </w:rPr>
      </w:pPr>
      <w:r w:rsidRPr="00AA17AE">
        <w:rPr>
          <w:rFonts w:ascii="Arial" w:hAnsi="Arial" w:cs="Arial"/>
          <w:b/>
          <w:bCs/>
        </w:rPr>
        <w:t xml:space="preserve"> Орехово-Зуевского городского округа  Московской области </w:t>
      </w:r>
    </w:p>
    <w:p w:rsidR="001143FF" w:rsidRPr="00AA17AE" w:rsidRDefault="00AA17AE" w:rsidP="00AA17AE">
      <w:pPr>
        <w:widowControl/>
        <w:jc w:val="center"/>
        <w:rPr>
          <w:rFonts w:ascii="Arial" w:hAnsi="Arial" w:cs="Arial"/>
          <w:b/>
          <w:bCs/>
        </w:rPr>
      </w:pPr>
      <w:r w:rsidRPr="00AA17AE">
        <w:rPr>
          <w:rFonts w:ascii="Arial" w:hAnsi="Arial" w:cs="Arial"/>
          <w:b/>
          <w:bCs/>
        </w:rPr>
        <w:t>(земельный участок с кадастровым номером 50:24:0080216:1601)</w:t>
      </w:r>
      <w:r w:rsidR="00A61C95" w:rsidRPr="00AA17AE">
        <w:rPr>
          <w:rFonts w:ascii="Arial" w:hAnsi="Arial" w:cs="Arial"/>
          <w:b/>
          <w:bCs/>
        </w:rPr>
        <w:t>»</w:t>
      </w:r>
    </w:p>
    <w:p w:rsidR="005B3B36" w:rsidRPr="00C635B4" w:rsidRDefault="005B3B36" w:rsidP="001B49C1">
      <w:pPr>
        <w:jc w:val="center"/>
        <w:rPr>
          <w:rFonts w:ascii="Arial" w:hAnsi="Arial" w:cs="Arial"/>
          <w:b/>
          <w:bCs/>
        </w:rPr>
      </w:pPr>
    </w:p>
    <w:p w:rsidR="005B3B36" w:rsidRDefault="005B3B36" w:rsidP="005B3B36"/>
    <w:tbl>
      <w:tblPr>
        <w:tblW w:w="14316" w:type="dxa"/>
        <w:tblInd w:w="992" w:type="dxa"/>
        <w:tblLayout w:type="fixed"/>
        <w:tblLook w:val="0000" w:firstRow="0" w:lastRow="0" w:firstColumn="0" w:lastColumn="0" w:noHBand="0" w:noVBand="0"/>
      </w:tblPr>
      <w:tblGrid>
        <w:gridCol w:w="1984"/>
        <w:gridCol w:w="1843"/>
        <w:gridCol w:w="4252"/>
        <w:gridCol w:w="3261"/>
        <w:gridCol w:w="2976"/>
      </w:tblGrid>
      <w:tr w:rsidR="005E2852" w:rsidRPr="001006ED" w:rsidTr="00205475">
        <w:trPr>
          <w:trHeight w:val="955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5E2852" w:rsidRPr="00F95ADC" w:rsidRDefault="005E2852" w:rsidP="005E2852">
            <w:pPr>
              <w:ind w:left="176" w:hanging="176"/>
              <w:jc w:val="center"/>
              <w:rPr>
                <w:rFonts w:ascii="Arial" w:eastAsia="Times New Roman CYR" w:hAnsi="Arial" w:cs="Arial"/>
                <w:b/>
                <w:sz w:val="22"/>
                <w:szCs w:val="22"/>
              </w:rPr>
            </w:pPr>
            <w:r w:rsidRPr="00F95ADC">
              <w:rPr>
                <w:rFonts w:ascii="Arial" w:eastAsia="Times New Roman CYR" w:hAnsi="Arial" w:cs="Arial"/>
                <w:b/>
                <w:sz w:val="22"/>
                <w:szCs w:val="22"/>
              </w:rPr>
              <w:t>Полное наименование организации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5E2852" w:rsidRPr="00F95ADC" w:rsidRDefault="005E2852" w:rsidP="005E2852">
            <w:pPr>
              <w:jc w:val="center"/>
              <w:rPr>
                <w:rFonts w:ascii="Arial" w:eastAsia="Times New Roman CYR" w:hAnsi="Arial" w:cs="Arial"/>
                <w:b/>
                <w:sz w:val="22"/>
                <w:szCs w:val="22"/>
              </w:rPr>
            </w:pPr>
            <w:r w:rsidRPr="00F95ADC">
              <w:rPr>
                <w:rFonts w:ascii="Arial" w:eastAsia="Times New Roman CYR" w:hAnsi="Arial" w:cs="Arial"/>
                <w:b/>
                <w:sz w:val="22"/>
                <w:szCs w:val="22"/>
              </w:rPr>
              <w:t>Адрес места  нахождения организации,</w:t>
            </w:r>
          </w:p>
          <w:p w:rsidR="005E2852" w:rsidRPr="00F95ADC" w:rsidRDefault="005E2852" w:rsidP="005E2852">
            <w:pPr>
              <w:jc w:val="center"/>
              <w:rPr>
                <w:rFonts w:ascii="Arial" w:eastAsia="Times New Roman CYR" w:hAnsi="Arial" w:cs="Arial"/>
                <w:b/>
                <w:sz w:val="22"/>
                <w:szCs w:val="22"/>
              </w:rPr>
            </w:pPr>
            <w:r w:rsidRPr="00F95ADC">
              <w:rPr>
                <w:rFonts w:ascii="Arial" w:eastAsia="Times New Roman CYR" w:hAnsi="Arial" w:cs="Arial"/>
                <w:b/>
                <w:sz w:val="22"/>
                <w:szCs w:val="22"/>
              </w:rPr>
              <w:t>ИНН организации</w:t>
            </w:r>
          </w:p>
        </w:tc>
        <w:tc>
          <w:tcPr>
            <w:tcW w:w="42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5E2852" w:rsidRPr="00F95ADC" w:rsidRDefault="005E2852" w:rsidP="005E2852">
            <w:pPr>
              <w:jc w:val="center"/>
              <w:rPr>
                <w:rFonts w:ascii="Arial" w:eastAsia="Times New Roman CYR" w:hAnsi="Arial" w:cs="Arial"/>
                <w:b/>
                <w:sz w:val="22"/>
                <w:szCs w:val="22"/>
              </w:rPr>
            </w:pPr>
            <w:r w:rsidRPr="00F95ADC">
              <w:rPr>
                <w:rFonts w:ascii="Arial" w:eastAsia="Times New Roman CYR" w:hAnsi="Arial" w:cs="Arial"/>
                <w:b/>
                <w:sz w:val="22"/>
                <w:szCs w:val="22"/>
              </w:rPr>
              <w:t>Наименование имущества</w:t>
            </w: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5E2852" w:rsidRPr="00F95ADC" w:rsidRDefault="005E2852" w:rsidP="005E2852">
            <w:pPr>
              <w:jc w:val="center"/>
              <w:rPr>
                <w:rFonts w:ascii="Arial" w:eastAsia="Times New Roman CYR" w:hAnsi="Arial" w:cs="Arial"/>
                <w:b/>
                <w:sz w:val="22"/>
                <w:szCs w:val="22"/>
              </w:rPr>
            </w:pPr>
            <w:r w:rsidRPr="00F95ADC">
              <w:rPr>
                <w:rFonts w:ascii="Arial" w:eastAsia="Times New Roman CYR" w:hAnsi="Arial" w:cs="Arial"/>
                <w:b/>
                <w:sz w:val="22"/>
                <w:szCs w:val="22"/>
              </w:rPr>
              <w:t>Адрес места нахождения имущества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5E2852" w:rsidRPr="00F95ADC" w:rsidRDefault="005E2852" w:rsidP="005E2852">
            <w:pPr>
              <w:jc w:val="center"/>
              <w:rPr>
                <w:rFonts w:ascii="Arial" w:eastAsia="Times New Roman CYR" w:hAnsi="Arial" w:cs="Arial"/>
                <w:b/>
                <w:sz w:val="22"/>
                <w:szCs w:val="22"/>
              </w:rPr>
            </w:pPr>
            <w:r w:rsidRPr="00F95ADC">
              <w:rPr>
                <w:rFonts w:ascii="Arial" w:eastAsia="Times New Roman CYR" w:hAnsi="Arial" w:cs="Arial"/>
                <w:b/>
                <w:sz w:val="22"/>
                <w:szCs w:val="22"/>
              </w:rPr>
              <w:t>Индивидуализирующие характеристики имущества</w:t>
            </w:r>
            <w:r>
              <w:rPr>
                <w:rFonts w:ascii="Arial" w:eastAsia="Times New Roman CYR" w:hAnsi="Arial" w:cs="Arial"/>
                <w:b/>
                <w:sz w:val="22"/>
                <w:szCs w:val="22"/>
              </w:rPr>
              <w:t xml:space="preserve">                    (инвентарный номер)</w:t>
            </w:r>
          </w:p>
        </w:tc>
      </w:tr>
      <w:tr w:rsidR="005E2852" w:rsidRPr="001006ED" w:rsidTr="00205475">
        <w:trPr>
          <w:trHeight w:val="2666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E2852" w:rsidRDefault="005E2852" w:rsidP="005E28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E2852" w:rsidRDefault="005E2852" w:rsidP="005E28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E2852" w:rsidRDefault="005E2852" w:rsidP="005E28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2852" w:rsidRPr="001143FF" w:rsidRDefault="005E2852" w:rsidP="005E28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</w:t>
            </w: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50:24:0080216:1601, </w:t>
            </w:r>
            <w:r w:rsidR="008078E6">
              <w:rPr>
                <w:rFonts w:ascii="Arial" w:hAnsi="Arial" w:cs="Arial"/>
                <w:sz w:val="22"/>
                <w:szCs w:val="22"/>
              </w:rPr>
              <w:t xml:space="preserve">площадь 1000 кв.м, </w:t>
            </w:r>
            <w:r>
              <w:rPr>
                <w:rFonts w:ascii="Arial" w:hAnsi="Arial" w:cs="Arial"/>
                <w:sz w:val="22"/>
                <w:szCs w:val="22"/>
              </w:rPr>
              <w:t>категория земель: земли населенных пунктов, вид разрешенного использования: коммунальное обслуживание.</w:t>
            </w:r>
          </w:p>
          <w:p w:rsidR="005E2852" w:rsidRPr="001143FF" w:rsidRDefault="005E2852" w:rsidP="005E28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2852" w:rsidRPr="001143FF" w:rsidRDefault="005E2852" w:rsidP="005E28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2852" w:rsidRPr="001143FF" w:rsidRDefault="005E2852" w:rsidP="005E28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2852" w:rsidRPr="001143FF" w:rsidRDefault="005E2852" w:rsidP="005E28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E2852" w:rsidRDefault="005E2852" w:rsidP="005E28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2852" w:rsidRDefault="005E2852" w:rsidP="005E28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2852" w:rsidRPr="00C0096E" w:rsidRDefault="008078E6" w:rsidP="005E28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142651, </w:t>
            </w:r>
            <w:r w:rsidR="005E2852" w:rsidRPr="00C0096E">
              <w:rPr>
                <w:rFonts w:ascii="Arial" w:hAnsi="Arial" w:cs="Arial"/>
                <w:sz w:val="22"/>
                <w:szCs w:val="22"/>
              </w:rPr>
              <w:t xml:space="preserve">Московская область, </w:t>
            </w:r>
          </w:p>
          <w:p w:rsidR="005E2852" w:rsidRPr="001143FF" w:rsidRDefault="005E2852" w:rsidP="005E28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Орехово-Зуевский район, с/о Ильинский,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с.Ильинский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Погост,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ул.Московская</w:t>
            </w:r>
            <w:proofErr w:type="spellEnd"/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E2852" w:rsidRDefault="005E2852" w:rsidP="005E2852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  <w:p w:rsidR="005E2852" w:rsidRDefault="005E2852" w:rsidP="005E2852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  <w:p w:rsidR="005E2852" w:rsidRPr="006F5A30" w:rsidRDefault="005E2852" w:rsidP="005E2852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</w:tbl>
    <w:p w:rsidR="0048684B" w:rsidRPr="001143FF" w:rsidRDefault="0048684B" w:rsidP="00D57268">
      <w:pPr>
        <w:widowControl/>
        <w:jc w:val="both"/>
        <w:rPr>
          <w:rFonts w:ascii="Arial" w:hAnsi="Arial" w:cs="Arial"/>
        </w:rPr>
        <w:sectPr w:rsidR="0048684B" w:rsidRPr="001143FF" w:rsidSect="00A204EB">
          <w:pgSz w:w="16838" w:h="11906" w:orient="landscape"/>
          <w:pgMar w:top="992" w:right="567" w:bottom="567" w:left="567" w:header="709" w:footer="709" w:gutter="0"/>
          <w:cols w:space="708"/>
          <w:docGrid w:linePitch="326"/>
        </w:sectPr>
      </w:pPr>
    </w:p>
    <w:p w:rsidR="0048684B" w:rsidRDefault="0048684B" w:rsidP="0048684B">
      <w:pPr>
        <w:spacing w:line="240" w:lineRule="atLeast"/>
        <w:jc w:val="center"/>
        <w:rPr>
          <w:rFonts w:ascii="Arial" w:hAnsi="Arial" w:cs="Arial"/>
          <w:b/>
          <w:bCs/>
        </w:rPr>
      </w:pPr>
    </w:p>
    <w:p w:rsidR="0048684B" w:rsidRDefault="0048684B" w:rsidP="0048684B">
      <w:pPr>
        <w:spacing w:line="240" w:lineRule="atLeast"/>
        <w:jc w:val="center"/>
        <w:rPr>
          <w:rFonts w:ascii="Arial" w:hAnsi="Arial" w:cs="Arial"/>
          <w:b/>
          <w:bCs/>
        </w:rPr>
      </w:pPr>
    </w:p>
    <w:p w:rsidR="00B3796B" w:rsidRPr="0048684B" w:rsidRDefault="00B3796B" w:rsidP="00D57268">
      <w:pPr>
        <w:widowControl/>
        <w:jc w:val="both"/>
        <w:rPr>
          <w:rFonts w:ascii="Arial" w:hAnsi="Arial" w:cs="Arial"/>
        </w:rPr>
      </w:pPr>
    </w:p>
    <w:sectPr w:rsidR="00B3796B" w:rsidRPr="0048684B" w:rsidSect="00C622CF">
      <w:pgSz w:w="11906" w:h="16838"/>
      <w:pgMar w:top="567" w:right="567" w:bottom="567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77E06"/>
    <w:multiLevelType w:val="hybridMultilevel"/>
    <w:tmpl w:val="BFF2196C"/>
    <w:lvl w:ilvl="0" w:tplc="4204296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0F42566"/>
    <w:multiLevelType w:val="hybridMultilevel"/>
    <w:tmpl w:val="6AA6CDEA"/>
    <w:lvl w:ilvl="0" w:tplc="FF4C8FD6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B1CB1"/>
    <w:multiLevelType w:val="hybridMultilevel"/>
    <w:tmpl w:val="D4C04C38"/>
    <w:lvl w:ilvl="0" w:tplc="0038D68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16131805"/>
    <w:multiLevelType w:val="hybridMultilevel"/>
    <w:tmpl w:val="6E36738E"/>
    <w:lvl w:ilvl="0" w:tplc="A3BCCAC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285C78D4"/>
    <w:multiLevelType w:val="hybridMultilevel"/>
    <w:tmpl w:val="6666ED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803293"/>
    <w:multiLevelType w:val="hybridMultilevel"/>
    <w:tmpl w:val="2AFE9548"/>
    <w:lvl w:ilvl="0" w:tplc="4B06882A">
      <w:start w:val="3"/>
      <w:numFmt w:val="upperRoman"/>
      <w:lvlText w:val="%1."/>
      <w:lvlJc w:val="left"/>
      <w:pPr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3B35193B"/>
    <w:multiLevelType w:val="hybridMultilevel"/>
    <w:tmpl w:val="D702F018"/>
    <w:lvl w:ilvl="0" w:tplc="48D68A2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45612E"/>
    <w:multiLevelType w:val="hybridMultilevel"/>
    <w:tmpl w:val="8598A912"/>
    <w:lvl w:ilvl="0" w:tplc="A674509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070D5"/>
    <w:multiLevelType w:val="hybridMultilevel"/>
    <w:tmpl w:val="C8CE01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9A423F"/>
    <w:multiLevelType w:val="hybridMultilevel"/>
    <w:tmpl w:val="BA447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926A6B"/>
    <w:multiLevelType w:val="hybridMultilevel"/>
    <w:tmpl w:val="43AA55C8"/>
    <w:lvl w:ilvl="0" w:tplc="0870EDE0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8DC6F99"/>
    <w:multiLevelType w:val="hybridMultilevel"/>
    <w:tmpl w:val="ECBA1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1A379D"/>
    <w:multiLevelType w:val="hybridMultilevel"/>
    <w:tmpl w:val="198693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2"/>
  </w:num>
  <w:num w:numId="5">
    <w:abstractNumId w:val="9"/>
  </w:num>
  <w:num w:numId="6">
    <w:abstractNumId w:val="10"/>
  </w:num>
  <w:num w:numId="7">
    <w:abstractNumId w:val="5"/>
  </w:num>
  <w:num w:numId="8">
    <w:abstractNumId w:val="7"/>
  </w:num>
  <w:num w:numId="9">
    <w:abstractNumId w:val="1"/>
  </w:num>
  <w:num w:numId="10">
    <w:abstractNumId w:val="3"/>
  </w:num>
  <w:num w:numId="11">
    <w:abstractNumId w:val="6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384"/>
    <w:rsid w:val="0000117C"/>
    <w:rsid w:val="000037F3"/>
    <w:rsid w:val="00003F29"/>
    <w:rsid w:val="000158B0"/>
    <w:rsid w:val="0002607E"/>
    <w:rsid w:val="00032347"/>
    <w:rsid w:val="000337E8"/>
    <w:rsid w:val="00033C7E"/>
    <w:rsid w:val="00034A3D"/>
    <w:rsid w:val="000363D2"/>
    <w:rsid w:val="00044E33"/>
    <w:rsid w:val="00060902"/>
    <w:rsid w:val="00065183"/>
    <w:rsid w:val="00065545"/>
    <w:rsid w:val="000668E8"/>
    <w:rsid w:val="0006792B"/>
    <w:rsid w:val="00072203"/>
    <w:rsid w:val="000805C4"/>
    <w:rsid w:val="000851B7"/>
    <w:rsid w:val="00087286"/>
    <w:rsid w:val="00092DF2"/>
    <w:rsid w:val="00093E1A"/>
    <w:rsid w:val="000962EA"/>
    <w:rsid w:val="00097D15"/>
    <w:rsid w:val="000A3FA7"/>
    <w:rsid w:val="000A4EA8"/>
    <w:rsid w:val="000B0E67"/>
    <w:rsid w:val="000B54D3"/>
    <w:rsid w:val="000B7D17"/>
    <w:rsid w:val="000C47A6"/>
    <w:rsid w:val="000C62E5"/>
    <w:rsid w:val="000C683E"/>
    <w:rsid w:val="000D3E3D"/>
    <w:rsid w:val="000D649E"/>
    <w:rsid w:val="000E12EB"/>
    <w:rsid w:val="000E5217"/>
    <w:rsid w:val="000F30F0"/>
    <w:rsid w:val="000F5DD7"/>
    <w:rsid w:val="00107FFB"/>
    <w:rsid w:val="00111693"/>
    <w:rsid w:val="001143FF"/>
    <w:rsid w:val="00114D51"/>
    <w:rsid w:val="00117C66"/>
    <w:rsid w:val="00122E30"/>
    <w:rsid w:val="00123CA1"/>
    <w:rsid w:val="0012510A"/>
    <w:rsid w:val="00130B81"/>
    <w:rsid w:val="00131A51"/>
    <w:rsid w:val="001337AC"/>
    <w:rsid w:val="00144607"/>
    <w:rsid w:val="001478CD"/>
    <w:rsid w:val="00147B7D"/>
    <w:rsid w:val="00155206"/>
    <w:rsid w:val="00156DFE"/>
    <w:rsid w:val="00166C99"/>
    <w:rsid w:val="00170C3A"/>
    <w:rsid w:val="00174947"/>
    <w:rsid w:val="00182216"/>
    <w:rsid w:val="001864FE"/>
    <w:rsid w:val="00186AF5"/>
    <w:rsid w:val="00187059"/>
    <w:rsid w:val="00187B97"/>
    <w:rsid w:val="0019047D"/>
    <w:rsid w:val="00193F66"/>
    <w:rsid w:val="0019450F"/>
    <w:rsid w:val="00195CBC"/>
    <w:rsid w:val="001A12B8"/>
    <w:rsid w:val="001A2C2D"/>
    <w:rsid w:val="001A5B6A"/>
    <w:rsid w:val="001B2B6A"/>
    <w:rsid w:val="001B49C1"/>
    <w:rsid w:val="001B5A8A"/>
    <w:rsid w:val="001C0BA1"/>
    <w:rsid w:val="001C0DEE"/>
    <w:rsid w:val="001C3884"/>
    <w:rsid w:val="001D0CA4"/>
    <w:rsid w:val="001E1311"/>
    <w:rsid w:val="001E3EE4"/>
    <w:rsid w:val="001E6085"/>
    <w:rsid w:val="001E7A7C"/>
    <w:rsid w:val="001E7A7E"/>
    <w:rsid w:val="001F0418"/>
    <w:rsid w:val="00203CB1"/>
    <w:rsid w:val="00203ED6"/>
    <w:rsid w:val="00204F06"/>
    <w:rsid w:val="002050FA"/>
    <w:rsid w:val="00205475"/>
    <w:rsid w:val="00211221"/>
    <w:rsid w:val="002115FB"/>
    <w:rsid w:val="00221BDE"/>
    <w:rsid w:val="00223702"/>
    <w:rsid w:val="00233268"/>
    <w:rsid w:val="00233E29"/>
    <w:rsid w:val="002364F8"/>
    <w:rsid w:val="00241542"/>
    <w:rsid w:val="00245784"/>
    <w:rsid w:val="00247481"/>
    <w:rsid w:val="00247B8D"/>
    <w:rsid w:val="00253C12"/>
    <w:rsid w:val="002644C7"/>
    <w:rsid w:val="002677B5"/>
    <w:rsid w:val="00267A38"/>
    <w:rsid w:val="00270F0C"/>
    <w:rsid w:val="00274AB9"/>
    <w:rsid w:val="002772BB"/>
    <w:rsid w:val="0028137A"/>
    <w:rsid w:val="002851FD"/>
    <w:rsid w:val="00286F08"/>
    <w:rsid w:val="00292629"/>
    <w:rsid w:val="00293497"/>
    <w:rsid w:val="00293801"/>
    <w:rsid w:val="002B003D"/>
    <w:rsid w:val="002B1F16"/>
    <w:rsid w:val="002B20AC"/>
    <w:rsid w:val="002B7D6A"/>
    <w:rsid w:val="002C1B48"/>
    <w:rsid w:val="002D2F66"/>
    <w:rsid w:val="002D3503"/>
    <w:rsid w:val="002F28C6"/>
    <w:rsid w:val="002F46CA"/>
    <w:rsid w:val="0030529D"/>
    <w:rsid w:val="003057FF"/>
    <w:rsid w:val="0031013E"/>
    <w:rsid w:val="0031143D"/>
    <w:rsid w:val="003168B8"/>
    <w:rsid w:val="003208EE"/>
    <w:rsid w:val="003310B9"/>
    <w:rsid w:val="0033462C"/>
    <w:rsid w:val="00344E60"/>
    <w:rsid w:val="00350923"/>
    <w:rsid w:val="00351B91"/>
    <w:rsid w:val="00353354"/>
    <w:rsid w:val="00355879"/>
    <w:rsid w:val="003573D5"/>
    <w:rsid w:val="00357B74"/>
    <w:rsid w:val="00362304"/>
    <w:rsid w:val="003634AA"/>
    <w:rsid w:val="0036548D"/>
    <w:rsid w:val="00367663"/>
    <w:rsid w:val="003761A5"/>
    <w:rsid w:val="0037759F"/>
    <w:rsid w:val="003910A2"/>
    <w:rsid w:val="003A53BB"/>
    <w:rsid w:val="003B0855"/>
    <w:rsid w:val="003B1B5C"/>
    <w:rsid w:val="003B3236"/>
    <w:rsid w:val="003B5A15"/>
    <w:rsid w:val="003C0003"/>
    <w:rsid w:val="003C200E"/>
    <w:rsid w:val="003C5AB0"/>
    <w:rsid w:val="003D1E43"/>
    <w:rsid w:val="003D5576"/>
    <w:rsid w:val="003E7D0A"/>
    <w:rsid w:val="003F4B83"/>
    <w:rsid w:val="003F4E04"/>
    <w:rsid w:val="003F580E"/>
    <w:rsid w:val="003F6C4A"/>
    <w:rsid w:val="004001F6"/>
    <w:rsid w:val="004030A4"/>
    <w:rsid w:val="00405B98"/>
    <w:rsid w:val="00410392"/>
    <w:rsid w:val="00427274"/>
    <w:rsid w:val="00432DB8"/>
    <w:rsid w:val="00433020"/>
    <w:rsid w:val="004336EE"/>
    <w:rsid w:val="00437C40"/>
    <w:rsid w:val="00442123"/>
    <w:rsid w:val="00442E6F"/>
    <w:rsid w:val="00443771"/>
    <w:rsid w:val="004437C3"/>
    <w:rsid w:val="00445D05"/>
    <w:rsid w:val="00446090"/>
    <w:rsid w:val="00450917"/>
    <w:rsid w:val="00450BF2"/>
    <w:rsid w:val="004519CE"/>
    <w:rsid w:val="00451A2E"/>
    <w:rsid w:val="004527B4"/>
    <w:rsid w:val="004564AE"/>
    <w:rsid w:val="00456E3B"/>
    <w:rsid w:val="00461501"/>
    <w:rsid w:val="00480C55"/>
    <w:rsid w:val="0048684B"/>
    <w:rsid w:val="00486A68"/>
    <w:rsid w:val="00486DEA"/>
    <w:rsid w:val="00492560"/>
    <w:rsid w:val="00492F0D"/>
    <w:rsid w:val="00494179"/>
    <w:rsid w:val="00494BB5"/>
    <w:rsid w:val="004966CF"/>
    <w:rsid w:val="004A2248"/>
    <w:rsid w:val="004A7B74"/>
    <w:rsid w:val="004B0DD1"/>
    <w:rsid w:val="004B56D9"/>
    <w:rsid w:val="004C196C"/>
    <w:rsid w:val="004C202F"/>
    <w:rsid w:val="004C789F"/>
    <w:rsid w:val="004D6A96"/>
    <w:rsid w:val="004E4B22"/>
    <w:rsid w:val="004E5156"/>
    <w:rsid w:val="004E5538"/>
    <w:rsid w:val="004F2475"/>
    <w:rsid w:val="004F30A8"/>
    <w:rsid w:val="005012F6"/>
    <w:rsid w:val="00513260"/>
    <w:rsid w:val="00515162"/>
    <w:rsid w:val="005225F7"/>
    <w:rsid w:val="00526EF2"/>
    <w:rsid w:val="00542D4F"/>
    <w:rsid w:val="00543212"/>
    <w:rsid w:val="0054578F"/>
    <w:rsid w:val="00551D66"/>
    <w:rsid w:val="00554065"/>
    <w:rsid w:val="0055702C"/>
    <w:rsid w:val="005602FF"/>
    <w:rsid w:val="00567017"/>
    <w:rsid w:val="0056709B"/>
    <w:rsid w:val="00567D04"/>
    <w:rsid w:val="0058649B"/>
    <w:rsid w:val="005A4B13"/>
    <w:rsid w:val="005B002D"/>
    <w:rsid w:val="005B03FF"/>
    <w:rsid w:val="005B0886"/>
    <w:rsid w:val="005B3B36"/>
    <w:rsid w:val="005B6C97"/>
    <w:rsid w:val="005B6D47"/>
    <w:rsid w:val="005B6EE7"/>
    <w:rsid w:val="005C4B95"/>
    <w:rsid w:val="005C6185"/>
    <w:rsid w:val="005D253A"/>
    <w:rsid w:val="005D63FF"/>
    <w:rsid w:val="005D6F4F"/>
    <w:rsid w:val="005E0962"/>
    <w:rsid w:val="005E2852"/>
    <w:rsid w:val="005F12C0"/>
    <w:rsid w:val="005F2316"/>
    <w:rsid w:val="005F2637"/>
    <w:rsid w:val="005F7A34"/>
    <w:rsid w:val="00601FDA"/>
    <w:rsid w:val="00605593"/>
    <w:rsid w:val="006167B6"/>
    <w:rsid w:val="00616852"/>
    <w:rsid w:val="00620866"/>
    <w:rsid w:val="00630500"/>
    <w:rsid w:val="00631275"/>
    <w:rsid w:val="00632123"/>
    <w:rsid w:val="0063689C"/>
    <w:rsid w:val="00640127"/>
    <w:rsid w:val="0064368A"/>
    <w:rsid w:val="006469B2"/>
    <w:rsid w:val="00650394"/>
    <w:rsid w:val="006521D3"/>
    <w:rsid w:val="00653F27"/>
    <w:rsid w:val="00653F66"/>
    <w:rsid w:val="00654256"/>
    <w:rsid w:val="00655B74"/>
    <w:rsid w:val="00655EEC"/>
    <w:rsid w:val="00656BA5"/>
    <w:rsid w:val="00665B83"/>
    <w:rsid w:val="00670B1E"/>
    <w:rsid w:val="00692506"/>
    <w:rsid w:val="006A2E1F"/>
    <w:rsid w:val="006A5E17"/>
    <w:rsid w:val="006A61CE"/>
    <w:rsid w:val="006A69FD"/>
    <w:rsid w:val="006B5BE0"/>
    <w:rsid w:val="006B759B"/>
    <w:rsid w:val="006C0203"/>
    <w:rsid w:val="006C44E0"/>
    <w:rsid w:val="006C69D6"/>
    <w:rsid w:val="006D3985"/>
    <w:rsid w:val="006D5C11"/>
    <w:rsid w:val="006E0EAA"/>
    <w:rsid w:val="006E1C81"/>
    <w:rsid w:val="006E33DE"/>
    <w:rsid w:val="006E3458"/>
    <w:rsid w:val="006E3F8D"/>
    <w:rsid w:val="006F5A30"/>
    <w:rsid w:val="006F6CE6"/>
    <w:rsid w:val="0070074A"/>
    <w:rsid w:val="00702675"/>
    <w:rsid w:val="00704D99"/>
    <w:rsid w:val="00704E60"/>
    <w:rsid w:val="00714A9C"/>
    <w:rsid w:val="00725D94"/>
    <w:rsid w:val="007279C4"/>
    <w:rsid w:val="00730597"/>
    <w:rsid w:val="00731BDE"/>
    <w:rsid w:val="007335BF"/>
    <w:rsid w:val="00734614"/>
    <w:rsid w:val="007371E2"/>
    <w:rsid w:val="00737B5F"/>
    <w:rsid w:val="00742CC8"/>
    <w:rsid w:val="00742D6A"/>
    <w:rsid w:val="00746BC3"/>
    <w:rsid w:val="007518AB"/>
    <w:rsid w:val="00767A8F"/>
    <w:rsid w:val="00767C86"/>
    <w:rsid w:val="00780950"/>
    <w:rsid w:val="007819F3"/>
    <w:rsid w:val="00782BDE"/>
    <w:rsid w:val="00786BB2"/>
    <w:rsid w:val="007872AF"/>
    <w:rsid w:val="00790694"/>
    <w:rsid w:val="00791839"/>
    <w:rsid w:val="00792632"/>
    <w:rsid w:val="007944B5"/>
    <w:rsid w:val="007A3704"/>
    <w:rsid w:val="007A6B72"/>
    <w:rsid w:val="007A79AE"/>
    <w:rsid w:val="007C2675"/>
    <w:rsid w:val="007C50E5"/>
    <w:rsid w:val="007D6D39"/>
    <w:rsid w:val="007E0C29"/>
    <w:rsid w:val="007F1AD0"/>
    <w:rsid w:val="007F763A"/>
    <w:rsid w:val="008078E6"/>
    <w:rsid w:val="00814426"/>
    <w:rsid w:val="00815C19"/>
    <w:rsid w:val="0082318F"/>
    <w:rsid w:val="00826256"/>
    <w:rsid w:val="00843CCE"/>
    <w:rsid w:val="008470D9"/>
    <w:rsid w:val="0085729F"/>
    <w:rsid w:val="00857FAC"/>
    <w:rsid w:val="008668B3"/>
    <w:rsid w:val="00866D58"/>
    <w:rsid w:val="00872767"/>
    <w:rsid w:val="00872DA7"/>
    <w:rsid w:val="008769A2"/>
    <w:rsid w:val="00876B71"/>
    <w:rsid w:val="008811DB"/>
    <w:rsid w:val="008913E4"/>
    <w:rsid w:val="008971DF"/>
    <w:rsid w:val="008A5207"/>
    <w:rsid w:val="008A6341"/>
    <w:rsid w:val="008B183C"/>
    <w:rsid w:val="008B7126"/>
    <w:rsid w:val="008C6AFD"/>
    <w:rsid w:val="008E0781"/>
    <w:rsid w:val="008E2046"/>
    <w:rsid w:val="008F50AF"/>
    <w:rsid w:val="008F58B0"/>
    <w:rsid w:val="008F7DF8"/>
    <w:rsid w:val="008F7E32"/>
    <w:rsid w:val="009111E9"/>
    <w:rsid w:val="009120B0"/>
    <w:rsid w:val="00913F42"/>
    <w:rsid w:val="009162F4"/>
    <w:rsid w:val="00920FC6"/>
    <w:rsid w:val="00922A5D"/>
    <w:rsid w:val="00922A60"/>
    <w:rsid w:val="009404AC"/>
    <w:rsid w:val="00941BB8"/>
    <w:rsid w:val="00942982"/>
    <w:rsid w:val="00946046"/>
    <w:rsid w:val="00950C0D"/>
    <w:rsid w:val="00960F46"/>
    <w:rsid w:val="0096389B"/>
    <w:rsid w:val="00976BF9"/>
    <w:rsid w:val="00976C57"/>
    <w:rsid w:val="00985167"/>
    <w:rsid w:val="009852B2"/>
    <w:rsid w:val="0098697F"/>
    <w:rsid w:val="0099257C"/>
    <w:rsid w:val="009A73B0"/>
    <w:rsid w:val="009B5DB2"/>
    <w:rsid w:val="009C1B90"/>
    <w:rsid w:val="009C3E7E"/>
    <w:rsid w:val="009D137E"/>
    <w:rsid w:val="009D4924"/>
    <w:rsid w:val="009E1702"/>
    <w:rsid w:val="009E3D5C"/>
    <w:rsid w:val="009E4924"/>
    <w:rsid w:val="009F3DC1"/>
    <w:rsid w:val="00A01067"/>
    <w:rsid w:val="00A01F54"/>
    <w:rsid w:val="00A04171"/>
    <w:rsid w:val="00A12795"/>
    <w:rsid w:val="00A174B5"/>
    <w:rsid w:val="00A204EB"/>
    <w:rsid w:val="00A21635"/>
    <w:rsid w:val="00A220C8"/>
    <w:rsid w:val="00A370A3"/>
    <w:rsid w:val="00A52C46"/>
    <w:rsid w:val="00A61C95"/>
    <w:rsid w:val="00A61F2E"/>
    <w:rsid w:val="00A632AF"/>
    <w:rsid w:val="00A63E3D"/>
    <w:rsid w:val="00A66FDD"/>
    <w:rsid w:val="00A67188"/>
    <w:rsid w:val="00A7134C"/>
    <w:rsid w:val="00A75295"/>
    <w:rsid w:val="00A806D9"/>
    <w:rsid w:val="00A851ED"/>
    <w:rsid w:val="00A85B8B"/>
    <w:rsid w:val="00A86E43"/>
    <w:rsid w:val="00A9397A"/>
    <w:rsid w:val="00A944DF"/>
    <w:rsid w:val="00A9459A"/>
    <w:rsid w:val="00A973B3"/>
    <w:rsid w:val="00AA17AE"/>
    <w:rsid w:val="00AA5C9C"/>
    <w:rsid w:val="00AB3069"/>
    <w:rsid w:val="00AC2970"/>
    <w:rsid w:val="00AC5BE5"/>
    <w:rsid w:val="00AC7623"/>
    <w:rsid w:val="00AC7E90"/>
    <w:rsid w:val="00AD1986"/>
    <w:rsid w:val="00AD7BCF"/>
    <w:rsid w:val="00AE37E0"/>
    <w:rsid w:val="00AF083C"/>
    <w:rsid w:val="00AF4D09"/>
    <w:rsid w:val="00B00F8B"/>
    <w:rsid w:val="00B06202"/>
    <w:rsid w:val="00B14CAD"/>
    <w:rsid w:val="00B16D3D"/>
    <w:rsid w:val="00B17C93"/>
    <w:rsid w:val="00B279D2"/>
    <w:rsid w:val="00B35540"/>
    <w:rsid w:val="00B3583F"/>
    <w:rsid w:val="00B3796B"/>
    <w:rsid w:val="00B37AD9"/>
    <w:rsid w:val="00B41A1E"/>
    <w:rsid w:val="00B449D0"/>
    <w:rsid w:val="00B456BC"/>
    <w:rsid w:val="00B526BE"/>
    <w:rsid w:val="00B532AD"/>
    <w:rsid w:val="00B55862"/>
    <w:rsid w:val="00B57AB4"/>
    <w:rsid w:val="00B66FA7"/>
    <w:rsid w:val="00B67FD7"/>
    <w:rsid w:val="00B71332"/>
    <w:rsid w:val="00B716F6"/>
    <w:rsid w:val="00B71912"/>
    <w:rsid w:val="00B740B8"/>
    <w:rsid w:val="00B744C8"/>
    <w:rsid w:val="00B82AF7"/>
    <w:rsid w:val="00B85F4A"/>
    <w:rsid w:val="00B86564"/>
    <w:rsid w:val="00BA4E84"/>
    <w:rsid w:val="00BA5533"/>
    <w:rsid w:val="00BA634F"/>
    <w:rsid w:val="00BA7545"/>
    <w:rsid w:val="00BB3907"/>
    <w:rsid w:val="00BB4237"/>
    <w:rsid w:val="00BB47BD"/>
    <w:rsid w:val="00BB5191"/>
    <w:rsid w:val="00BD5990"/>
    <w:rsid w:val="00BE00AA"/>
    <w:rsid w:val="00BE3401"/>
    <w:rsid w:val="00BE73C1"/>
    <w:rsid w:val="00BF1173"/>
    <w:rsid w:val="00BF22AA"/>
    <w:rsid w:val="00C00338"/>
    <w:rsid w:val="00C0096E"/>
    <w:rsid w:val="00C066D2"/>
    <w:rsid w:val="00C07C99"/>
    <w:rsid w:val="00C10FF6"/>
    <w:rsid w:val="00C11F54"/>
    <w:rsid w:val="00C15C8E"/>
    <w:rsid w:val="00C17C36"/>
    <w:rsid w:val="00C17EF8"/>
    <w:rsid w:val="00C203F0"/>
    <w:rsid w:val="00C3057D"/>
    <w:rsid w:val="00C31C4C"/>
    <w:rsid w:val="00C37BAE"/>
    <w:rsid w:val="00C43EA1"/>
    <w:rsid w:val="00C47C62"/>
    <w:rsid w:val="00C47E27"/>
    <w:rsid w:val="00C51FDB"/>
    <w:rsid w:val="00C5556B"/>
    <w:rsid w:val="00C6003E"/>
    <w:rsid w:val="00C61836"/>
    <w:rsid w:val="00C62081"/>
    <w:rsid w:val="00C62818"/>
    <w:rsid w:val="00C70195"/>
    <w:rsid w:val="00C71CF4"/>
    <w:rsid w:val="00C73CED"/>
    <w:rsid w:val="00C771B1"/>
    <w:rsid w:val="00C87C06"/>
    <w:rsid w:val="00C92D0D"/>
    <w:rsid w:val="00C95E4C"/>
    <w:rsid w:val="00C97386"/>
    <w:rsid w:val="00CA02BE"/>
    <w:rsid w:val="00CA1F42"/>
    <w:rsid w:val="00CA3F71"/>
    <w:rsid w:val="00CA4171"/>
    <w:rsid w:val="00CA4857"/>
    <w:rsid w:val="00CA5638"/>
    <w:rsid w:val="00CB175E"/>
    <w:rsid w:val="00CB6612"/>
    <w:rsid w:val="00CC0E05"/>
    <w:rsid w:val="00CD292B"/>
    <w:rsid w:val="00CD3485"/>
    <w:rsid w:val="00CD5842"/>
    <w:rsid w:val="00CD7FF2"/>
    <w:rsid w:val="00CE32EB"/>
    <w:rsid w:val="00CE668E"/>
    <w:rsid w:val="00CE7785"/>
    <w:rsid w:val="00CE7DCC"/>
    <w:rsid w:val="00CF188C"/>
    <w:rsid w:val="00CF35C6"/>
    <w:rsid w:val="00CF4127"/>
    <w:rsid w:val="00CF41E8"/>
    <w:rsid w:val="00D016BE"/>
    <w:rsid w:val="00D01B02"/>
    <w:rsid w:val="00D01C25"/>
    <w:rsid w:val="00D05C2E"/>
    <w:rsid w:val="00D05E69"/>
    <w:rsid w:val="00D22F43"/>
    <w:rsid w:val="00D30CC7"/>
    <w:rsid w:val="00D32D38"/>
    <w:rsid w:val="00D36863"/>
    <w:rsid w:val="00D3753F"/>
    <w:rsid w:val="00D40313"/>
    <w:rsid w:val="00D4452E"/>
    <w:rsid w:val="00D54752"/>
    <w:rsid w:val="00D5583F"/>
    <w:rsid w:val="00D57268"/>
    <w:rsid w:val="00D57D5C"/>
    <w:rsid w:val="00D63C17"/>
    <w:rsid w:val="00D763F2"/>
    <w:rsid w:val="00D8084C"/>
    <w:rsid w:val="00D831B6"/>
    <w:rsid w:val="00D936AD"/>
    <w:rsid w:val="00D94CBC"/>
    <w:rsid w:val="00D95B2F"/>
    <w:rsid w:val="00D979F3"/>
    <w:rsid w:val="00DA7B90"/>
    <w:rsid w:val="00DB09EF"/>
    <w:rsid w:val="00DB2959"/>
    <w:rsid w:val="00DB6AFE"/>
    <w:rsid w:val="00DC16A8"/>
    <w:rsid w:val="00DC2D24"/>
    <w:rsid w:val="00DC331A"/>
    <w:rsid w:val="00DC7855"/>
    <w:rsid w:val="00DD742B"/>
    <w:rsid w:val="00DE250F"/>
    <w:rsid w:val="00DE5050"/>
    <w:rsid w:val="00DE5C5F"/>
    <w:rsid w:val="00DE7022"/>
    <w:rsid w:val="00DF0BE4"/>
    <w:rsid w:val="00DF483D"/>
    <w:rsid w:val="00DF5BFA"/>
    <w:rsid w:val="00E019BD"/>
    <w:rsid w:val="00E10876"/>
    <w:rsid w:val="00E2305B"/>
    <w:rsid w:val="00E24FBE"/>
    <w:rsid w:val="00E305B0"/>
    <w:rsid w:val="00E369B5"/>
    <w:rsid w:val="00E370A4"/>
    <w:rsid w:val="00E45394"/>
    <w:rsid w:val="00E51384"/>
    <w:rsid w:val="00E526A0"/>
    <w:rsid w:val="00E5492C"/>
    <w:rsid w:val="00E574C4"/>
    <w:rsid w:val="00E57524"/>
    <w:rsid w:val="00E6315B"/>
    <w:rsid w:val="00E63ECA"/>
    <w:rsid w:val="00E703BA"/>
    <w:rsid w:val="00E711D5"/>
    <w:rsid w:val="00E760EE"/>
    <w:rsid w:val="00E84FC7"/>
    <w:rsid w:val="00E90427"/>
    <w:rsid w:val="00E9490D"/>
    <w:rsid w:val="00E94B1F"/>
    <w:rsid w:val="00E958C5"/>
    <w:rsid w:val="00E9680C"/>
    <w:rsid w:val="00EA0318"/>
    <w:rsid w:val="00EA2DCC"/>
    <w:rsid w:val="00EA3C4F"/>
    <w:rsid w:val="00EB0586"/>
    <w:rsid w:val="00EB0BF4"/>
    <w:rsid w:val="00EB206E"/>
    <w:rsid w:val="00EB7E47"/>
    <w:rsid w:val="00EC6AD4"/>
    <w:rsid w:val="00EC7350"/>
    <w:rsid w:val="00ED2FC5"/>
    <w:rsid w:val="00ED3E0D"/>
    <w:rsid w:val="00ED4D7F"/>
    <w:rsid w:val="00ED5B69"/>
    <w:rsid w:val="00ED6F96"/>
    <w:rsid w:val="00EE15B5"/>
    <w:rsid w:val="00EE534D"/>
    <w:rsid w:val="00EF0465"/>
    <w:rsid w:val="00EF0E8C"/>
    <w:rsid w:val="00EF376E"/>
    <w:rsid w:val="00EF6F0D"/>
    <w:rsid w:val="00F02837"/>
    <w:rsid w:val="00F11236"/>
    <w:rsid w:val="00F124B8"/>
    <w:rsid w:val="00F13B83"/>
    <w:rsid w:val="00F15C0D"/>
    <w:rsid w:val="00F16EA2"/>
    <w:rsid w:val="00F2178B"/>
    <w:rsid w:val="00F303D5"/>
    <w:rsid w:val="00F31656"/>
    <w:rsid w:val="00F40E30"/>
    <w:rsid w:val="00F41A07"/>
    <w:rsid w:val="00F47B99"/>
    <w:rsid w:val="00F47D69"/>
    <w:rsid w:val="00F512F2"/>
    <w:rsid w:val="00F5262F"/>
    <w:rsid w:val="00F533C6"/>
    <w:rsid w:val="00F60517"/>
    <w:rsid w:val="00F62DA1"/>
    <w:rsid w:val="00F6709F"/>
    <w:rsid w:val="00F702C4"/>
    <w:rsid w:val="00F70C2A"/>
    <w:rsid w:val="00F70ECF"/>
    <w:rsid w:val="00F756B3"/>
    <w:rsid w:val="00F8012C"/>
    <w:rsid w:val="00F92298"/>
    <w:rsid w:val="00FB3C9C"/>
    <w:rsid w:val="00FB5A7D"/>
    <w:rsid w:val="00FB601A"/>
    <w:rsid w:val="00FC318D"/>
    <w:rsid w:val="00FD3163"/>
    <w:rsid w:val="00FE0E55"/>
    <w:rsid w:val="00FE11CF"/>
    <w:rsid w:val="00FE3108"/>
    <w:rsid w:val="00FE5617"/>
    <w:rsid w:val="00FE7E35"/>
    <w:rsid w:val="00FF057D"/>
    <w:rsid w:val="00FF5D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DC4197-C991-4DFA-9E5C-836453CCB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95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00F8B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B00F8B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B00F8B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B00F8B"/>
    <w:pPr>
      <w:keepNext/>
      <w:widowControl/>
      <w:ind w:left="7080" w:firstLine="708"/>
      <w:jc w:val="center"/>
      <w:outlineLvl w:val="3"/>
    </w:pPr>
    <w:rPr>
      <w:u w:val="single"/>
    </w:rPr>
  </w:style>
  <w:style w:type="paragraph" w:styleId="5">
    <w:name w:val="heading 5"/>
    <w:basedOn w:val="a"/>
    <w:next w:val="a"/>
    <w:qFormat/>
    <w:rsid w:val="00B00F8B"/>
    <w:pPr>
      <w:keepNext/>
      <w:widowControl/>
      <w:jc w:val="right"/>
      <w:outlineLvl w:val="4"/>
    </w:pPr>
    <w:rPr>
      <w:b/>
      <w:bCs/>
      <w:sz w:val="28"/>
      <w:szCs w:val="28"/>
      <w:u w:val="single"/>
    </w:rPr>
  </w:style>
  <w:style w:type="paragraph" w:styleId="6">
    <w:name w:val="heading 6"/>
    <w:basedOn w:val="a"/>
    <w:next w:val="a"/>
    <w:link w:val="60"/>
    <w:qFormat/>
    <w:rsid w:val="00B00F8B"/>
    <w:pPr>
      <w:keepNext/>
      <w:widowControl/>
      <w:jc w:val="both"/>
      <w:outlineLvl w:val="5"/>
    </w:pPr>
    <w:rPr>
      <w:u w:val="single"/>
    </w:rPr>
  </w:style>
  <w:style w:type="paragraph" w:styleId="7">
    <w:name w:val="heading 7"/>
    <w:basedOn w:val="a"/>
    <w:next w:val="a"/>
    <w:qFormat/>
    <w:rsid w:val="00B00F8B"/>
    <w:pPr>
      <w:keepNext/>
      <w:widowControl/>
      <w:jc w:val="right"/>
      <w:outlineLvl w:val="6"/>
    </w:pPr>
    <w:rPr>
      <w:u w:val="single"/>
    </w:rPr>
  </w:style>
  <w:style w:type="paragraph" w:styleId="8">
    <w:name w:val="heading 8"/>
    <w:basedOn w:val="a"/>
    <w:next w:val="a"/>
    <w:link w:val="80"/>
    <w:qFormat/>
    <w:rsid w:val="00B00F8B"/>
    <w:pPr>
      <w:keepNext/>
      <w:widowControl/>
      <w:jc w:val="both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B00F8B"/>
    <w:pPr>
      <w:keepNext/>
      <w:widowControl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E019BD"/>
    <w:rPr>
      <w:sz w:val="24"/>
      <w:szCs w:val="24"/>
      <w:u w:val="single"/>
    </w:rPr>
  </w:style>
  <w:style w:type="character" w:customStyle="1" w:styleId="80">
    <w:name w:val="Заголовок 8 Знак"/>
    <w:link w:val="8"/>
    <w:rsid w:val="00E019BD"/>
    <w:rPr>
      <w:b/>
      <w:bCs/>
      <w:sz w:val="28"/>
      <w:szCs w:val="28"/>
    </w:rPr>
  </w:style>
  <w:style w:type="paragraph" w:styleId="a3">
    <w:name w:val="Balloon Text"/>
    <w:basedOn w:val="a"/>
    <w:link w:val="a4"/>
    <w:rsid w:val="0064368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6436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69B2"/>
    <w:pPr>
      <w:ind w:left="720"/>
      <w:contextualSpacing/>
    </w:pPr>
  </w:style>
  <w:style w:type="paragraph" w:styleId="a6">
    <w:name w:val="Body Text"/>
    <w:basedOn w:val="a"/>
    <w:link w:val="a7"/>
    <w:semiHidden/>
    <w:unhideWhenUsed/>
    <w:rsid w:val="0048684B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48684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F6709F"/>
    <w:rPr>
      <w:b/>
      <w:bCs/>
      <w:sz w:val="40"/>
      <w:szCs w:val="40"/>
    </w:rPr>
  </w:style>
  <w:style w:type="character" w:customStyle="1" w:styleId="20">
    <w:name w:val="Заголовок 2 Знак"/>
    <w:basedOn w:val="a0"/>
    <w:link w:val="2"/>
    <w:rsid w:val="00F6709F"/>
    <w:rPr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rsid w:val="00F6709F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0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Application%20Data\Microsoft\&#1064;&#1072;&#1073;&#1083;&#1086;&#1085;&#1099;\&#1041;&#1083;&#1072;&#1085;&#1082;%20&#1088;&#1077;&#1096;&#1077;&#1085;&#1080;&#1103;%20&#1057;&#1044;%20&#1085;&#1086;&#1074;&#1086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7A1B3-284C-4F77-A42E-C33CAD37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решения СД новое</Template>
  <TotalTime>56</TotalTime>
  <Pages>1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УИАиОР</Company>
  <LinksUpToDate>false</LinksUpToDate>
  <CharactersWithSpaces>3730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555</dc:creator>
  <cp:keywords/>
  <cp:lastModifiedBy>Ирина Николаева</cp:lastModifiedBy>
  <cp:revision>29</cp:revision>
  <cp:lastPrinted>2019-04-18T11:31:00Z</cp:lastPrinted>
  <dcterms:created xsi:type="dcterms:W3CDTF">2020-02-05T08:53:00Z</dcterms:created>
  <dcterms:modified xsi:type="dcterms:W3CDTF">2020-02-28T13:53:00Z</dcterms:modified>
</cp:coreProperties>
</file>