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A11" w:rsidRDefault="00792A11" w:rsidP="00792A11">
      <w:pPr>
        <w:jc w:val="center"/>
      </w:pPr>
      <w:r>
        <w:rPr>
          <w:rFonts w:ascii="Arial" w:eastAsia="Lucida Sans Unicode" w:hAnsi="Arial" w:cs="Arial"/>
          <w:noProof/>
        </w:rPr>
        <w:drawing>
          <wp:inline distT="0" distB="0" distL="0" distR="0" wp14:anchorId="4D64A49F" wp14:editId="290C3517">
            <wp:extent cx="542925" cy="6572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2A11" w:rsidRPr="003753E2" w:rsidRDefault="00792A11" w:rsidP="00792A11">
      <w:pPr>
        <w:spacing w:before="120" w:after="120"/>
        <w:ind w:firstLine="709"/>
        <w:jc w:val="center"/>
        <w:rPr>
          <w:sz w:val="6"/>
          <w:szCs w:val="6"/>
        </w:rPr>
      </w:pPr>
    </w:p>
    <w:p w:rsidR="00792A11" w:rsidRPr="00171835" w:rsidRDefault="00792A11" w:rsidP="00792A11">
      <w:pPr>
        <w:pStyle w:val="1"/>
        <w:spacing w:before="120" w:after="120"/>
        <w:rPr>
          <w:sz w:val="28"/>
          <w:szCs w:val="28"/>
        </w:rPr>
      </w:pPr>
      <w:r w:rsidRPr="00171835">
        <w:rPr>
          <w:sz w:val="28"/>
          <w:szCs w:val="28"/>
        </w:rPr>
        <w:t>СОВЕТ     ДЕПУТАТОВ</w:t>
      </w:r>
    </w:p>
    <w:p w:rsidR="00792A11" w:rsidRPr="00171835" w:rsidRDefault="00792A11" w:rsidP="00792A11">
      <w:pPr>
        <w:pStyle w:val="3"/>
        <w:spacing w:before="120" w:after="120"/>
      </w:pPr>
      <w:r w:rsidRPr="00171835">
        <w:t>ОРЕХОВО-ЗУЕВСКОГО ГОРОДСКОГО   ОКРУГА</w:t>
      </w:r>
    </w:p>
    <w:p w:rsidR="00792A11" w:rsidRPr="00171835" w:rsidRDefault="00792A11" w:rsidP="00792A11">
      <w:pPr>
        <w:pStyle w:val="3"/>
        <w:spacing w:before="120" w:after="120"/>
      </w:pPr>
      <w:r w:rsidRPr="00171835">
        <w:t>МОСКОВСКОЙ   ОБЛАСТИ</w:t>
      </w:r>
    </w:p>
    <w:p w:rsidR="00792A11" w:rsidRDefault="00792A11" w:rsidP="00792A11">
      <w:pPr>
        <w:pStyle w:val="2"/>
        <w:spacing w:before="120" w:after="120"/>
      </w:pPr>
      <w:r w:rsidRPr="00171835">
        <w:t>Р Е Ш Е Н И Е</w:t>
      </w:r>
    </w:p>
    <w:p w:rsidR="00792A11" w:rsidRDefault="00792A11" w:rsidP="00792A11">
      <w:pPr>
        <w:spacing w:before="120" w:after="120"/>
        <w:jc w:val="center"/>
        <w:rPr>
          <w:b/>
          <w:bCs/>
          <w:sz w:val="28"/>
        </w:rPr>
      </w:pPr>
      <w:r w:rsidRPr="00171835">
        <w:rPr>
          <w:b/>
          <w:bCs/>
          <w:sz w:val="28"/>
        </w:rPr>
        <w:t xml:space="preserve">от </w:t>
      </w:r>
      <w:proofErr w:type="gramStart"/>
      <w:r w:rsidR="005C20D9">
        <w:rPr>
          <w:b/>
          <w:bCs/>
          <w:sz w:val="28"/>
        </w:rPr>
        <w:t xml:space="preserve">26.03.2020 </w:t>
      </w:r>
      <w:r w:rsidRPr="00171835">
        <w:rPr>
          <w:b/>
          <w:bCs/>
          <w:sz w:val="28"/>
        </w:rPr>
        <w:t xml:space="preserve"> №</w:t>
      </w:r>
      <w:proofErr w:type="gramEnd"/>
      <w:r w:rsidR="005C20D9">
        <w:rPr>
          <w:b/>
          <w:bCs/>
          <w:sz w:val="28"/>
        </w:rPr>
        <w:t xml:space="preserve"> 144/10</w:t>
      </w:r>
    </w:p>
    <w:p w:rsidR="00792A11" w:rsidRDefault="00792A11" w:rsidP="00792A11">
      <w:pPr>
        <w:spacing w:before="120" w:after="120"/>
        <w:jc w:val="center"/>
        <w:rPr>
          <w:b/>
          <w:bCs/>
        </w:rPr>
      </w:pPr>
      <w:r w:rsidRPr="00D76ACD">
        <w:rPr>
          <w:b/>
          <w:bCs/>
        </w:rPr>
        <w:t>г. Орехово-Зуево</w:t>
      </w:r>
    </w:p>
    <w:p w:rsidR="00792A11" w:rsidRDefault="00792A11" w:rsidP="00792A11">
      <w:pPr>
        <w:pStyle w:val="aa"/>
        <w:spacing w:before="120"/>
        <w:ind w:left="0"/>
        <w:jc w:val="center"/>
        <w:rPr>
          <w:b/>
        </w:rPr>
      </w:pPr>
      <w:r w:rsidRPr="00B3266D">
        <w:rPr>
          <w:b/>
        </w:rPr>
        <w:t>О</w:t>
      </w:r>
      <w:r>
        <w:rPr>
          <w:b/>
        </w:rPr>
        <w:t>б утверждении Порядка управления и распоряжения имуществом, находящимся в муниципальной собственности Орехово-Зуевского городского округа Московской области и о признании некоторых муниципальных правовых актов утратившими силу</w:t>
      </w:r>
    </w:p>
    <w:p w:rsidR="00792A11" w:rsidRDefault="00792A11" w:rsidP="00792A11">
      <w:pPr>
        <w:widowControl/>
        <w:spacing w:before="120" w:after="120"/>
        <w:ind w:firstLine="709"/>
        <w:jc w:val="both"/>
        <w:rPr>
          <w:b/>
        </w:rPr>
      </w:pPr>
      <w:r>
        <w:rPr>
          <w:spacing w:val="-3"/>
          <w:w w:val="101"/>
        </w:rPr>
        <w:t xml:space="preserve">В соответствии с Гражданским кодексом Российской Федерации, Земельным кодексом Российской Федерации, Жилищным кодексом Российской Федерации, Градостроительным кодексом Российской Федерации, </w:t>
      </w:r>
      <w:r w:rsidRPr="00D76ACD">
        <w:rPr>
          <w:spacing w:val="-3"/>
          <w:w w:val="101"/>
        </w:rPr>
        <w:t>Федеральн</w:t>
      </w:r>
      <w:r>
        <w:rPr>
          <w:spacing w:val="-3"/>
          <w:w w:val="101"/>
        </w:rPr>
        <w:t>ым</w:t>
      </w:r>
      <w:r w:rsidRPr="00D76ACD">
        <w:rPr>
          <w:spacing w:val="-3"/>
          <w:w w:val="101"/>
        </w:rPr>
        <w:t xml:space="preserve"> закон</w:t>
      </w:r>
      <w:r>
        <w:rPr>
          <w:spacing w:val="-3"/>
          <w:w w:val="101"/>
        </w:rPr>
        <w:t>ом</w:t>
      </w:r>
      <w:r w:rsidRPr="00D76ACD">
        <w:rPr>
          <w:spacing w:val="-3"/>
          <w:w w:val="101"/>
        </w:rPr>
        <w:t xml:space="preserve"> от 06.10.2003 №131-ФЗ «Об общих принципах организации местного самоуправления в Российской Федерации»,</w:t>
      </w:r>
      <w:r>
        <w:rPr>
          <w:spacing w:val="-3"/>
          <w:w w:val="101"/>
        </w:rPr>
        <w:t xml:space="preserve"> Федеральным законом от 26.07.2006 №135-ФЗ «</w:t>
      </w:r>
      <w:r>
        <w:t xml:space="preserve">О защите конкуренции», Законом Московской области от 20.03.2019 №33/2019-ОЗ «Об объединении территорий городского округа Ликино-Дулево Московской области и городского округа Орехово-Зуево Московской области», Уставом Орехово-Зуевского городского округа Московской области, а также в целях установления общего порядка управления и распоряжения </w:t>
      </w:r>
      <w:r w:rsidRPr="00094F83">
        <w:t>муниципальным имуществом Орехово-Зуевского городского округа Московской области,</w:t>
      </w:r>
      <w:r>
        <w:t xml:space="preserve"> </w:t>
      </w:r>
      <w:r w:rsidRPr="00D76ACD">
        <w:rPr>
          <w:b/>
        </w:rPr>
        <w:t>Совет депутатов Орехово-Зуевского городского округа Московской области</w:t>
      </w:r>
    </w:p>
    <w:p w:rsidR="00792A11" w:rsidRDefault="00792A11" w:rsidP="00792A11">
      <w:pPr>
        <w:spacing w:before="120" w:after="120"/>
        <w:ind w:right="-83"/>
        <w:jc w:val="center"/>
        <w:rPr>
          <w:b/>
        </w:rPr>
      </w:pPr>
      <w:r w:rsidRPr="00D76ACD">
        <w:rPr>
          <w:b/>
        </w:rPr>
        <w:t>РЕШИЛ:</w:t>
      </w:r>
    </w:p>
    <w:p w:rsidR="00792A11" w:rsidRDefault="00792A11" w:rsidP="00792A11">
      <w:pPr>
        <w:spacing w:before="120" w:after="120"/>
        <w:ind w:right="-83" w:firstLine="709"/>
        <w:jc w:val="both"/>
      </w:pPr>
      <w:r w:rsidRPr="00094F83">
        <w:t>1. Утвердить Поряд</w:t>
      </w:r>
      <w:r>
        <w:t>о</w:t>
      </w:r>
      <w:r w:rsidRPr="00094F83">
        <w:t>к управления и распоряжения имуществом, находящимся в муниципальной собственности Орехово-Зуевского городского округа Московской области,</w:t>
      </w:r>
      <w:r w:rsidRPr="002350F1">
        <w:t xml:space="preserve"> согласно приложения к настоящему Решению.</w:t>
      </w:r>
    </w:p>
    <w:p w:rsidR="00792A11" w:rsidRDefault="00792A11" w:rsidP="00792A11">
      <w:pPr>
        <w:spacing w:before="120" w:after="120"/>
        <w:ind w:right="-83" w:firstLine="709"/>
        <w:jc w:val="both"/>
      </w:pPr>
      <w:r>
        <w:t>2</w:t>
      </w:r>
      <w:r w:rsidRPr="002A2CE1">
        <w:t>. Считать утратившим</w:t>
      </w:r>
      <w:r>
        <w:t>и</w:t>
      </w:r>
      <w:r w:rsidRPr="002A2CE1">
        <w:t xml:space="preserve"> силу решение Совета депутатов городского округа Орехово-Зуево Московской области от 26.04.2012 №456/45 «Об утверждении Порядка управления и распоряжения имуществом, находящимся в муниципальной собственности городского округа Орехово-Зуево Московской области»</w:t>
      </w:r>
      <w:r>
        <w:t>,</w:t>
      </w:r>
      <w:r w:rsidRPr="002A2CE1">
        <w:t xml:space="preserve"> решени</w:t>
      </w:r>
      <w:r>
        <w:t>е</w:t>
      </w:r>
      <w:r w:rsidRPr="002A2CE1">
        <w:t xml:space="preserve"> Совета депутатов городского округа Орехово-Зуево М</w:t>
      </w:r>
      <w:r>
        <w:t>осковской области</w:t>
      </w:r>
      <w:r w:rsidRPr="002A2CE1">
        <w:t xml:space="preserve"> от 31.01.2013 </w:t>
      </w:r>
      <w:hyperlink r:id="rId7" w:history="1">
        <w:r>
          <w:t>№</w:t>
        </w:r>
        <w:r w:rsidRPr="002A2CE1">
          <w:t>532/53</w:t>
        </w:r>
      </w:hyperlink>
      <w:r>
        <w:t xml:space="preserve"> «О внесении изменения в «Порядок управления и распоряжения имуществом, находящимся в муниципальной собственности городского округа Орехово-Зуево Московской области», утвержденный решением Совета депутатов городского округа Орехово-Зуево Московской области от 26.04.2012 №456/45 «Об утверждении порядка управления и распоряжения имуществом, находящимся в муниципальной собственности городского округа Орехово-Зуево Московской области»</w:t>
      </w:r>
      <w:r w:rsidRPr="002A2CE1">
        <w:t>,</w:t>
      </w:r>
      <w:r>
        <w:t xml:space="preserve"> </w:t>
      </w:r>
      <w:r w:rsidRPr="002A2CE1">
        <w:t xml:space="preserve">решение Совета депутатов городского округа Орехово-Зуево Московской области от 25.04.2013 </w:t>
      </w:r>
      <w:hyperlink r:id="rId8" w:history="1">
        <w:r>
          <w:t>№</w:t>
        </w:r>
        <w:r w:rsidRPr="002A2CE1">
          <w:t>560/56</w:t>
        </w:r>
      </w:hyperlink>
      <w:r>
        <w:t xml:space="preserve"> «О внесении изменения в Порядок управления и распоряжения имуществом, находящимся в муниципальной собственности городского округа Орехово-Зуево Московской области, утвержденный решением Совета депутатов городского округа Орехово-Зуево Московской области от 26.04.2012 №456/45 «Об утверждении Порядка управления и распоряжения имуществом, находящимся в муниципальной собственности городского округа Орехово-Зуево Московской области»</w:t>
      </w:r>
      <w:r w:rsidRPr="002A2CE1">
        <w:t>,</w:t>
      </w:r>
      <w:r>
        <w:t xml:space="preserve"> </w:t>
      </w:r>
      <w:r w:rsidRPr="002A2CE1">
        <w:t xml:space="preserve">решение Совета депутатов городского округа Орехово-Зуево Московской области от 27.02.2014 </w:t>
      </w:r>
      <w:hyperlink r:id="rId9" w:history="1">
        <w:r>
          <w:t>№</w:t>
        </w:r>
        <w:r w:rsidRPr="002A2CE1">
          <w:t>653/65</w:t>
        </w:r>
      </w:hyperlink>
      <w:r>
        <w:t xml:space="preserve"> «О внесении изменения в «Порядок управления и распоряжения </w:t>
      </w:r>
      <w:r>
        <w:lastRenderedPageBreak/>
        <w:t>имуществом, находящимся в муниципальной собственности городского округа Орехово-Зуево Московской области», утвержденный решением Совета депутатов городского округа Орехово-Зуево Московской области от 26.04.2012 №456/45 «Об утверждении Порядка управления и распоряжения имуществом, находящимся в муниципальной собственности городского округа Орехово-Зуево Московской области»</w:t>
      </w:r>
      <w:r w:rsidRPr="002A2CE1">
        <w:t>,</w:t>
      </w:r>
      <w:r>
        <w:t xml:space="preserve"> </w:t>
      </w:r>
      <w:r w:rsidRPr="002A2CE1">
        <w:t xml:space="preserve">решение Совета депутатов городского округа Орехово-Зуево Московской области от 29.01.2015 </w:t>
      </w:r>
      <w:hyperlink r:id="rId10" w:history="1">
        <w:r>
          <w:t>№</w:t>
        </w:r>
        <w:r w:rsidRPr="002A2CE1">
          <w:t>80/7</w:t>
        </w:r>
      </w:hyperlink>
      <w:r>
        <w:t xml:space="preserve"> «Об определении уполномоченного органа по подготовке, организации и проведению аукционов по продаже земельных участков, находящихся в муниципальной собственности или государственная собственность на которые не разграничена, или аукционов на право заключения договоров аренды таких земельных участков, расположенных на территории городского округа Орехово-Зуево, а также о признании утратившими силу и о внесении изменений в некоторые муниципальные правовые акты»</w:t>
      </w:r>
      <w:r w:rsidRPr="002A2CE1">
        <w:t>,</w:t>
      </w:r>
      <w:r>
        <w:t xml:space="preserve"> </w:t>
      </w:r>
      <w:r w:rsidRPr="002A2CE1">
        <w:t xml:space="preserve">решение Совета депутатов городского округа Орехово-Зуево Московской области от 24.09.2015 </w:t>
      </w:r>
      <w:hyperlink r:id="rId11" w:history="1">
        <w:r>
          <w:t>№</w:t>
        </w:r>
        <w:r w:rsidRPr="002A2CE1">
          <w:t>164/15</w:t>
        </w:r>
      </w:hyperlink>
      <w:r>
        <w:t xml:space="preserve"> «О внесении изменений и дополнений в Порядок управления и распоряжения имуществом, находящимся в муниципальной собственности городского округа Орехово-Зуево Московской области, утвержденный решением Совета депутатов городского округа от 26.04.2012 №456/45 (с изменениями и дополнениями, принятыми решениями Совета депутатов городского округа Орехово-Зуево от 31.01.2013 №532/53, от 25.04.2013 №560/56, от 27.02.2014 №653/65, от 29.01.2015 №80/7)»,</w:t>
      </w:r>
      <w:r w:rsidRPr="00731B53">
        <w:t xml:space="preserve"> решение Совета депутатов </w:t>
      </w:r>
      <w:r>
        <w:t>Орехово-Зуевского муниципального района Московской области от 29.05.2009 №54/8 «Об утверждении Положения о порядке формирования, управления и распоряжения муниципальной собственностью Орехово-Зуевского муниципального района», р</w:t>
      </w:r>
      <w:r w:rsidRPr="002A2CE1">
        <w:t>ешени</w:t>
      </w:r>
      <w:r>
        <w:t>е</w:t>
      </w:r>
      <w:r w:rsidRPr="002A2CE1">
        <w:t xml:space="preserve"> Совета депутатов </w:t>
      </w:r>
      <w:r>
        <w:t xml:space="preserve">Орехово-Зуевского </w:t>
      </w:r>
      <w:r w:rsidRPr="00811F5B">
        <w:t xml:space="preserve">муниципального района Московской области от 29.03.2011 </w:t>
      </w:r>
      <w:hyperlink r:id="rId12" w:history="1">
        <w:r>
          <w:t>№</w:t>
        </w:r>
        <w:r w:rsidRPr="00811F5B">
          <w:t>20/2</w:t>
        </w:r>
      </w:hyperlink>
      <w:r>
        <w:t xml:space="preserve"> «О внесении дополнений в приложение №1 к решению Совета депутатов Орехово-Зуевского муниципального района от 29.05.2009 №54/8 «Об утверждении Положения о порядке формирования, управления и распоряжения муниципальной собственностью Орехово-Зуевского муниципального района», </w:t>
      </w:r>
      <w:r w:rsidRPr="00731B53">
        <w:t xml:space="preserve">решение Совета депутатов </w:t>
      </w:r>
      <w:r>
        <w:t xml:space="preserve">Орехово-Зуевского муниципального района Московской области </w:t>
      </w:r>
      <w:r w:rsidRPr="00811F5B">
        <w:t xml:space="preserve">от 18.06.2013 </w:t>
      </w:r>
      <w:hyperlink r:id="rId13" w:history="1">
        <w:r>
          <w:t>№</w:t>
        </w:r>
        <w:r w:rsidRPr="00811F5B">
          <w:t>50/6</w:t>
        </w:r>
      </w:hyperlink>
      <w:r>
        <w:t xml:space="preserve"> «О внесении изменений и дополнений в приложение №1 к решению Совета депутатов Орехово-Зуевского муниципального района от 29.05.2009 №54/8 «Об утверждении Положения о порядке формирования, управления и распоряжения муниципальной собственностью Орехово-Зуевского муниципального района».</w:t>
      </w:r>
    </w:p>
    <w:p w:rsidR="00792A11" w:rsidRDefault="00792A11" w:rsidP="00792A11">
      <w:pPr>
        <w:spacing w:before="120" w:after="120"/>
        <w:ind w:right="-85" w:firstLine="709"/>
        <w:jc w:val="both"/>
      </w:pPr>
      <w:r>
        <w:t>3</w:t>
      </w:r>
      <w:r w:rsidRPr="004679F9">
        <w:t>. Опубликовать настоящее Решение в официальном периодическом печатном издании, а также разместить на официальном сайте Орехово-Зуевского городского округа Московской области в информационно-телекоммуникационной сети «Интернет» (</w:t>
      </w:r>
      <w:hyperlink r:id="rId14" w:history="1">
        <w:r w:rsidRPr="004679F9">
          <w:rPr>
            <w:rStyle w:val="a3"/>
            <w:lang w:val="en-US"/>
          </w:rPr>
          <w:t>www</w:t>
        </w:r>
        <w:r w:rsidRPr="004679F9">
          <w:rPr>
            <w:rStyle w:val="a3"/>
          </w:rPr>
          <w:t>.</w:t>
        </w:r>
        <w:proofErr w:type="spellStart"/>
        <w:r w:rsidRPr="004679F9">
          <w:rPr>
            <w:rStyle w:val="a3"/>
            <w:lang w:val="en-US"/>
          </w:rPr>
          <w:t>ozmo</w:t>
        </w:r>
        <w:proofErr w:type="spellEnd"/>
        <w:r w:rsidRPr="004679F9">
          <w:rPr>
            <w:rStyle w:val="a3"/>
          </w:rPr>
          <w:t>.</w:t>
        </w:r>
        <w:proofErr w:type="spellStart"/>
        <w:r w:rsidRPr="004679F9">
          <w:rPr>
            <w:rStyle w:val="a3"/>
            <w:lang w:val="en-US"/>
          </w:rPr>
          <w:t>ru</w:t>
        </w:r>
        <w:proofErr w:type="spellEnd"/>
      </w:hyperlink>
      <w:r w:rsidRPr="004679F9">
        <w:t>).</w:t>
      </w:r>
    </w:p>
    <w:p w:rsidR="00792A11" w:rsidRPr="00D76ACD" w:rsidRDefault="00792A11" w:rsidP="00792A11">
      <w:pPr>
        <w:spacing w:before="120" w:after="120"/>
        <w:ind w:right="-85" w:firstLine="709"/>
        <w:jc w:val="both"/>
      </w:pPr>
      <w:r>
        <w:t>4</w:t>
      </w:r>
      <w:r w:rsidRPr="00D76ACD">
        <w:t xml:space="preserve">.Настоящее Решение вступает в действие со дня его </w:t>
      </w:r>
      <w:r>
        <w:t>официального опубликования</w:t>
      </w:r>
      <w:r w:rsidRPr="00D76ACD">
        <w:t>.</w:t>
      </w:r>
    </w:p>
    <w:p w:rsidR="00792A11" w:rsidRPr="00D76ACD" w:rsidRDefault="00792A11" w:rsidP="00792A11">
      <w:pPr>
        <w:ind w:right="-85" w:firstLine="709"/>
        <w:jc w:val="both"/>
      </w:pPr>
      <w:r>
        <w:t>5</w:t>
      </w:r>
      <w:r w:rsidRPr="00D76ACD">
        <w:t xml:space="preserve">. Контроль исполнения настоящего </w:t>
      </w:r>
      <w:proofErr w:type="gramStart"/>
      <w:r w:rsidRPr="00D76ACD">
        <w:t>Решения  возложить</w:t>
      </w:r>
      <w:proofErr w:type="gramEnd"/>
      <w:r w:rsidRPr="00D76ACD">
        <w:t xml:space="preserve"> на </w:t>
      </w:r>
      <w:r>
        <w:t>главу</w:t>
      </w:r>
      <w:r w:rsidRPr="00D76ACD">
        <w:t xml:space="preserve"> Орехово-Зуевского городского округа Московской области </w:t>
      </w:r>
      <w:r>
        <w:t>Панина Г. О</w:t>
      </w:r>
      <w:r w:rsidRPr="00D76ACD">
        <w:t xml:space="preserve">. </w:t>
      </w:r>
    </w:p>
    <w:p w:rsidR="00792A11" w:rsidRPr="0022682F" w:rsidRDefault="00792A11" w:rsidP="00792A11">
      <w:pPr>
        <w:widowControl/>
        <w:ind w:firstLine="709"/>
        <w:jc w:val="both"/>
        <w:rPr>
          <w:b/>
          <w:bCs/>
          <w:sz w:val="16"/>
          <w:szCs w:val="16"/>
        </w:rPr>
      </w:pPr>
    </w:p>
    <w:p w:rsidR="00792A11" w:rsidRPr="0022682F" w:rsidRDefault="00792A11" w:rsidP="00792A11">
      <w:pPr>
        <w:widowControl/>
        <w:ind w:firstLine="709"/>
        <w:jc w:val="both"/>
        <w:rPr>
          <w:b/>
          <w:bCs/>
          <w:sz w:val="16"/>
          <w:szCs w:val="16"/>
        </w:rPr>
      </w:pPr>
    </w:p>
    <w:p w:rsidR="00792A11" w:rsidRPr="0022682F" w:rsidRDefault="00792A11" w:rsidP="00792A11">
      <w:pPr>
        <w:widowControl/>
        <w:ind w:firstLine="709"/>
        <w:jc w:val="both"/>
        <w:rPr>
          <w:b/>
          <w:bCs/>
          <w:sz w:val="16"/>
          <w:szCs w:val="16"/>
        </w:rPr>
      </w:pPr>
    </w:p>
    <w:p w:rsidR="00792A11" w:rsidRPr="004C7AD2" w:rsidRDefault="00792A11" w:rsidP="00792A11">
      <w:pPr>
        <w:widowControl/>
        <w:jc w:val="both"/>
        <w:rPr>
          <w:b/>
          <w:bCs/>
        </w:rPr>
      </w:pPr>
      <w:r w:rsidRPr="004C7AD2">
        <w:rPr>
          <w:b/>
          <w:bCs/>
        </w:rPr>
        <w:t>Председатель Совета депутатов</w:t>
      </w:r>
    </w:p>
    <w:p w:rsidR="00792A11" w:rsidRPr="004C7AD2" w:rsidRDefault="00792A11" w:rsidP="00792A11">
      <w:pPr>
        <w:widowControl/>
        <w:jc w:val="both"/>
        <w:rPr>
          <w:b/>
        </w:rPr>
      </w:pPr>
      <w:r w:rsidRPr="004C7AD2">
        <w:rPr>
          <w:b/>
        </w:rPr>
        <w:t>Орехово-Зуевского городского округа</w:t>
      </w:r>
    </w:p>
    <w:p w:rsidR="00792A11" w:rsidRPr="004C7AD2" w:rsidRDefault="00792A11" w:rsidP="00792A11">
      <w:pPr>
        <w:widowControl/>
        <w:jc w:val="both"/>
        <w:rPr>
          <w:b/>
          <w:bCs/>
        </w:rPr>
      </w:pPr>
      <w:r w:rsidRPr="004C7AD2">
        <w:rPr>
          <w:b/>
        </w:rPr>
        <w:t xml:space="preserve">Московской области                                                      </w:t>
      </w:r>
      <w:r>
        <w:rPr>
          <w:b/>
        </w:rPr>
        <w:t xml:space="preserve">                </w:t>
      </w:r>
      <w:r w:rsidRPr="004C7AD2">
        <w:rPr>
          <w:b/>
        </w:rPr>
        <w:t xml:space="preserve">                                </w:t>
      </w:r>
      <w:r w:rsidRPr="004C7AD2">
        <w:rPr>
          <w:b/>
          <w:bCs/>
        </w:rPr>
        <w:t xml:space="preserve">Т. И. </w:t>
      </w:r>
      <w:proofErr w:type="spellStart"/>
      <w:r w:rsidRPr="004C7AD2">
        <w:rPr>
          <w:b/>
          <w:bCs/>
        </w:rPr>
        <w:t>Ронзина</w:t>
      </w:r>
      <w:proofErr w:type="spellEnd"/>
    </w:p>
    <w:p w:rsidR="00792A11" w:rsidRPr="0022682F" w:rsidRDefault="00792A11" w:rsidP="00792A11">
      <w:pPr>
        <w:rPr>
          <w:sz w:val="16"/>
          <w:szCs w:val="16"/>
        </w:rPr>
      </w:pPr>
    </w:p>
    <w:p w:rsidR="00792A11" w:rsidRPr="0022682F" w:rsidRDefault="00792A11" w:rsidP="00792A11">
      <w:pPr>
        <w:rPr>
          <w:sz w:val="16"/>
          <w:szCs w:val="16"/>
        </w:rPr>
      </w:pPr>
    </w:p>
    <w:p w:rsidR="00792A11" w:rsidRPr="0022682F" w:rsidRDefault="00792A11" w:rsidP="00792A11">
      <w:pPr>
        <w:rPr>
          <w:sz w:val="16"/>
          <w:szCs w:val="16"/>
        </w:rPr>
      </w:pPr>
    </w:p>
    <w:p w:rsidR="00792A11" w:rsidRPr="004C7AD2" w:rsidRDefault="00792A11" w:rsidP="00792A11">
      <w:pPr>
        <w:rPr>
          <w:b/>
        </w:rPr>
      </w:pPr>
      <w:r w:rsidRPr="004C7AD2">
        <w:rPr>
          <w:b/>
        </w:rPr>
        <w:t xml:space="preserve">Глава Орехово-Зуевского </w:t>
      </w:r>
    </w:p>
    <w:p w:rsidR="00792A11" w:rsidRPr="004C7AD2" w:rsidRDefault="00792A11" w:rsidP="00792A11">
      <w:pPr>
        <w:rPr>
          <w:b/>
        </w:rPr>
      </w:pPr>
      <w:r w:rsidRPr="004C7AD2">
        <w:rPr>
          <w:b/>
        </w:rPr>
        <w:t>городского округа</w:t>
      </w:r>
      <w:r>
        <w:rPr>
          <w:b/>
        </w:rPr>
        <w:t xml:space="preserve"> </w:t>
      </w:r>
      <w:r w:rsidRPr="004C7AD2">
        <w:rPr>
          <w:b/>
        </w:rPr>
        <w:t>Московской области</w:t>
      </w:r>
      <w:r w:rsidRPr="004C7AD2">
        <w:rPr>
          <w:b/>
        </w:rPr>
        <w:tab/>
      </w:r>
      <w:r>
        <w:rPr>
          <w:b/>
        </w:rPr>
        <w:t xml:space="preserve">                                          </w:t>
      </w:r>
      <w:r w:rsidRPr="004C7AD2">
        <w:rPr>
          <w:b/>
        </w:rPr>
        <w:t xml:space="preserve">          </w:t>
      </w:r>
      <w:r>
        <w:rPr>
          <w:b/>
        </w:rPr>
        <w:t xml:space="preserve">  </w:t>
      </w:r>
      <w:r w:rsidRPr="004C7AD2">
        <w:rPr>
          <w:b/>
        </w:rPr>
        <w:t xml:space="preserve">       Г. О. Панин</w:t>
      </w:r>
    </w:p>
    <w:p w:rsidR="00792A11" w:rsidRDefault="00792A11" w:rsidP="00792A11">
      <w:pPr>
        <w:ind w:right="-85"/>
        <w:jc w:val="both"/>
      </w:pPr>
    </w:p>
    <w:p w:rsidR="00792A11" w:rsidRPr="003753E2" w:rsidRDefault="00792A11" w:rsidP="00792A11">
      <w:pPr>
        <w:ind w:right="-85"/>
        <w:jc w:val="both"/>
        <w:rPr>
          <w:sz w:val="20"/>
          <w:szCs w:val="20"/>
        </w:rPr>
      </w:pPr>
    </w:p>
    <w:p w:rsidR="00792A11" w:rsidRPr="00037B0B" w:rsidRDefault="00792A11" w:rsidP="00792A11">
      <w:pPr>
        <w:ind w:right="-85"/>
        <w:jc w:val="both"/>
        <w:rPr>
          <w:sz w:val="20"/>
          <w:szCs w:val="20"/>
        </w:rPr>
      </w:pPr>
      <w:r w:rsidRPr="0022682F">
        <w:rPr>
          <w:sz w:val="20"/>
          <w:szCs w:val="20"/>
        </w:rPr>
        <w:t>Разослано: дело, Панину Г. О., Комитету по управлению имуществом администрации Орехово-Зуевского городского округа Московской области – 2 экз., Орехово-Зуевской городской прокуратуре, автономно</w:t>
      </w:r>
      <w:r>
        <w:rPr>
          <w:sz w:val="20"/>
          <w:szCs w:val="20"/>
        </w:rPr>
        <w:t>му</w:t>
      </w:r>
      <w:r w:rsidRPr="0022682F">
        <w:rPr>
          <w:sz w:val="20"/>
          <w:szCs w:val="20"/>
        </w:rPr>
        <w:t xml:space="preserve"> учреждени</w:t>
      </w:r>
      <w:r>
        <w:rPr>
          <w:sz w:val="20"/>
          <w:szCs w:val="20"/>
        </w:rPr>
        <w:t>ю</w:t>
      </w:r>
      <w:r w:rsidRPr="0022682F">
        <w:rPr>
          <w:sz w:val="20"/>
          <w:szCs w:val="20"/>
        </w:rPr>
        <w:t xml:space="preserve"> </w:t>
      </w:r>
      <w:r w:rsidRPr="00037B0B">
        <w:rPr>
          <w:sz w:val="20"/>
          <w:szCs w:val="20"/>
        </w:rPr>
        <w:t>«Информационный центр городского округа Ликино-</w:t>
      </w:r>
      <w:proofErr w:type="spellStart"/>
      <w:r w:rsidRPr="00037B0B">
        <w:rPr>
          <w:sz w:val="20"/>
          <w:szCs w:val="20"/>
        </w:rPr>
        <w:t>Дулёво</w:t>
      </w:r>
      <w:proofErr w:type="spellEnd"/>
      <w:r w:rsidRPr="00037B0B">
        <w:rPr>
          <w:sz w:val="20"/>
          <w:szCs w:val="20"/>
        </w:rPr>
        <w:t>»</w:t>
      </w:r>
    </w:p>
    <w:p w:rsidR="00792A11" w:rsidRDefault="00792A11" w:rsidP="00792A11">
      <w:pPr>
        <w:widowControl/>
        <w:jc w:val="both"/>
        <w:rPr>
          <w:sz w:val="16"/>
          <w:szCs w:val="16"/>
        </w:rPr>
      </w:pPr>
    </w:p>
    <w:p w:rsidR="00792A11" w:rsidRPr="008B341A" w:rsidRDefault="00792A11" w:rsidP="00792A11">
      <w:pPr>
        <w:widowControl/>
        <w:jc w:val="both"/>
        <w:rPr>
          <w:sz w:val="16"/>
          <w:szCs w:val="16"/>
        </w:rPr>
      </w:pPr>
      <w:r w:rsidRPr="008B341A">
        <w:rPr>
          <w:sz w:val="16"/>
          <w:szCs w:val="16"/>
        </w:rPr>
        <w:t>Исп. Е. В. Глебова</w:t>
      </w:r>
    </w:p>
    <w:p w:rsidR="00792A11" w:rsidRDefault="00792A11" w:rsidP="00792A11">
      <w:pPr>
        <w:widowControl/>
        <w:jc w:val="both"/>
        <w:rPr>
          <w:sz w:val="16"/>
          <w:szCs w:val="16"/>
        </w:rPr>
      </w:pPr>
      <w:r w:rsidRPr="008B341A">
        <w:rPr>
          <w:sz w:val="16"/>
          <w:szCs w:val="16"/>
        </w:rPr>
        <w:t>тел.412-32-15</w:t>
      </w:r>
    </w:p>
    <w:p w:rsidR="00792A11" w:rsidRPr="008D29E3" w:rsidRDefault="00792A11" w:rsidP="00792A11">
      <w:pPr>
        <w:jc w:val="right"/>
        <w:rPr>
          <w:color w:val="000000"/>
        </w:rPr>
      </w:pPr>
      <w:r w:rsidRPr="008D29E3">
        <w:rPr>
          <w:color w:val="000000"/>
        </w:rPr>
        <w:lastRenderedPageBreak/>
        <w:t xml:space="preserve">Приложение к решению Совета депутатов </w:t>
      </w:r>
    </w:p>
    <w:p w:rsidR="00792A11" w:rsidRDefault="00792A11" w:rsidP="00792A11">
      <w:pPr>
        <w:jc w:val="right"/>
        <w:rPr>
          <w:color w:val="000000"/>
        </w:rPr>
      </w:pPr>
      <w:r w:rsidRPr="008D29E3">
        <w:rPr>
          <w:color w:val="000000"/>
        </w:rPr>
        <w:t xml:space="preserve">Орехово-Зуевского городского округа </w:t>
      </w:r>
    </w:p>
    <w:p w:rsidR="00792A11" w:rsidRPr="008D29E3" w:rsidRDefault="00792A11" w:rsidP="00792A11">
      <w:pPr>
        <w:jc w:val="right"/>
        <w:rPr>
          <w:color w:val="000000"/>
        </w:rPr>
      </w:pPr>
      <w:r w:rsidRPr="008D29E3">
        <w:rPr>
          <w:color w:val="000000"/>
        </w:rPr>
        <w:t xml:space="preserve">Московской области </w:t>
      </w:r>
    </w:p>
    <w:p w:rsidR="00792A11" w:rsidRDefault="005C20D9" w:rsidP="00792A1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</w:t>
      </w:r>
      <w:r w:rsidRPr="005C20D9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proofErr w:type="gramStart"/>
      <w:r w:rsidRPr="005C20D9">
        <w:rPr>
          <w:rFonts w:ascii="Times New Roman" w:hAnsi="Times New Roman" w:cs="Times New Roman"/>
          <w:color w:val="000000"/>
          <w:sz w:val="24"/>
          <w:szCs w:val="24"/>
        </w:rPr>
        <w:t>26.03.2020  №</w:t>
      </w:r>
      <w:proofErr w:type="gramEnd"/>
      <w:r w:rsidRPr="005C20D9">
        <w:rPr>
          <w:rFonts w:ascii="Times New Roman" w:hAnsi="Times New Roman" w:cs="Times New Roman"/>
          <w:color w:val="000000"/>
          <w:sz w:val="24"/>
          <w:szCs w:val="24"/>
        </w:rPr>
        <w:t xml:space="preserve"> 144/10</w:t>
      </w:r>
    </w:p>
    <w:p w:rsidR="005C20D9" w:rsidRDefault="005C20D9" w:rsidP="00792A1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2A11" w:rsidRDefault="00792A11" w:rsidP="00792A1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B26">
        <w:rPr>
          <w:rFonts w:ascii="Times New Roman" w:hAnsi="Times New Roman" w:cs="Times New Roman"/>
          <w:b/>
          <w:sz w:val="24"/>
          <w:szCs w:val="24"/>
        </w:rPr>
        <w:t xml:space="preserve">Порядок управления и распоряжения имуществом, </w:t>
      </w:r>
    </w:p>
    <w:p w:rsidR="00792A11" w:rsidRDefault="00792A11" w:rsidP="00792A1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B26">
        <w:rPr>
          <w:rFonts w:ascii="Times New Roman" w:hAnsi="Times New Roman" w:cs="Times New Roman"/>
          <w:b/>
          <w:sz w:val="24"/>
          <w:szCs w:val="24"/>
        </w:rPr>
        <w:t xml:space="preserve">находящимся в муниципальной собственности </w:t>
      </w:r>
    </w:p>
    <w:p w:rsidR="00792A11" w:rsidRPr="00885B26" w:rsidRDefault="00792A11" w:rsidP="00792A1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B26">
        <w:rPr>
          <w:rFonts w:ascii="Times New Roman" w:hAnsi="Times New Roman" w:cs="Times New Roman"/>
          <w:b/>
          <w:sz w:val="24"/>
          <w:szCs w:val="24"/>
        </w:rPr>
        <w:t>Орехово-Зуевского городского округа Московской области</w:t>
      </w:r>
    </w:p>
    <w:p w:rsidR="00792A11" w:rsidRDefault="00792A11" w:rsidP="00792A1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92A11" w:rsidRPr="00885B26" w:rsidRDefault="00792A11" w:rsidP="00792A1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85B26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792A11" w:rsidRPr="00CC5D13" w:rsidRDefault="00792A11" w:rsidP="00792A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2A11" w:rsidRPr="00CC5D13" w:rsidRDefault="00792A11" w:rsidP="00792A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 xml:space="preserve">1.1. Порядок управления и распоряжения имуществом, находящимся в муниципальной собственности Орехово-Зуевского городского округа Московской области (далее - Порядок) разработан в соответствии с </w:t>
      </w:r>
      <w:hyperlink r:id="rId15" w:history="1">
        <w:r w:rsidRPr="00CC5D13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CC5D13">
        <w:rPr>
          <w:rFonts w:ascii="Times New Roman" w:hAnsi="Times New Roman" w:cs="Times New Roman"/>
          <w:sz w:val="24"/>
          <w:szCs w:val="24"/>
        </w:rPr>
        <w:t xml:space="preserve"> Российской Федерации, Гражданским </w:t>
      </w:r>
      <w:hyperlink r:id="rId16" w:history="1">
        <w:r w:rsidRPr="00CC5D13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CC5D13">
        <w:rPr>
          <w:rFonts w:ascii="Times New Roman" w:hAnsi="Times New Roman" w:cs="Times New Roman"/>
          <w:sz w:val="24"/>
          <w:szCs w:val="24"/>
        </w:rPr>
        <w:t xml:space="preserve"> Российской Федерации, Земельным </w:t>
      </w:r>
      <w:hyperlink r:id="rId17" w:history="1">
        <w:r w:rsidRPr="00CC5D13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CC5D13">
        <w:rPr>
          <w:rFonts w:ascii="Times New Roman" w:hAnsi="Times New Roman" w:cs="Times New Roman"/>
          <w:sz w:val="24"/>
          <w:szCs w:val="24"/>
        </w:rPr>
        <w:t xml:space="preserve"> Российской Федерации, Жилищным </w:t>
      </w:r>
      <w:hyperlink r:id="rId18" w:history="1">
        <w:r w:rsidRPr="00CC5D13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CC5D13">
        <w:rPr>
          <w:rFonts w:ascii="Times New Roman" w:hAnsi="Times New Roman" w:cs="Times New Roman"/>
          <w:sz w:val="24"/>
          <w:szCs w:val="24"/>
        </w:rPr>
        <w:t xml:space="preserve"> Российской Федерации, Градостроительным </w:t>
      </w:r>
      <w:hyperlink r:id="rId19" w:history="1">
        <w:r w:rsidRPr="00CC5D13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CC5D13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 </w:t>
      </w:r>
      <w:hyperlink r:id="rId20" w:history="1">
        <w:r w:rsidRPr="00CC5D1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CC5D13">
        <w:rPr>
          <w:rFonts w:ascii="Times New Roman" w:hAnsi="Times New Roman" w:cs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21" w:history="1">
        <w:r w:rsidRPr="00CC5D1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CC5D13">
        <w:rPr>
          <w:rFonts w:ascii="Times New Roman" w:hAnsi="Times New Roman" w:cs="Times New Roman"/>
          <w:sz w:val="24"/>
          <w:szCs w:val="24"/>
        </w:rPr>
        <w:t xml:space="preserve"> от 26.07.2006 № 135-ФЗ «О защите конкуренции», Федеральным </w:t>
      </w:r>
      <w:hyperlink r:id="rId22" w:history="1">
        <w:r w:rsidRPr="00CC5D1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CC5D13">
        <w:rPr>
          <w:rFonts w:ascii="Times New Roman" w:hAnsi="Times New Roman" w:cs="Times New Roman"/>
          <w:sz w:val="24"/>
          <w:szCs w:val="24"/>
        </w:rPr>
        <w:t xml:space="preserve"> от 22.08.2004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Федерации», </w:t>
      </w:r>
      <w:hyperlink r:id="rId23" w:history="1">
        <w:r w:rsidRPr="00CC5D13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CC5D13">
        <w:rPr>
          <w:rFonts w:ascii="Times New Roman" w:hAnsi="Times New Roman" w:cs="Times New Roman"/>
          <w:sz w:val="24"/>
          <w:szCs w:val="24"/>
        </w:rPr>
        <w:t xml:space="preserve"> Орехово-Зуевского городского округа Московской области, законодательством Российской Федерации, законодательством Московской области, муниципальными нормативно-правовыми актами, в целях установления общего порядка управления и распоряжения муниципальным имуществом Орехово-Зуевского городского округа Московской области.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1.2. Настоящий Порядок не распространяется на правоотношения, связанные с регулированием бюджетного процесса в Орехово-Зуевско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CC5D13">
        <w:rPr>
          <w:rFonts w:ascii="Times New Roman" w:hAnsi="Times New Roman" w:cs="Times New Roman"/>
          <w:sz w:val="24"/>
          <w:szCs w:val="24"/>
        </w:rPr>
        <w:t xml:space="preserve"> городско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CC5D13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C5D13">
        <w:rPr>
          <w:rFonts w:ascii="Times New Roman" w:hAnsi="Times New Roman" w:cs="Times New Roman"/>
          <w:sz w:val="24"/>
          <w:szCs w:val="24"/>
        </w:rPr>
        <w:t xml:space="preserve"> Московской области, отношени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C5D13">
        <w:rPr>
          <w:rFonts w:ascii="Times New Roman" w:hAnsi="Times New Roman" w:cs="Times New Roman"/>
          <w:sz w:val="24"/>
          <w:szCs w:val="24"/>
        </w:rPr>
        <w:t xml:space="preserve"> в сфере природных ресурсов, неимущественных прав Орехово-Зуевского городского округа Московской области.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1.3. Имущество Орехово-Зуевского городского округа Московской области предназначено для решения вопросов местного значения, осуществления отдельных государственных полномочий, обеспечения деятельности органов местного самоуправления Орехово-Зуевского городского округа Московской области и должностных лиц местного самоуправления, муниципальных служащих, работников муниципальных предприятий и учреждений.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1.4. Имущество, принадлежащее на праве собственности муниципальному образованию Орехово-Зуев</w:t>
      </w:r>
      <w:r>
        <w:rPr>
          <w:rFonts w:ascii="Times New Roman" w:hAnsi="Times New Roman" w:cs="Times New Roman"/>
          <w:sz w:val="24"/>
          <w:szCs w:val="24"/>
        </w:rPr>
        <w:t>ский городской округ</w:t>
      </w:r>
      <w:r w:rsidRPr="00CC5D13">
        <w:rPr>
          <w:rFonts w:ascii="Times New Roman" w:hAnsi="Times New Roman" w:cs="Times New Roman"/>
          <w:sz w:val="24"/>
          <w:szCs w:val="24"/>
        </w:rPr>
        <w:t xml:space="preserve"> Московской области, является муниципальной собственностью (далее по тексту - муниципальная собственность).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От имени муниципального образования Орехово-Зуев</w:t>
      </w:r>
      <w:r>
        <w:rPr>
          <w:rFonts w:ascii="Times New Roman" w:hAnsi="Times New Roman" w:cs="Times New Roman"/>
          <w:sz w:val="24"/>
          <w:szCs w:val="24"/>
        </w:rPr>
        <w:t>ский городской округ</w:t>
      </w:r>
      <w:r w:rsidRPr="00CC5D13">
        <w:rPr>
          <w:rFonts w:ascii="Times New Roman" w:hAnsi="Times New Roman" w:cs="Times New Roman"/>
          <w:sz w:val="24"/>
          <w:szCs w:val="24"/>
        </w:rPr>
        <w:t xml:space="preserve"> Московской области своими действиями могут приобретать и осуществлять права и обязанности органы местного самоуправления Орехово-Зуевского городского округа Московской области в рамках их компетенции, установленной актами, определяющими статус этих органов в соответствии с действующим законодательством.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 xml:space="preserve">В случаях и в порядке, предусмотренных федеральными законами, указами Президента Российской Федерации и постановлениями Правительства Российской Федерации, </w:t>
      </w:r>
      <w:r w:rsidRPr="00CC5D13">
        <w:rPr>
          <w:rFonts w:ascii="Times New Roman" w:hAnsi="Times New Roman" w:cs="Times New Roman"/>
          <w:sz w:val="24"/>
          <w:szCs w:val="24"/>
        </w:rPr>
        <w:lastRenderedPageBreak/>
        <w:t>нормативными актами Московской области и муниципальных образований, по их специальному поручению от имени Орехово-Зуевского городского округа Московской области могут выступать государственные органы, а также юридические лица и граждане.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1.5. Органы местного самоуправления Орехово-Зуевского городского округа Московской области от имени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5D13">
        <w:rPr>
          <w:rFonts w:ascii="Times New Roman" w:hAnsi="Times New Roman" w:cs="Times New Roman"/>
          <w:sz w:val="24"/>
          <w:szCs w:val="24"/>
        </w:rPr>
        <w:t>Орехово-Зуевск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CC5D13">
        <w:rPr>
          <w:rFonts w:ascii="Times New Roman" w:hAnsi="Times New Roman" w:cs="Times New Roman"/>
          <w:sz w:val="24"/>
          <w:szCs w:val="24"/>
        </w:rPr>
        <w:t xml:space="preserve"> городско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CC5D13">
        <w:rPr>
          <w:rFonts w:ascii="Times New Roman" w:hAnsi="Times New Roman" w:cs="Times New Roman"/>
          <w:sz w:val="24"/>
          <w:szCs w:val="24"/>
        </w:rPr>
        <w:t xml:space="preserve"> округ Московской области самостоятельно владеют, пользуются и распоряжаются муниципальным имуществом в соответствии с </w:t>
      </w:r>
      <w:hyperlink r:id="rId24" w:history="1">
        <w:r w:rsidRPr="00CC5D13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CC5D13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 и принимаемыми в соответствии с ними нормативными правовыми актами органов местного самоуправления Орехово-Зуевского городского округа Московской области.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1.6. Муниципальная собственность может использоваться для осуществления любых не запрещенных действующим законодательством видов деятельности.</w:t>
      </w:r>
    </w:p>
    <w:p w:rsidR="00792A11" w:rsidRPr="00CC5D13" w:rsidRDefault="00792A11" w:rsidP="00792A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2A11" w:rsidRPr="00885B26" w:rsidRDefault="00792A11" w:rsidP="00792A1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85B26">
        <w:rPr>
          <w:rFonts w:ascii="Times New Roman" w:hAnsi="Times New Roman" w:cs="Times New Roman"/>
          <w:b/>
          <w:sz w:val="24"/>
          <w:szCs w:val="24"/>
        </w:rPr>
        <w:t>2. Право муниципальной собственности</w:t>
      </w:r>
    </w:p>
    <w:p w:rsidR="00792A11" w:rsidRPr="00CC5D13" w:rsidRDefault="00792A11" w:rsidP="00792A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2A11" w:rsidRPr="00CC5D13" w:rsidRDefault="00792A11" w:rsidP="00792A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2.1. Орехово-Зуев</w:t>
      </w:r>
      <w:r>
        <w:rPr>
          <w:rFonts w:ascii="Times New Roman" w:hAnsi="Times New Roman" w:cs="Times New Roman"/>
          <w:sz w:val="24"/>
          <w:szCs w:val="24"/>
        </w:rPr>
        <w:t>ский городской округ Московской области</w:t>
      </w:r>
      <w:r w:rsidRPr="00CC5D13">
        <w:rPr>
          <w:rFonts w:ascii="Times New Roman" w:hAnsi="Times New Roman" w:cs="Times New Roman"/>
          <w:sz w:val="24"/>
          <w:szCs w:val="24"/>
        </w:rPr>
        <w:t xml:space="preserve"> владеет, пользуется и распоряжается муниципальной собственностью с целью эффективного развития экономики Орехово-Зуевского городского округа Московской области, обеспечения жизнедеятельности населения Орехово-Зуевского городского округа Московской области, а также для обеспечения деятельности органов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5D13">
        <w:rPr>
          <w:rFonts w:ascii="Times New Roman" w:hAnsi="Times New Roman" w:cs="Times New Roman"/>
          <w:sz w:val="24"/>
          <w:szCs w:val="24"/>
        </w:rPr>
        <w:t>Орехово-Зуевского городского округа Московской области.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 xml:space="preserve">2.2. Муниципальная собственность Орехово-Зуевского городского округа Московской области, если иное не установлено федеральным законом, может быть передана во временное или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CC5D13">
        <w:rPr>
          <w:rFonts w:ascii="Times New Roman" w:hAnsi="Times New Roman" w:cs="Times New Roman"/>
          <w:sz w:val="24"/>
          <w:szCs w:val="24"/>
        </w:rPr>
        <w:t>постоянное пользование любым юридическим и физическим лицам, объединена с имуществом иных муниципальных образований, физических, юридических лиц и других субъектов права собственности, использована в качестве предмета залога, передана в доверительное управление юридическим и физическим лицам, внесена в качестве уставного капитала в уставной фонд хозяйственных обществ, отчуждена, использована и обременена иными способами в соответствии с действующим законодательством.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Муниципальная собственность закрепляется за муниципальными предприятиями и учреждениями во владение, пользование и распоряжение в соответствии с действующим законодательством (право хозяйственного ведения, право оперативного управления).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2.3. Объекты муниципальной собственности, имеющие особо важное значение для жизнеобеспечения Орехово-Зуевского городского округа Московской области и удовлетворения потребностей населения, для сохранения историко-культурного наследия, не подлежат отчуждению. Перечень таких объектов утверждается Советом депутатов Орехово-Зуевского городского округа Московской области в установленном порядке.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2.4. Муниципальная собственность формируется за счет: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2.4.1. Имущества, созданного или вновь созданного (приобретенного) за счет средств бюджета Орехово-Зуевского городского округа Московской области.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2.4.2. Имущества, переданного в муниципальную собственность Орехово-Зуевского городского округа Московской области на основании законодательства о разграничении государственной собственности в Российской Федерации на федеральную, государственную собственность субъектов Российской Федерации и муниципальную собственность.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2.4.3. Имущества, переданного в муниципальную собственность при передаче объектов из федеральной собственности и собственности Московской области в соответствии с действующим законодательством.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lastRenderedPageBreak/>
        <w:t>2.4.4. Приобретения имущества на основании договор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CC5D13">
        <w:rPr>
          <w:rFonts w:ascii="Times New Roman" w:hAnsi="Times New Roman" w:cs="Times New Roman"/>
          <w:sz w:val="24"/>
          <w:szCs w:val="24"/>
        </w:rPr>
        <w:t xml:space="preserve"> купли-продажи, мены, дарения или иной гражданско-правовой сделки, предусмотренной действующим законодательством.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2.4.5. Имущества, переданного безвозмездно в муниципальную собственность юридическими и физическими лицами.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2.4.6. Имущества, приобретенного в результате хозяйственной деятельности муниципальных унитарных предприятий и разрешенной хозяйственной деятельности муниципальных учреждений.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2.4.7. Участия в уставных капиталах хозяйственных обществ, а также участия в организациях иных организационно-правовых форм в соответствии с действующим законодательством.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2.4.8. Имущества, созданного в результате реализации инвестиционных проектов и договоров.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2.4.9. Бесхозяйного и выморочного имущества, признанного в установленном законодательством порядке муниципальной собственностью.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2.4.10. Получения продукции, плодов и доходов в результате использования муниципальной собственности.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2.4.11. Имущества, поступившего (находящегося) в муниципальную собственность по иным основаниям, предусмотренным действующим законодательством.</w:t>
      </w:r>
    </w:p>
    <w:p w:rsidR="00792A11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2.5. Принятие в муниципальную собственность Орехово-Зуевского городского округа Московской области имущества из федеральной собственности, из собственности Московской области осуществляется в порядке, установленном действующим законодательством Российской Федерации.</w:t>
      </w:r>
    </w:p>
    <w:p w:rsidR="00792A11" w:rsidRPr="001A2A5D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A5D">
        <w:rPr>
          <w:rFonts w:ascii="Times New Roman" w:hAnsi="Times New Roman" w:cs="Times New Roman"/>
          <w:sz w:val="24"/>
          <w:szCs w:val="24"/>
        </w:rPr>
        <w:t xml:space="preserve">Порядок передачи имущества из муниципальной собственности в федеральную собственность и собственность Московской области регламентируется законодательством Российской Федерации. Перечень документов, необходимых для принятия решения о передаче имущества, установлен </w:t>
      </w:r>
      <w:hyperlink r:id="rId25" w:history="1">
        <w:r w:rsidRPr="001A2A5D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1A2A5D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№ 374 от 13.06.2006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</w:t>
      </w:r>
      <w:r>
        <w:rPr>
          <w:rFonts w:ascii="Times New Roman" w:hAnsi="Times New Roman" w:cs="Times New Roman"/>
          <w:sz w:val="24"/>
          <w:szCs w:val="24"/>
        </w:rPr>
        <w:t>ть субъекта Российской Федерации»</w:t>
      </w:r>
      <w:r w:rsidRPr="001A2A5D">
        <w:rPr>
          <w:rFonts w:ascii="Times New Roman" w:hAnsi="Times New Roman" w:cs="Times New Roman"/>
          <w:sz w:val="24"/>
          <w:szCs w:val="24"/>
        </w:rPr>
        <w:t>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2.6. Муниципальная собственность может находиться как на территории Орехово-Зуевского городского округа Московской области, так и за ее пределами.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2.7. Право муниципальной собственности прекращается: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- в случае гибели или уничтожения имущества;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- при отчуждении имущества другим лицам, в том числе в порядке приватизации, в порядке разграничения муниципальной собственности;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- путем обращения взыскания на имущество по обязательствам муниципального образования в порядке, предусмотренном законодательством Российской Федерации;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- по иным основаниям, предусмотренным законодательством Российской Федерации.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 xml:space="preserve">2.8. Государственная регистрация наличия, возникновения, прекращения, перехода, ограничения (обременения) прав на недвижимое имущество и сделок с ним осуществляется на </w:t>
      </w:r>
      <w:r w:rsidRPr="00CC5D13">
        <w:rPr>
          <w:rFonts w:ascii="Times New Roman" w:hAnsi="Times New Roman" w:cs="Times New Roman"/>
          <w:sz w:val="24"/>
          <w:szCs w:val="24"/>
        </w:rPr>
        <w:lastRenderedPageBreak/>
        <w:t>основании документов, которые в соответствии с действующим законодательством Российской Федерации подтверждают наличие, возникновение, прекращение, переход, ограничение (обременение) прав.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2.9. Порядок государственной регистрации права собственности на муниципальное недвижимое имущество, иных вещных прав, ограничений (обременения) прав и сделок с ним осуществляется в соответствии с действующим законодательством.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2.10. Подготовка документов и предоставление их на государственную регистрацию наличия, возникновения, прекращения, перехода, ограничения (обременения) прав на муниципальное недвижимое имущество и сделок с ним осуществляется Комитетом по управлению имуществом администрации Орехово-Зуевского городского округа Московской области в рамках своих полномочий.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 xml:space="preserve">2.11. Сведения о произведенных государственных регистрационных действиях с муниципальным имуществом вносятся Комитетом по управлению имуществом администрации Орехово-Зуевского городского округа Московской области </w:t>
      </w:r>
      <w:r w:rsidRPr="00431CDB">
        <w:rPr>
          <w:rFonts w:ascii="Times New Roman" w:hAnsi="Times New Roman" w:cs="Times New Roman"/>
          <w:sz w:val="24"/>
          <w:szCs w:val="24"/>
        </w:rPr>
        <w:t>в Реестр муниципального имущества Орехово-Зуевского городского округа Московской области</w:t>
      </w:r>
      <w:r w:rsidRPr="00CC5D13">
        <w:rPr>
          <w:rFonts w:ascii="Times New Roman" w:hAnsi="Times New Roman" w:cs="Times New Roman"/>
          <w:sz w:val="24"/>
          <w:szCs w:val="24"/>
        </w:rPr>
        <w:t xml:space="preserve"> в установленном порядке.</w:t>
      </w:r>
    </w:p>
    <w:p w:rsidR="00792A11" w:rsidRPr="00885B26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5B26">
        <w:rPr>
          <w:rFonts w:ascii="Times New Roman" w:hAnsi="Times New Roman" w:cs="Times New Roman"/>
          <w:sz w:val="24"/>
          <w:szCs w:val="24"/>
        </w:rPr>
        <w:t>2.12. Включение в состав муниципальной собственности имущества осуществляется на основании:</w:t>
      </w:r>
    </w:p>
    <w:p w:rsidR="00792A11" w:rsidRPr="00885B26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88"/>
      <w:bookmarkEnd w:id="0"/>
      <w:r w:rsidRPr="00885B26">
        <w:rPr>
          <w:rFonts w:ascii="Times New Roman" w:hAnsi="Times New Roman" w:cs="Times New Roman"/>
          <w:sz w:val="24"/>
          <w:szCs w:val="24"/>
        </w:rPr>
        <w:t>2.12.1. Решений Совета депутатов Орехово-Зуевского городского округа Московской области в случае передачи имущества из федеральной собственности, собственности Московской области, муниципальной собственности другого муниципального образования в муниципальную собственность, предусматривающих совершение Комитетом по управлению имуществом администрации Орехово-Зуевского городского округа Московской области юридических действий по включению в состав муниципальной собственности принятого имущества.</w:t>
      </w:r>
    </w:p>
    <w:p w:rsidR="00792A11" w:rsidRPr="00885B26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5B26">
        <w:rPr>
          <w:rFonts w:ascii="Times New Roman" w:hAnsi="Times New Roman" w:cs="Times New Roman"/>
          <w:sz w:val="24"/>
          <w:szCs w:val="24"/>
        </w:rPr>
        <w:t>2.12.2. Постановлений администрации Орехово-Зуевского городского округа Московской области в случаях создания или приобретения за счет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5B26">
        <w:rPr>
          <w:rFonts w:ascii="Times New Roman" w:hAnsi="Times New Roman" w:cs="Times New Roman"/>
          <w:sz w:val="24"/>
          <w:szCs w:val="24"/>
        </w:rPr>
        <w:t>Орехово-Зуевского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885B26">
        <w:rPr>
          <w:rFonts w:ascii="Times New Roman" w:hAnsi="Times New Roman" w:cs="Times New Roman"/>
          <w:sz w:val="24"/>
          <w:szCs w:val="24"/>
        </w:rPr>
        <w:t xml:space="preserve">, а также в случаях безвозмездной передачи в муниципальную собственность </w:t>
      </w:r>
      <w:r>
        <w:rPr>
          <w:rFonts w:ascii="Times New Roman" w:hAnsi="Times New Roman" w:cs="Times New Roman"/>
          <w:sz w:val="24"/>
          <w:szCs w:val="24"/>
        </w:rPr>
        <w:t>имущества</w:t>
      </w:r>
      <w:r w:rsidRPr="00885B26">
        <w:rPr>
          <w:rFonts w:ascii="Times New Roman" w:hAnsi="Times New Roman" w:cs="Times New Roman"/>
          <w:sz w:val="24"/>
          <w:szCs w:val="24"/>
        </w:rPr>
        <w:t>.</w:t>
      </w:r>
    </w:p>
    <w:p w:rsidR="00792A11" w:rsidRPr="00885B26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90"/>
      <w:bookmarkEnd w:id="1"/>
      <w:r w:rsidRPr="00885B26">
        <w:rPr>
          <w:rFonts w:ascii="Times New Roman" w:hAnsi="Times New Roman" w:cs="Times New Roman"/>
          <w:sz w:val="24"/>
          <w:szCs w:val="24"/>
        </w:rPr>
        <w:t>2.12.3. Распоряжений Комитета по управлению имуществом администрации Орехово-Зуевского городского округа Московской области:</w:t>
      </w:r>
    </w:p>
    <w:p w:rsidR="00792A11" w:rsidRPr="00885B26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5B26">
        <w:rPr>
          <w:rFonts w:ascii="Times New Roman" w:hAnsi="Times New Roman" w:cs="Times New Roman"/>
          <w:sz w:val="24"/>
          <w:szCs w:val="24"/>
        </w:rPr>
        <w:t>- при поступлении имущества от муниципальных предприятий и учреждений;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5B26">
        <w:rPr>
          <w:rFonts w:ascii="Times New Roman" w:hAnsi="Times New Roman" w:cs="Times New Roman"/>
          <w:sz w:val="24"/>
          <w:szCs w:val="24"/>
        </w:rPr>
        <w:t>- в случаях ликвидации муниципальных предприятий и учреждений.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2.12.4. Документов, подтверждающих возникновение права муниципальной собственности (договоров и соглашений, документов о государственной регистрации права собственности, решений суда, актов приема-передачи и др</w:t>
      </w:r>
      <w:r>
        <w:rPr>
          <w:rFonts w:ascii="Times New Roman" w:hAnsi="Times New Roman" w:cs="Times New Roman"/>
          <w:sz w:val="24"/>
          <w:szCs w:val="24"/>
        </w:rPr>
        <w:t>угое</w:t>
      </w:r>
      <w:r w:rsidRPr="00CC5D13">
        <w:rPr>
          <w:rFonts w:ascii="Times New Roman" w:hAnsi="Times New Roman" w:cs="Times New Roman"/>
          <w:sz w:val="24"/>
          <w:szCs w:val="24"/>
        </w:rPr>
        <w:t xml:space="preserve">), в иных случаях, не предусмотренных </w:t>
      </w:r>
      <w:hyperlink w:anchor="Par88" w:history="1">
        <w:r w:rsidRPr="00CC5D13">
          <w:rPr>
            <w:rFonts w:ascii="Times New Roman" w:hAnsi="Times New Roman" w:cs="Times New Roman"/>
            <w:sz w:val="24"/>
            <w:szCs w:val="24"/>
          </w:rPr>
          <w:t>пунктами 2.12.1</w:t>
        </w:r>
      </w:hyperlink>
      <w:r w:rsidRPr="00CC5D13">
        <w:rPr>
          <w:rFonts w:ascii="Times New Roman" w:hAnsi="Times New Roman" w:cs="Times New Roman"/>
          <w:sz w:val="24"/>
          <w:szCs w:val="24"/>
        </w:rPr>
        <w:t>-</w:t>
      </w:r>
      <w:hyperlink w:anchor="Par90" w:history="1">
        <w:r w:rsidRPr="00CC5D13">
          <w:rPr>
            <w:rFonts w:ascii="Times New Roman" w:hAnsi="Times New Roman" w:cs="Times New Roman"/>
            <w:sz w:val="24"/>
            <w:szCs w:val="24"/>
          </w:rPr>
          <w:t>2.12.3</w:t>
        </w:r>
      </w:hyperlink>
      <w:r w:rsidRPr="00CC5D13">
        <w:rPr>
          <w:rFonts w:ascii="Times New Roman" w:hAnsi="Times New Roman" w:cs="Times New Roman"/>
          <w:sz w:val="24"/>
          <w:szCs w:val="24"/>
        </w:rPr>
        <w:t>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2.13. В целях эффективного использования муниципального имущества на основании распоряжения Комитета по управлению имуществом администрации Орехово-Зуевского городского округа Московской области имущество закрепляется за муниципальными предприятиями и учреждениями на праве хозяйственного ведения и оперативного управления.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2.14. Документы, подтверждающие право муниципальной собственности, подлежат постоянному хранению Комитетом по управлению имуществом администрации Орехово-Зуевского городского округа Московской области.</w:t>
      </w:r>
    </w:p>
    <w:p w:rsidR="00792A11" w:rsidRDefault="00792A11" w:rsidP="00792A1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92A11" w:rsidRPr="00885B26" w:rsidRDefault="00792A11" w:rsidP="00792A1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85B26">
        <w:rPr>
          <w:rFonts w:ascii="Times New Roman" w:hAnsi="Times New Roman" w:cs="Times New Roman"/>
          <w:b/>
          <w:sz w:val="24"/>
          <w:szCs w:val="24"/>
        </w:rPr>
        <w:lastRenderedPageBreak/>
        <w:t>3. Управление и распоряжение муниципальной собственностью</w:t>
      </w:r>
    </w:p>
    <w:p w:rsidR="00792A11" w:rsidRPr="00CC5D13" w:rsidRDefault="00792A11" w:rsidP="00792A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2A11" w:rsidRPr="00CC5D13" w:rsidRDefault="00792A11" w:rsidP="00792A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3.1. Формы управления и распоряжения муниципальной собственностью: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- учет муниципального имущества;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- закрепление муниципального имущества за муниципальными предприятиями и учреждениями;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- предоставление муниципального имущества в аренду;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- передача муниципального имущества в безвозмездное пользование;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- предоставление земельных участков в собственность, безвозмездное пользование, аренду, постоянное (бессрочное) пользование;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- предоставление муниципального имущества в доверительное управление;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- передача муниципального имущества в залог (ипотеку);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- отчуждение, в том числе приватизация муниципального имущества;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- внесение в качестве вкладов (оплата акций, паев, долей) в уставные капиталы хозяйственных товариществ и обществ;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- передача муниципальной собственности некоммерческим организациям;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- предоставление жилых помещений по договорам социального найма, договорам найма служебного жилого помещения, дог</w:t>
      </w:r>
      <w:r>
        <w:rPr>
          <w:rFonts w:ascii="Times New Roman" w:hAnsi="Times New Roman" w:cs="Times New Roman"/>
          <w:sz w:val="24"/>
          <w:szCs w:val="24"/>
        </w:rPr>
        <w:t xml:space="preserve">оворам мены жилых помещений и так </w:t>
      </w:r>
      <w:r w:rsidRPr="00CC5D13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алее</w:t>
      </w:r>
      <w:r w:rsidRPr="00CC5D13">
        <w:rPr>
          <w:rFonts w:ascii="Times New Roman" w:hAnsi="Times New Roman" w:cs="Times New Roman"/>
          <w:sz w:val="24"/>
          <w:szCs w:val="24"/>
        </w:rPr>
        <w:t>;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- иные формы управления и распоряжения муниципальным имуществом в соответствии с действующим законодательством.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Условия и порядок управления и распоряжения муниципальной собственностью регулируются действующим законодательством Российской Федерации, законодательством Московской области, а также отдельными муниципальными нормативными правовыми актами Орехово-Зуевского городского округа Московской области, применяемыми по отношению к соответствующим формам управления и распоряжения муниципальной собственностью, а также настоящим Порядком.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3.2. Органы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5D13">
        <w:rPr>
          <w:rFonts w:ascii="Times New Roman" w:hAnsi="Times New Roman" w:cs="Times New Roman"/>
          <w:sz w:val="24"/>
          <w:szCs w:val="24"/>
        </w:rPr>
        <w:t>Орехово-Зуевского городского округа Московской области от имени Орехово-Зуевского городского округа Московской области вправе создавать, реорганизовывать и ликвидировать муниципальные предприятия и учреждения, необходимые для осуществления полномочий по решению вопросов местного значения.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3.3. Органы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5D13">
        <w:rPr>
          <w:rFonts w:ascii="Times New Roman" w:hAnsi="Times New Roman" w:cs="Times New Roman"/>
          <w:sz w:val="24"/>
          <w:szCs w:val="24"/>
        </w:rPr>
        <w:t>Орехово-Зуевского городского округа Московской области от имени Орехово-Зуевского городского округа Московской области вправе передавать объекты муниципальной собственности во временное или в постоянное пользование физическим и юридическим лицам, органам государственной власти Российской Федерации (органам государственной власти Московской области) и органам местного самоуправления иных муниципальных образований, отчуждать, совершать иные сделки в соответствии с действующим законодательством.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3.4. Учредителем муниципальных предприятий или муниципальных учреждений Орехово-Зуевского городского округа Московской области является муниципальное образование Орехово-Зуевск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CC5D13">
        <w:rPr>
          <w:rFonts w:ascii="Times New Roman" w:hAnsi="Times New Roman" w:cs="Times New Roman"/>
          <w:sz w:val="24"/>
          <w:szCs w:val="24"/>
        </w:rPr>
        <w:t xml:space="preserve"> городско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CC5D13">
        <w:rPr>
          <w:rFonts w:ascii="Times New Roman" w:hAnsi="Times New Roman" w:cs="Times New Roman"/>
          <w:sz w:val="24"/>
          <w:szCs w:val="24"/>
        </w:rPr>
        <w:t xml:space="preserve"> округ Московской области.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 xml:space="preserve">Функции и полномочия учредителя в отношении муниципальных предприятий и </w:t>
      </w:r>
      <w:r w:rsidRPr="00CC5D13">
        <w:rPr>
          <w:rFonts w:ascii="Times New Roman" w:hAnsi="Times New Roman" w:cs="Times New Roman"/>
          <w:sz w:val="24"/>
          <w:szCs w:val="24"/>
        </w:rPr>
        <w:lastRenderedPageBreak/>
        <w:t>учреждений осуществляет уполномоченный орган местного самоуправления в рамках своих полномочий.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3.5. За муниципальными унитарными предприятиями муниципальное имущество закрепляется на праве хозяйственного ведения. Муниципальные унитарные предприятия осуществляют права владения, пользования и распоряжения этим имуществом в пределах, установленных действующим законодательством и уставами этих предприятий.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3.6. За органами местного самоуправления Орехово-Зуевского городского округа Московской области и муниципальными учреждениями имущество, находящееся в муниципальной собственности, закрепляется на праве оперативного управления и используется в соответствии с целями их деятельности и назначением имущества.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3.7. Муниципальные унитарные предприятия и муниципальные учреждения, наделенные вещными и обязательственными правами в отношении муниципального имущества, несут ответственность за его сохранность и эффективное использование.</w:t>
      </w:r>
    </w:p>
    <w:p w:rsidR="00792A11" w:rsidRPr="003F1945" w:rsidRDefault="00792A11" w:rsidP="00792A11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1945">
        <w:rPr>
          <w:rFonts w:ascii="Times New Roman" w:hAnsi="Times New Roman" w:cs="Times New Roman"/>
          <w:sz w:val="24"/>
          <w:szCs w:val="24"/>
        </w:rPr>
        <w:t>Списание движимого муниципального имущества, закрепленного на праве хозяйственного ведения и оперативного управления за муниципальными унитарными предприятиями и муниципальными учреждениями, осуществляется в соответствии с действующим законодательством.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1945">
        <w:rPr>
          <w:rFonts w:ascii="Times New Roman" w:hAnsi="Times New Roman" w:cs="Times New Roman"/>
          <w:sz w:val="24"/>
          <w:szCs w:val="24"/>
        </w:rPr>
        <w:t>3.8. Муниципальное образование имеет право на получение части прибыли от</w:t>
      </w:r>
      <w:r w:rsidRPr="00CC5D13">
        <w:rPr>
          <w:rFonts w:ascii="Times New Roman" w:hAnsi="Times New Roman" w:cs="Times New Roman"/>
          <w:sz w:val="24"/>
          <w:szCs w:val="24"/>
        </w:rPr>
        <w:t xml:space="preserve"> использования муниципального имущества, находящегося в хозяйственном ведении муниципального унитарного предприятия.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3.9. Комитет по управлению имуществом администрации Орехово-Зуевского городского округа Московской области в пределах своих полномочий осуществляет контроль за сохранностью и за эффективностью использования муниципальной собственности, а также защиту имущественных прав Орехово-Зуевского городского округа Московской области.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13">
        <w:rPr>
          <w:rFonts w:ascii="Times New Roman" w:hAnsi="Times New Roman" w:cs="Times New Roman"/>
          <w:sz w:val="24"/>
          <w:szCs w:val="24"/>
        </w:rPr>
        <w:t>3.10. В случае нарушения порядка использования муниципального имущества, закрепленного за муниципальными предприятиями и муниципальными учреждениями, право хозяйственного ведения и право оперативного управления имуществом прекращаются по основаниям и в порядке, предусмотренным действующим законодательством для прекращения права собственности, а также в случаях правомерного изъятия имущества у предприятия или учреждения по решению собственника.</w:t>
      </w:r>
    </w:p>
    <w:p w:rsidR="00792A11" w:rsidRPr="00CC5D13" w:rsidRDefault="00792A11" w:rsidP="00792A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2A11" w:rsidRPr="00885B26" w:rsidRDefault="00792A11" w:rsidP="00792A1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85B26">
        <w:rPr>
          <w:rFonts w:ascii="Times New Roman" w:hAnsi="Times New Roman" w:cs="Times New Roman"/>
          <w:b/>
          <w:sz w:val="24"/>
          <w:szCs w:val="24"/>
        </w:rPr>
        <w:t>4. Заключительные положения</w:t>
      </w:r>
    </w:p>
    <w:p w:rsidR="00792A11" w:rsidRPr="00CC5D13" w:rsidRDefault="00792A11" w:rsidP="00792A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2A11" w:rsidRPr="00CC5D13" w:rsidRDefault="00792A11" w:rsidP="00792A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C5D13">
        <w:rPr>
          <w:rFonts w:ascii="Times New Roman" w:hAnsi="Times New Roman" w:cs="Times New Roman"/>
          <w:sz w:val="24"/>
          <w:szCs w:val="24"/>
        </w:rPr>
        <w:t>.1. Органы местного самоуправления Орехово-Зуевского городского округа Московской области могут осуществлять и иные полномочия в области формирования, управления и распоряжения муниципальной собственностью, не противоречащие действующему федеральному законодательству и законодательству Московской области, а также нормативно-правовым актам Орехово-Зуевского городского округа Московской области.</w:t>
      </w:r>
    </w:p>
    <w:p w:rsidR="00792A11" w:rsidRPr="00CC5D13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C5D13">
        <w:rPr>
          <w:rFonts w:ascii="Times New Roman" w:hAnsi="Times New Roman" w:cs="Times New Roman"/>
          <w:sz w:val="24"/>
          <w:szCs w:val="24"/>
        </w:rPr>
        <w:t>.2. Вопросы, не урегулированные настоящим Положением, регулируются действующим законодательством и муниципальными правовыми актами Орехово-Зуевского городского округа Московской области.</w:t>
      </w:r>
    </w:p>
    <w:p w:rsidR="00792A11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C5D13">
        <w:rPr>
          <w:rFonts w:ascii="Times New Roman" w:hAnsi="Times New Roman" w:cs="Times New Roman"/>
          <w:sz w:val="24"/>
          <w:szCs w:val="24"/>
        </w:rPr>
        <w:t>.3. Настоящее Положение вступает в силу с момента официального опубликования.</w:t>
      </w:r>
    </w:p>
    <w:p w:rsidR="00792A11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2A11" w:rsidRDefault="00792A11" w:rsidP="00792A11">
      <w:pPr>
        <w:pStyle w:val="ConsPlusNormal"/>
        <w:spacing w:before="16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2A11" w:rsidRPr="004C7AD2" w:rsidRDefault="00792A11" w:rsidP="00792A11">
      <w:pPr>
        <w:rPr>
          <w:b/>
        </w:rPr>
      </w:pPr>
      <w:r w:rsidRPr="004C7AD2">
        <w:rPr>
          <w:b/>
        </w:rPr>
        <w:t xml:space="preserve">Глава Орехово-Зуевского </w:t>
      </w:r>
    </w:p>
    <w:p w:rsidR="00307A76" w:rsidRPr="008A7087" w:rsidRDefault="00792A11" w:rsidP="008A7087">
      <w:pPr>
        <w:rPr>
          <w:b/>
        </w:rPr>
      </w:pPr>
      <w:r w:rsidRPr="004C7AD2">
        <w:rPr>
          <w:b/>
        </w:rPr>
        <w:t>городского округа</w:t>
      </w:r>
      <w:r>
        <w:rPr>
          <w:b/>
        </w:rPr>
        <w:t xml:space="preserve"> </w:t>
      </w:r>
      <w:r w:rsidRPr="004C7AD2">
        <w:rPr>
          <w:b/>
        </w:rPr>
        <w:t>Московской области</w:t>
      </w:r>
      <w:r w:rsidRPr="004C7AD2">
        <w:rPr>
          <w:b/>
        </w:rPr>
        <w:tab/>
      </w:r>
      <w:r>
        <w:rPr>
          <w:b/>
        </w:rPr>
        <w:t xml:space="preserve">                                          </w:t>
      </w:r>
      <w:r w:rsidRPr="004C7AD2">
        <w:rPr>
          <w:b/>
        </w:rPr>
        <w:t xml:space="preserve">          </w:t>
      </w:r>
      <w:r>
        <w:rPr>
          <w:b/>
        </w:rPr>
        <w:t xml:space="preserve">  </w:t>
      </w:r>
      <w:r w:rsidRPr="004C7AD2">
        <w:rPr>
          <w:b/>
        </w:rPr>
        <w:t xml:space="preserve">       Г. О. Панин</w:t>
      </w:r>
      <w:bookmarkStart w:id="2" w:name="_GoBack"/>
      <w:bookmarkEnd w:id="2"/>
      <w:r w:rsidR="00CF4A97" w:rsidRPr="0067262E">
        <w:rPr>
          <w:b/>
        </w:rPr>
        <w:t xml:space="preserve"> </w:t>
      </w:r>
    </w:p>
    <w:sectPr w:rsidR="00307A76" w:rsidRPr="008A7087" w:rsidSect="004E6073">
      <w:pgSz w:w="11906" w:h="16838" w:code="9"/>
      <w:pgMar w:top="1134" w:right="851" w:bottom="1134" w:left="1134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934A2"/>
    <w:multiLevelType w:val="hybridMultilevel"/>
    <w:tmpl w:val="2CB0B26A"/>
    <w:lvl w:ilvl="0" w:tplc="B9020B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4033CC1"/>
    <w:multiLevelType w:val="hybridMultilevel"/>
    <w:tmpl w:val="0AF22702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2">
    <w:nsid w:val="3F611D6E"/>
    <w:multiLevelType w:val="hybridMultilevel"/>
    <w:tmpl w:val="397821D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0ED019B"/>
    <w:multiLevelType w:val="hybridMultilevel"/>
    <w:tmpl w:val="079C4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3D67E8"/>
    <w:multiLevelType w:val="multilevel"/>
    <w:tmpl w:val="D494F06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52221A9A"/>
    <w:multiLevelType w:val="hybridMultilevel"/>
    <w:tmpl w:val="79C4F71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A55497"/>
    <w:multiLevelType w:val="multilevel"/>
    <w:tmpl w:val="ECC6FA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5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78DD0CA8"/>
    <w:multiLevelType w:val="hybridMultilevel"/>
    <w:tmpl w:val="39305C88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51D"/>
    <w:rsid w:val="000128DA"/>
    <w:rsid w:val="00016BD3"/>
    <w:rsid w:val="000204F3"/>
    <w:rsid w:val="000275D6"/>
    <w:rsid w:val="00037B0B"/>
    <w:rsid w:val="0005484A"/>
    <w:rsid w:val="00063EE6"/>
    <w:rsid w:val="000703EB"/>
    <w:rsid w:val="00077780"/>
    <w:rsid w:val="00082BEA"/>
    <w:rsid w:val="0008629D"/>
    <w:rsid w:val="00094F83"/>
    <w:rsid w:val="000B6C27"/>
    <w:rsid w:val="000C2D41"/>
    <w:rsid w:val="000E5877"/>
    <w:rsid w:val="000F0556"/>
    <w:rsid w:val="000F5217"/>
    <w:rsid w:val="00106872"/>
    <w:rsid w:val="00111EFA"/>
    <w:rsid w:val="001144C4"/>
    <w:rsid w:val="00123B89"/>
    <w:rsid w:val="001249F3"/>
    <w:rsid w:val="00136036"/>
    <w:rsid w:val="00136B43"/>
    <w:rsid w:val="00137E81"/>
    <w:rsid w:val="001406F3"/>
    <w:rsid w:val="00142555"/>
    <w:rsid w:val="00156E9A"/>
    <w:rsid w:val="00164114"/>
    <w:rsid w:val="00167D85"/>
    <w:rsid w:val="00171835"/>
    <w:rsid w:val="00191D40"/>
    <w:rsid w:val="00193A31"/>
    <w:rsid w:val="001A2A5D"/>
    <w:rsid w:val="001A5397"/>
    <w:rsid w:val="001B42CB"/>
    <w:rsid w:val="001B5567"/>
    <w:rsid w:val="001C3E1C"/>
    <w:rsid w:val="001D1E67"/>
    <w:rsid w:val="001D6024"/>
    <w:rsid w:val="001E0584"/>
    <w:rsid w:val="001E4969"/>
    <w:rsid w:val="001E6AE5"/>
    <w:rsid w:val="001E6CEB"/>
    <w:rsid w:val="001F5556"/>
    <w:rsid w:val="00200A7B"/>
    <w:rsid w:val="0020596E"/>
    <w:rsid w:val="002077C0"/>
    <w:rsid w:val="00212FA3"/>
    <w:rsid w:val="00214842"/>
    <w:rsid w:val="0022682F"/>
    <w:rsid w:val="0022759E"/>
    <w:rsid w:val="002350F1"/>
    <w:rsid w:val="002465B0"/>
    <w:rsid w:val="00255566"/>
    <w:rsid w:val="00257154"/>
    <w:rsid w:val="00260CD1"/>
    <w:rsid w:val="002732D8"/>
    <w:rsid w:val="00276D8B"/>
    <w:rsid w:val="00281A3D"/>
    <w:rsid w:val="00286201"/>
    <w:rsid w:val="0029611A"/>
    <w:rsid w:val="00297BDD"/>
    <w:rsid w:val="002A0724"/>
    <w:rsid w:val="002A2CE1"/>
    <w:rsid w:val="002A3A68"/>
    <w:rsid w:val="002A6A4A"/>
    <w:rsid w:val="002B14EE"/>
    <w:rsid w:val="002B1983"/>
    <w:rsid w:val="002B1E62"/>
    <w:rsid w:val="002B41CE"/>
    <w:rsid w:val="002B426A"/>
    <w:rsid w:val="002B4572"/>
    <w:rsid w:val="002B6CAD"/>
    <w:rsid w:val="002C14EA"/>
    <w:rsid w:val="002C1973"/>
    <w:rsid w:val="002C5168"/>
    <w:rsid w:val="002C79AD"/>
    <w:rsid w:val="002D56ED"/>
    <w:rsid w:val="002E0EBB"/>
    <w:rsid w:val="002E2DAE"/>
    <w:rsid w:val="002E368A"/>
    <w:rsid w:val="002E3824"/>
    <w:rsid w:val="002E54DA"/>
    <w:rsid w:val="002F0A40"/>
    <w:rsid w:val="00307A76"/>
    <w:rsid w:val="00316B0F"/>
    <w:rsid w:val="00336D7B"/>
    <w:rsid w:val="003413C4"/>
    <w:rsid w:val="00347989"/>
    <w:rsid w:val="00347FDE"/>
    <w:rsid w:val="00350E06"/>
    <w:rsid w:val="00351BAA"/>
    <w:rsid w:val="00357FF7"/>
    <w:rsid w:val="00360C5C"/>
    <w:rsid w:val="00360F8E"/>
    <w:rsid w:val="0036231F"/>
    <w:rsid w:val="00365E13"/>
    <w:rsid w:val="00373FEB"/>
    <w:rsid w:val="0037493A"/>
    <w:rsid w:val="003753E2"/>
    <w:rsid w:val="00375752"/>
    <w:rsid w:val="00385D94"/>
    <w:rsid w:val="003932DD"/>
    <w:rsid w:val="003969E0"/>
    <w:rsid w:val="003A4FFB"/>
    <w:rsid w:val="003B4389"/>
    <w:rsid w:val="003B6387"/>
    <w:rsid w:val="003D15D3"/>
    <w:rsid w:val="003D689E"/>
    <w:rsid w:val="003E2628"/>
    <w:rsid w:val="003E3B8F"/>
    <w:rsid w:val="003E4018"/>
    <w:rsid w:val="003E4471"/>
    <w:rsid w:val="003E6C08"/>
    <w:rsid w:val="003F208A"/>
    <w:rsid w:val="003F73DE"/>
    <w:rsid w:val="00404A1D"/>
    <w:rsid w:val="00406AA2"/>
    <w:rsid w:val="00415951"/>
    <w:rsid w:val="00422030"/>
    <w:rsid w:val="00422B06"/>
    <w:rsid w:val="004245B1"/>
    <w:rsid w:val="00426A79"/>
    <w:rsid w:val="004319F1"/>
    <w:rsid w:val="00431B86"/>
    <w:rsid w:val="00434E8E"/>
    <w:rsid w:val="0043602F"/>
    <w:rsid w:val="004375B8"/>
    <w:rsid w:val="00444E16"/>
    <w:rsid w:val="00446DD2"/>
    <w:rsid w:val="00453AA1"/>
    <w:rsid w:val="00456DC6"/>
    <w:rsid w:val="00463348"/>
    <w:rsid w:val="00467843"/>
    <w:rsid w:val="004679F9"/>
    <w:rsid w:val="0047236A"/>
    <w:rsid w:val="00481A79"/>
    <w:rsid w:val="00482739"/>
    <w:rsid w:val="00484300"/>
    <w:rsid w:val="0048451D"/>
    <w:rsid w:val="00491D09"/>
    <w:rsid w:val="004A0296"/>
    <w:rsid w:val="004A39B9"/>
    <w:rsid w:val="004B0295"/>
    <w:rsid w:val="004C37BE"/>
    <w:rsid w:val="004C7AD2"/>
    <w:rsid w:val="004D2F77"/>
    <w:rsid w:val="004D31E6"/>
    <w:rsid w:val="004D50C2"/>
    <w:rsid w:val="004E5970"/>
    <w:rsid w:val="004E6073"/>
    <w:rsid w:val="004F5B2A"/>
    <w:rsid w:val="004F6356"/>
    <w:rsid w:val="004F7050"/>
    <w:rsid w:val="00501792"/>
    <w:rsid w:val="00504081"/>
    <w:rsid w:val="005070A1"/>
    <w:rsid w:val="00510780"/>
    <w:rsid w:val="00510CDE"/>
    <w:rsid w:val="00512D98"/>
    <w:rsid w:val="005242F8"/>
    <w:rsid w:val="005274C1"/>
    <w:rsid w:val="00531EC2"/>
    <w:rsid w:val="0053778E"/>
    <w:rsid w:val="00545EF8"/>
    <w:rsid w:val="00547971"/>
    <w:rsid w:val="00551E7A"/>
    <w:rsid w:val="00551E90"/>
    <w:rsid w:val="0055310D"/>
    <w:rsid w:val="0055454E"/>
    <w:rsid w:val="00554855"/>
    <w:rsid w:val="00562A61"/>
    <w:rsid w:val="0056311C"/>
    <w:rsid w:val="00565ED1"/>
    <w:rsid w:val="00584F9B"/>
    <w:rsid w:val="00585F46"/>
    <w:rsid w:val="005901B4"/>
    <w:rsid w:val="00592484"/>
    <w:rsid w:val="005A0C3E"/>
    <w:rsid w:val="005A212B"/>
    <w:rsid w:val="005A5A21"/>
    <w:rsid w:val="005B083A"/>
    <w:rsid w:val="005B2388"/>
    <w:rsid w:val="005B4ED3"/>
    <w:rsid w:val="005B7916"/>
    <w:rsid w:val="005C20D9"/>
    <w:rsid w:val="005C536F"/>
    <w:rsid w:val="005C6BBB"/>
    <w:rsid w:val="005C7589"/>
    <w:rsid w:val="005D0632"/>
    <w:rsid w:val="005D21ED"/>
    <w:rsid w:val="005E179E"/>
    <w:rsid w:val="005E3444"/>
    <w:rsid w:val="005F271E"/>
    <w:rsid w:val="00602014"/>
    <w:rsid w:val="00607FF0"/>
    <w:rsid w:val="00623962"/>
    <w:rsid w:val="00625490"/>
    <w:rsid w:val="00626A5B"/>
    <w:rsid w:val="00630B68"/>
    <w:rsid w:val="0063673A"/>
    <w:rsid w:val="00661898"/>
    <w:rsid w:val="0066638E"/>
    <w:rsid w:val="0066785E"/>
    <w:rsid w:val="0067262E"/>
    <w:rsid w:val="0067764B"/>
    <w:rsid w:val="006A14B8"/>
    <w:rsid w:val="006A472E"/>
    <w:rsid w:val="006C4213"/>
    <w:rsid w:val="006E2F75"/>
    <w:rsid w:val="006E3C9F"/>
    <w:rsid w:val="006F4575"/>
    <w:rsid w:val="006F60D3"/>
    <w:rsid w:val="006F7C08"/>
    <w:rsid w:val="00702142"/>
    <w:rsid w:val="007121A6"/>
    <w:rsid w:val="00714F15"/>
    <w:rsid w:val="0072391A"/>
    <w:rsid w:val="00725351"/>
    <w:rsid w:val="00725D90"/>
    <w:rsid w:val="0073149F"/>
    <w:rsid w:val="00735142"/>
    <w:rsid w:val="00741FDE"/>
    <w:rsid w:val="00745D32"/>
    <w:rsid w:val="007512F4"/>
    <w:rsid w:val="00752896"/>
    <w:rsid w:val="00753F25"/>
    <w:rsid w:val="00764F91"/>
    <w:rsid w:val="00765ABB"/>
    <w:rsid w:val="00784417"/>
    <w:rsid w:val="0078533A"/>
    <w:rsid w:val="00792A11"/>
    <w:rsid w:val="00796D72"/>
    <w:rsid w:val="007A02A6"/>
    <w:rsid w:val="007A7FC2"/>
    <w:rsid w:val="007B163E"/>
    <w:rsid w:val="007B1ABF"/>
    <w:rsid w:val="007B23A6"/>
    <w:rsid w:val="007B261A"/>
    <w:rsid w:val="007B3707"/>
    <w:rsid w:val="007B665B"/>
    <w:rsid w:val="007B6B7F"/>
    <w:rsid w:val="007C2D1E"/>
    <w:rsid w:val="007C7606"/>
    <w:rsid w:val="007D0B69"/>
    <w:rsid w:val="007D30D3"/>
    <w:rsid w:val="007D7E30"/>
    <w:rsid w:val="007F3D31"/>
    <w:rsid w:val="007F7C27"/>
    <w:rsid w:val="008020CB"/>
    <w:rsid w:val="008021C5"/>
    <w:rsid w:val="00803987"/>
    <w:rsid w:val="00804990"/>
    <w:rsid w:val="00804D39"/>
    <w:rsid w:val="00810E70"/>
    <w:rsid w:val="00811F5B"/>
    <w:rsid w:val="008148DC"/>
    <w:rsid w:val="00821BBA"/>
    <w:rsid w:val="00821E9F"/>
    <w:rsid w:val="00824FF6"/>
    <w:rsid w:val="00830673"/>
    <w:rsid w:val="008321CE"/>
    <w:rsid w:val="00833782"/>
    <w:rsid w:val="008433CD"/>
    <w:rsid w:val="008433EB"/>
    <w:rsid w:val="0084568F"/>
    <w:rsid w:val="00850901"/>
    <w:rsid w:val="00855704"/>
    <w:rsid w:val="008578FB"/>
    <w:rsid w:val="008656B8"/>
    <w:rsid w:val="008665D8"/>
    <w:rsid w:val="008667F8"/>
    <w:rsid w:val="008774AF"/>
    <w:rsid w:val="0088154B"/>
    <w:rsid w:val="00882655"/>
    <w:rsid w:val="0088288D"/>
    <w:rsid w:val="008846A8"/>
    <w:rsid w:val="00885073"/>
    <w:rsid w:val="008910A3"/>
    <w:rsid w:val="008924DA"/>
    <w:rsid w:val="00894B7D"/>
    <w:rsid w:val="008A7087"/>
    <w:rsid w:val="008B341A"/>
    <w:rsid w:val="008B36F6"/>
    <w:rsid w:val="008B50D6"/>
    <w:rsid w:val="008D013D"/>
    <w:rsid w:val="008D16FE"/>
    <w:rsid w:val="008D610D"/>
    <w:rsid w:val="008E0781"/>
    <w:rsid w:val="008E16AF"/>
    <w:rsid w:val="008E5E59"/>
    <w:rsid w:val="008E6B10"/>
    <w:rsid w:val="008F68F9"/>
    <w:rsid w:val="008F7256"/>
    <w:rsid w:val="0090096D"/>
    <w:rsid w:val="0091626E"/>
    <w:rsid w:val="00921B3F"/>
    <w:rsid w:val="009306C2"/>
    <w:rsid w:val="009312B3"/>
    <w:rsid w:val="00940360"/>
    <w:rsid w:val="00943DAC"/>
    <w:rsid w:val="00957E97"/>
    <w:rsid w:val="009674B6"/>
    <w:rsid w:val="0097449D"/>
    <w:rsid w:val="00986163"/>
    <w:rsid w:val="009905B7"/>
    <w:rsid w:val="0099393F"/>
    <w:rsid w:val="009A12BD"/>
    <w:rsid w:val="009A12D5"/>
    <w:rsid w:val="009A3567"/>
    <w:rsid w:val="009B03DA"/>
    <w:rsid w:val="009B68AF"/>
    <w:rsid w:val="009B78E9"/>
    <w:rsid w:val="009C54E6"/>
    <w:rsid w:val="009C674C"/>
    <w:rsid w:val="009C6CDB"/>
    <w:rsid w:val="009D5D4C"/>
    <w:rsid w:val="009D7C5C"/>
    <w:rsid w:val="009F1B1C"/>
    <w:rsid w:val="009F4295"/>
    <w:rsid w:val="00A05C59"/>
    <w:rsid w:val="00A10738"/>
    <w:rsid w:val="00A1752D"/>
    <w:rsid w:val="00A20E14"/>
    <w:rsid w:val="00A21995"/>
    <w:rsid w:val="00A21E56"/>
    <w:rsid w:val="00A24BB5"/>
    <w:rsid w:val="00A25C95"/>
    <w:rsid w:val="00A27597"/>
    <w:rsid w:val="00A36020"/>
    <w:rsid w:val="00A364A0"/>
    <w:rsid w:val="00A409E9"/>
    <w:rsid w:val="00A4173F"/>
    <w:rsid w:val="00A448E8"/>
    <w:rsid w:val="00A468BF"/>
    <w:rsid w:val="00A5426E"/>
    <w:rsid w:val="00A54787"/>
    <w:rsid w:val="00A55867"/>
    <w:rsid w:val="00A63E96"/>
    <w:rsid w:val="00A65B0B"/>
    <w:rsid w:val="00A800F8"/>
    <w:rsid w:val="00A90689"/>
    <w:rsid w:val="00A93358"/>
    <w:rsid w:val="00AA39EE"/>
    <w:rsid w:val="00AB0A62"/>
    <w:rsid w:val="00AB408A"/>
    <w:rsid w:val="00AC0B42"/>
    <w:rsid w:val="00AD5C31"/>
    <w:rsid w:val="00AE6141"/>
    <w:rsid w:val="00AF08AA"/>
    <w:rsid w:val="00AF6F9A"/>
    <w:rsid w:val="00B01D35"/>
    <w:rsid w:val="00B025B5"/>
    <w:rsid w:val="00B27BC9"/>
    <w:rsid w:val="00B3266D"/>
    <w:rsid w:val="00B354BD"/>
    <w:rsid w:val="00B36CB7"/>
    <w:rsid w:val="00B40000"/>
    <w:rsid w:val="00B430F9"/>
    <w:rsid w:val="00B533C0"/>
    <w:rsid w:val="00B55BE9"/>
    <w:rsid w:val="00B562E1"/>
    <w:rsid w:val="00B72111"/>
    <w:rsid w:val="00B77BA3"/>
    <w:rsid w:val="00B867EF"/>
    <w:rsid w:val="00B924E7"/>
    <w:rsid w:val="00BA23FA"/>
    <w:rsid w:val="00BB090F"/>
    <w:rsid w:val="00BB43D0"/>
    <w:rsid w:val="00BC1353"/>
    <w:rsid w:val="00BC3974"/>
    <w:rsid w:val="00BC40C4"/>
    <w:rsid w:val="00BD1404"/>
    <w:rsid w:val="00BD4094"/>
    <w:rsid w:val="00BD7127"/>
    <w:rsid w:val="00BE1301"/>
    <w:rsid w:val="00BE2509"/>
    <w:rsid w:val="00BE6105"/>
    <w:rsid w:val="00BE6F45"/>
    <w:rsid w:val="00BF15EF"/>
    <w:rsid w:val="00BF1C87"/>
    <w:rsid w:val="00C0268C"/>
    <w:rsid w:val="00C0292F"/>
    <w:rsid w:val="00C14BE8"/>
    <w:rsid w:val="00C2046B"/>
    <w:rsid w:val="00C221AA"/>
    <w:rsid w:val="00C245CE"/>
    <w:rsid w:val="00C2636C"/>
    <w:rsid w:val="00C454A2"/>
    <w:rsid w:val="00C45570"/>
    <w:rsid w:val="00C50D87"/>
    <w:rsid w:val="00C54CF6"/>
    <w:rsid w:val="00C6233F"/>
    <w:rsid w:val="00C635B4"/>
    <w:rsid w:val="00C65CC2"/>
    <w:rsid w:val="00C677F0"/>
    <w:rsid w:val="00C8019B"/>
    <w:rsid w:val="00CB2266"/>
    <w:rsid w:val="00CB496F"/>
    <w:rsid w:val="00CC7491"/>
    <w:rsid w:val="00CC79E4"/>
    <w:rsid w:val="00CD2627"/>
    <w:rsid w:val="00CD2F2E"/>
    <w:rsid w:val="00CE62F8"/>
    <w:rsid w:val="00CF4A97"/>
    <w:rsid w:val="00D05642"/>
    <w:rsid w:val="00D06514"/>
    <w:rsid w:val="00D10615"/>
    <w:rsid w:val="00D11BAA"/>
    <w:rsid w:val="00D151B7"/>
    <w:rsid w:val="00D2023E"/>
    <w:rsid w:val="00D212A6"/>
    <w:rsid w:val="00D21C7D"/>
    <w:rsid w:val="00D24580"/>
    <w:rsid w:val="00D31963"/>
    <w:rsid w:val="00D33C4E"/>
    <w:rsid w:val="00D360EC"/>
    <w:rsid w:val="00D36C72"/>
    <w:rsid w:val="00D43589"/>
    <w:rsid w:val="00D47002"/>
    <w:rsid w:val="00D522AB"/>
    <w:rsid w:val="00D52F88"/>
    <w:rsid w:val="00D76ACD"/>
    <w:rsid w:val="00D813BD"/>
    <w:rsid w:val="00D82549"/>
    <w:rsid w:val="00D8754E"/>
    <w:rsid w:val="00D8790E"/>
    <w:rsid w:val="00D9163C"/>
    <w:rsid w:val="00D92B0A"/>
    <w:rsid w:val="00D94144"/>
    <w:rsid w:val="00DA3A1A"/>
    <w:rsid w:val="00DA44C2"/>
    <w:rsid w:val="00DA640B"/>
    <w:rsid w:val="00DB3871"/>
    <w:rsid w:val="00DB6297"/>
    <w:rsid w:val="00DC466B"/>
    <w:rsid w:val="00DD4D7B"/>
    <w:rsid w:val="00DE709B"/>
    <w:rsid w:val="00DE71FA"/>
    <w:rsid w:val="00DF209F"/>
    <w:rsid w:val="00DF6F75"/>
    <w:rsid w:val="00E02637"/>
    <w:rsid w:val="00E03BC1"/>
    <w:rsid w:val="00E14EA8"/>
    <w:rsid w:val="00E16CA9"/>
    <w:rsid w:val="00E200B7"/>
    <w:rsid w:val="00E200D9"/>
    <w:rsid w:val="00E21082"/>
    <w:rsid w:val="00E21200"/>
    <w:rsid w:val="00E21EFB"/>
    <w:rsid w:val="00E253D3"/>
    <w:rsid w:val="00E25E28"/>
    <w:rsid w:val="00E277A1"/>
    <w:rsid w:val="00E36F73"/>
    <w:rsid w:val="00E44275"/>
    <w:rsid w:val="00E5056D"/>
    <w:rsid w:val="00E5099E"/>
    <w:rsid w:val="00E51384"/>
    <w:rsid w:val="00E52903"/>
    <w:rsid w:val="00E634CA"/>
    <w:rsid w:val="00E81B43"/>
    <w:rsid w:val="00E82C4B"/>
    <w:rsid w:val="00E82E22"/>
    <w:rsid w:val="00E83EFB"/>
    <w:rsid w:val="00E924A0"/>
    <w:rsid w:val="00EA5B86"/>
    <w:rsid w:val="00EA6B04"/>
    <w:rsid w:val="00EB39AB"/>
    <w:rsid w:val="00EB5704"/>
    <w:rsid w:val="00EB6204"/>
    <w:rsid w:val="00EC5BBA"/>
    <w:rsid w:val="00EC71E9"/>
    <w:rsid w:val="00ED18A6"/>
    <w:rsid w:val="00ED2C77"/>
    <w:rsid w:val="00ED385E"/>
    <w:rsid w:val="00EE4EBF"/>
    <w:rsid w:val="00EE6E12"/>
    <w:rsid w:val="00EE784D"/>
    <w:rsid w:val="00EF0FE0"/>
    <w:rsid w:val="00EF4B32"/>
    <w:rsid w:val="00EF4EA7"/>
    <w:rsid w:val="00EF596F"/>
    <w:rsid w:val="00F00126"/>
    <w:rsid w:val="00F01487"/>
    <w:rsid w:val="00F0387E"/>
    <w:rsid w:val="00F15AEA"/>
    <w:rsid w:val="00F276F7"/>
    <w:rsid w:val="00F453DE"/>
    <w:rsid w:val="00F45E2E"/>
    <w:rsid w:val="00F4609A"/>
    <w:rsid w:val="00F51FB7"/>
    <w:rsid w:val="00F54631"/>
    <w:rsid w:val="00F56499"/>
    <w:rsid w:val="00F63F3F"/>
    <w:rsid w:val="00F65A63"/>
    <w:rsid w:val="00F72FA7"/>
    <w:rsid w:val="00F749AF"/>
    <w:rsid w:val="00F805A2"/>
    <w:rsid w:val="00F870AE"/>
    <w:rsid w:val="00F96890"/>
    <w:rsid w:val="00F9749D"/>
    <w:rsid w:val="00FA2889"/>
    <w:rsid w:val="00FA6D1C"/>
    <w:rsid w:val="00FB2DAD"/>
    <w:rsid w:val="00FC1450"/>
    <w:rsid w:val="00FC6B03"/>
    <w:rsid w:val="00FC7231"/>
    <w:rsid w:val="00FD15B3"/>
    <w:rsid w:val="00FD1DA0"/>
    <w:rsid w:val="00FE5D8A"/>
    <w:rsid w:val="00FE73B2"/>
    <w:rsid w:val="00FF255C"/>
    <w:rsid w:val="00FF7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AC21D5EB-5C89-4A0B-B2C2-A03FA3453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5B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4375B8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4375B8"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qFormat/>
    <w:rsid w:val="004375B8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4375B8"/>
    <w:pPr>
      <w:keepNext/>
      <w:widowControl/>
      <w:ind w:left="7080" w:firstLine="708"/>
      <w:jc w:val="center"/>
      <w:outlineLvl w:val="3"/>
    </w:pPr>
    <w:rPr>
      <w:u w:val="single"/>
    </w:rPr>
  </w:style>
  <w:style w:type="paragraph" w:styleId="5">
    <w:name w:val="heading 5"/>
    <w:basedOn w:val="a"/>
    <w:next w:val="a"/>
    <w:qFormat/>
    <w:rsid w:val="004375B8"/>
    <w:pPr>
      <w:keepNext/>
      <w:widowControl/>
      <w:jc w:val="right"/>
      <w:outlineLvl w:val="4"/>
    </w:pPr>
    <w:rPr>
      <w:b/>
      <w:bCs/>
      <w:sz w:val="28"/>
      <w:szCs w:val="28"/>
      <w:u w:val="single"/>
    </w:rPr>
  </w:style>
  <w:style w:type="paragraph" w:styleId="6">
    <w:name w:val="heading 6"/>
    <w:basedOn w:val="a"/>
    <w:next w:val="a"/>
    <w:link w:val="60"/>
    <w:qFormat/>
    <w:rsid w:val="004375B8"/>
    <w:pPr>
      <w:keepNext/>
      <w:widowControl/>
      <w:jc w:val="both"/>
      <w:outlineLvl w:val="5"/>
    </w:pPr>
    <w:rPr>
      <w:u w:val="single"/>
    </w:rPr>
  </w:style>
  <w:style w:type="paragraph" w:styleId="7">
    <w:name w:val="heading 7"/>
    <w:basedOn w:val="a"/>
    <w:next w:val="a"/>
    <w:qFormat/>
    <w:rsid w:val="004375B8"/>
    <w:pPr>
      <w:keepNext/>
      <w:widowControl/>
      <w:jc w:val="right"/>
      <w:outlineLvl w:val="6"/>
    </w:pPr>
    <w:rPr>
      <w:u w:val="single"/>
    </w:rPr>
  </w:style>
  <w:style w:type="paragraph" w:styleId="8">
    <w:name w:val="heading 8"/>
    <w:basedOn w:val="a"/>
    <w:next w:val="a"/>
    <w:link w:val="80"/>
    <w:qFormat/>
    <w:rsid w:val="004375B8"/>
    <w:pPr>
      <w:keepNext/>
      <w:widowControl/>
      <w:jc w:val="both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rsid w:val="004375B8"/>
    <w:pPr>
      <w:keepNext/>
      <w:widowControl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408A"/>
    <w:rPr>
      <w:color w:val="0000FF"/>
      <w:u w:val="single"/>
    </w:rPr>
  </w:style>
  <w:style w:type="table" w:styleId="a4">
    <w:name w:val="Table Grid"/>
    <w:basedOn w:val="a1"/>
    <w:rsid w:val="0008629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E16AF"/>
    <w:pPr>
      <w:ind w:left="708"/>
    </w:pPr>
  </w:style>
  <w:style w:type="paragraph" w:styleId="a6">
    <w:name w:val="Balloon Text"/>
    <w:basedOn w:val="a"/>
    <w:link w:val="a7"/>
    <w:rsid w:val="00EA6B04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EA6B0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rsid w:val="00077780"/>
    <w:rPr>
      <w:sz w:val="24"/>
      <w:szCs w:val="24"/>
      <w:u w:val="single"/>
    </w:rPr>
  </w:style>
  <w:style w:type="paragraph" w:styleId="21">
    <w:name w:val="Body Text Indent 2"/>
    <w:basedOn w:val="a"/>
    <w:link w:val="22"/>
    <w:uiPriority w:val="99"/>
    <w:rsid w:val="00E16CA9"/>
    <w:pPr>
      <w:widowControl/>
      <w:autoSpaceDE/>
      <w:autoSpaceDN/>
      <w:adjustRightInd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16CA9"/>
  </w:style>
  <w:style w:type="character" w:customStyle="1" w:styleId="80">
    <w:name w:val="Заголовок 8 Знак"/>
    <w:basedOn w:val="a0"/>
    <w:link w:val="8"/>
    <w:rsid w:val="00753F25"/>
    <w:rPr>
      <w:b/>
      <w:bCs/>
      <w:sz w:val="28"/>
      <w:szCs w:val="28"/>
    </w:rPr>
  </w:style>
  <w:style w:type="paragraph" w:styleId="a8">
    <w:name w:val="Body Text"/>
    <w:basedOn w:val="a"/>
    <w:link w:val="a9"/>
    <w:unhideWhenUsed/>
    <w:rsid w:val="0072391A"/>
    <w:pPr>
      <w:spacing w:after="120"/>
    </w:pPr>
  </w:style>
  <w:style w:type="character" w:customStyle="1" w:styleId="a9">
    <w:name w:val="Основной текст Знак"/>
    <w:basedOn w:val="a0"/>
    <w:link w:val="a8"/>
    <w:rsid w:val="0072391A"/>
    <w:rPr>
      <w:sz w:val="24"/>
      <w:szCs w:val="24"/>
    </w:rPr>
  </w:style>
  <w:style w:type="paragraph" w:customStyle="1" w:styleId="ConsPlusTitle">
    <w:name w:val="ConsPlusTitle"/>
    <w:rsid w:val="0072391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Основной текст (4)"/>
    <w:basedOn w:val="a0"/>
    <w:rsid w:val="00070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styleId="aa">
    <w:name w:val="Body Text Indent"/>
    <w:basedOn w:val="a"/>
    <w:link w:val="ab"/>
    <w:unhideWhenUsed/>
    <w:rsid w:val="003413C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3413C4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191D40"/>
    <w:rPr>
      <w:b/>
      <w:bCs/>
      <w:sz w:val="32"/>
      <w:szCs w:val="32"/>
    </w:rPr>
  </w:style>
  <w:style w:type="paragraph" w:customStyle="1" w:styleId="ConsPlusNormal">
    <w:name w:val="ConsPlusNormal"/>
    <w:rsid w:val="00584F9B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9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34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9531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35352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7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645643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7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263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0096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8339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53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75019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1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961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4006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605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676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710474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1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967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84188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38152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62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282230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E69C5D0468E0B891A40EB2469002E468B2358368EB277BE0F8DD3B853C0C3D4F480153EACFE5F66ACC0AA24F5BD37BB2269110A73C451Ar5Q6I" TargetMode="External"/><Relationship Id="rId13" Type="http://schemas.openxmlformats.org/officeDocument/2006/relationships/hyperlink" Target="consultantplus://offline/ref=10EBCD3571CCBDCD0D60AA00486E9984C3A47B5AD7B5BCB5B564C81B25015ECEF0DAFD68129570FCE65A695F01780B5A77BE92C5F22F5522JAKEJ" TargetMode="External"/><Relationship Id="rId18" Type="http://schemas.openxmlformats.org/officeDocument/2006/relationships/hyperlink" Target="consultantplus://offline/ref=A44F0F07E426695D61161B747EC70A99BBA9818B3FD1268B31D6150B144075DBE826B8B5F6C5CEF069CC79BA4Bh2tCI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A44F0F07E426695D61161B747EC70A99BBAE878E38D7268B31D6150B144075DBFA26E0B9F7C5D5F962D92FEB0D79157FE05B892F2FF57704h4t5I" TargetMode="External"/><Relationship Id="rId7" Type="http://schemas.openxmlformats.org/officeDocument/2006/relationships/hyperlink" Target="consultantplus://offline/ref=06E69C5D0468E0B891A40EB2469002E468B3338E6FE0277BE0F8DD3B853C0C3D4F480153EACFE5F66BCC0AA24F5BD37BB2269110A73C451Ar5Q6I" TargetMode="External"/><Relationship Id="rId12" Type="http://schemas.openxmlformats.org/officeDocument/2006/relationships/hyperlink" Target="consultantplus://offline/ref=10EBCD3571CCBDCD0D60AA00486E9984C3A07B58D2B5BCB5B564C81B25015ECEF0DAFD68129570FCE65A695F01780B5A77BE92C5F22F5522JAKEJ" TargetMode="External"/><Relationship Id="rId17" Type="http://schemas.openxmlformats.org/officeDocument/2006/relationships/hyperlink" Target="consultantplus://offline/ref=A44F0F07E426695D61161B747EC70A99BBAE878E39D5268B31D6150B144075DBE826B8B5F6C5CEF069CC79BA4Bh2tCI" TargetMode="External"/><Relationship Id="rId25" Type="http://schemas.openxmlformats.org/officeDocument/2006/relationships/hyperlink" Target="consultantplus://offline/ref=A44F0F07E426695D61161B747EC70A99BBAB86873BD3268B31D6150B144075DBE826B8B5F6C5CEF069CC79BA4Bh2tC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44F0F07E426695D61161B747EC70A99BBAE858D38D1268B31D6150B144075DBE826B8B5F6C5CEF069CC79BA4Bh2tCI" TargetMode="External"/><Relationship Id="rId20" Type="http://schemas.openxmlformats.org/officeDocument/2006/relationships/hyperlink" Target="consultantplus://offline/ref=A44F0F07E426695D61161B747EC70A99BBAE878E39D3268B31D6150B144075DBE826B8B5F6C5CEF069CC79BA4Bh2tCI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06E69C5D0468E0B891A40EB2469002E46BB43D876BE9277BE0F8DD3B853C0C3D4F480153EACFE5F76CCC0AA24F5BD37BB2269110A73C451Ar5Q6I" TargetMode="External"/><Relationship Id="rId24" Type="http://schemas.openxmlformats.org/officeDocument/2006/relationships/hyperlink" Target="consultantplus://offline/ref=A44F0F07E426695D61161B747EC70A99BAA2828B3182718960831B0E1C102FCBEC6FECB8E9C5D2EE69D279hBtA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44F0F07E426695D61161B747EC70A99BAA2828B3182718960831B0E1C102FCBEC6FECB8E9C5D2EE69D279hBtAI" TargetMode="External"/><Relationship Id="rId23" Type="http://schemas.openxmlformats.org/officeDocument/2006/relationships/hyperlink" Target="consultantplus://offline/ref=A44F0F07E426695D61161A7A6BC70A99BAA3808932D7268B31D6150B144075DBFA26E0B9F7C5D2F16AD92FEB0D79157FE05B892F2FF57704h4t5I" TargetMode="External"/><Relationship Id="rId10" Type="http://schemas.openxmlformats.org/officeDocument/2006/relationships/hyperlink" Target="consultantplus://offline/ref=06E69C5D0468E0B891A40EB2469002E46BB537806CEF277BE0F8DD3B853C0C3D4F480153EACFE5F76ECC0AA24F5BD37BB2269110A73C451Ar5Q6I" TargetMode="External"/><Relationship Id="rId19" Type="http://schemas.openxmlformats.org/officeDocument/2006/relationships/hyperlink" Target="consultantplus://offline/ref=A44F0F07E426695D61161B747EC70A99BBAE878E39D4268B31D6150B144075DBE826B8B5F6C5CEF069CC79BA4Bh2tC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6E69C5D0468E0B891A40EB2469002E468BD33806EEC277BE0F8DD3B853C0C3D4F480153EACFE5F66ACC0AA24F5BD37BB2269110A73C451Ar5Q6I" TargetMode="External"/><Relationship Id="rId14" Type="http://schemas.openxmlformats.org/officeDocument/2006/relationships/hyperlink" Target="http://www.ozmo.ru" TargetMode="External"/><Relationship Id="rId22" Type="http://schemas.openxmlformats.org/officeDocument/2006/relationships/hyperlink" Target="consultantplus://offline/ref=A44F0F07E426695D61161B747EC70A99BBAA848B3AD3268B31D6150B144075DBE826B8B5F6C5CEF069CC79BA4Bh2tCI" TargetMode="Externa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85;&#1102;&#1090;&#1072;\Application%20Data\Microsoft\&#1064;&#1072;&#1073;&#1083;&#1086;&#1085;&#1099;\&#1056;&#1077;&#1096;&#1077;&#1085;&#1080;&#1077;%20&#1057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6FCEB-1790-4E80-A583-F1DA8A385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СД.dot</Template>
  <TotalTime>374</TotalTime>
  <Pages>8</Pages>
  <Words>4110</Words>
  <Characters>23431</Characters>
  <Application>Microsoft Office Word</Application>
  <DocSecurity>0</DocSecurity>
  <Lines>195</Lines>
  <Paragraphs>54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>СОВЕТ     ДЕПУТАТОВ</vt:lpstr>
      <vt:lpstr>        ОРЕХОВО-ЗУЕВСКОГО ГОРОДСКОГО   ОКРУГА</vt:lpstr>
      <vt:lpstr>        МОСКОВСКОЙ   ОБЛАСТИ</vt:lpstr>
      <vt:lpstr>    Р Е Ш Е Н И Е</vt:lpstr>
      <vt:lpstr>    </vt:lpstr>
      <vt:lpstr>    1. Общие положения</vt:lpstr>
      <vt:lpstr>    2. Право муниципальной собственности</vt:lpstr>
      <vt:lpstr>    </vt:lpstr>
      <vt:lpstr>    3. Управление и распоряжение муниципальной собственностью</vt:lpstr>
      <vt:lpstr>    4. Заключительные положения</vt:lpstr>
    </vt:vector>
  </TitlesOfParts>
  <Company>Администрация УИАиОР</Company>
  <LinksUpToDate>false</LinksUpToDate>
  <CharactersWithSpaces>27487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Асницкая Т.В.</cp:lastModifiedBy>
  <cp:revision>34</cp:revision>
  <cp:lastPrinted>2020-03-12T13:36:00Z</cp:lastPrinted>
  <dcterms:created xsi:type="dcterms:W3CDTF">2020-03-12T04:41:00Z</dcterms:created>
  <dcterms:modified xsi:type="dcterms:W3CDTF">2020-03-26T13:27:00Z</dcterms:modified>
</cp:coreProperties>
</file>