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09F" w:rsidRDefault="00F6709F" w:rsidP="00F6709F">
      <w:pPr>
        <w:ind w:firstLine="709"/>
        <w:jc w:val="center"/>
      </w:pPr>
      <w:r>
        <w:rPr>
          <w:rFonts w:ascii="Arial" w:eastAsia="Lucida Sans Unicode" w:hAnsi="Arial" w:cs="Arial"/>
          <w:noProof/>
        </w:rPr>
        <w:drawing>
          <wp:inline distT="0" distB="0" distL="0" distR="0">
            <wp:extent cx="539750" cy="655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655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09F" w:rsidRDefault="00F6709F" w:rsidP="00F6709F">
      <w:pPr>
        <w:pStyle w:val="1"/>
        <w:ind w:firstLine="709"/>
        <w:rPr>
          <w:sz w:val="16"/>
          <w:szCs w:val="16"/>
        </w:rPr>
      </w:pPr>
    </w:p>
    <w:p w:rsidR="00F6709F" w:rsidRDefault="00F6709F" w:rsidP="00F6709F">
      <w:pPr>
        <w:pStyle w:val="1"/>
        <w:ind w:firstLine="709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СОВЕТ     ДЕПУТАТОВ</w:t>
      </w:r>
    </w:p>
    <w:p w:rsidR="00F6709F" w:rsidRDefault="00F6709F" w:rsidP="00F6709F">
      <w:pPr>
        <w:pStyle w:val="3"/>
        <w:ind w:firstLine="709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ОРЕХОВО-ЗУЕВСКОГО ГОРОДСКОГО   ОКРУГА</w:t>
      </w:r>
    </w:p>
    <w:p w:rsidR="00F6709F" w:rsidRDefault="00F6709F" w:rsidP="00F6709F">
      <w:pPr>
        <w:pStyle w:val="3"/>
        <w:ind w:firstLine="709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МОСКОВСКОЙ   ОБЛАСТИ</w:t>
      </w:r>
    </w:p>
    <w:p w:rsidR="00F6709F" w:rsidRDefault="00F6709F" w:rsidP="00F6709F">
      <w:pPr>
        <w:ind w:firstLine="709"/>
        <w:jc w:val="center"/>
        <w:rPr>
          <w:rFonts w:ascii="Arial" w:hAnsi="Arial" w:cs="Arial"/>
          <w:sz w:val="16"/>
          <w:szCs w:val="16"/>
        </w:rPr>
      </w:pPr>
    </w:p>
    <w:p w:rsidR="00F6709F" w:rsidRDefault="00F6709F" w:rsidP="00F6709F">
      <w:pPr>
        <w:pStyle w:val="2"/>
        <w:ind w:firstLine="709"/>
        <w:rPr>
          <w:rFonts w:ascii="Arial" w:hAnsi="Arial" w:cs="Arial"/>
        </w:rPr>
      </w:pPr>
      <w:r>
        <w:rPr>
          <w:rFonts w:ascii="Arial" w:hAnsi="Arial" w:cs="Arial"/>
        </w:rPr>
        <w:t>Р Е Ш Е Н И Е</w:t>
      </w:r>
    </w:p>
    <w:p w:rsidR="00F6709F" w:rsidRDefault="00F6709F" w:rsidP="00F6709F">
      <w:pPr>
        <w:ind w:firstLine="709"/>
        <w:jc w:val="center"/>
        <w:rPr>
          <w:sz w:val="16"/>
          <w:szCs w:val="16"/>
        </w:rPr>
      </w:pPr>
    </w:p>
    <w:p w:rsidR="00F6709F" w:rsidRDefault="0059404C" w:rsidP="00F6709F">
      <w:pPr>
        <w:ind w:firstLine="709"/>
        <w:jc w:val="center"/>
        <w:rPr>
          <w:b/>
          <w:bCs/>
          <w:sz w:val="16"/>
          <w:szCs w:val="16"/>
        </w:rPr>
      </w:pPr>
      <w:proofErr w:type="gramStart"/>
      <w:r>
        <w:rPr>
          <w:rFonts w:ascii="Arial" w:hAnsi="Arial" w:cs="Arial"/>
          <w:b/>
          <w:bCs/>
          <w:sz w:val="28"/>
        </w:rPr>
        <w:t>от  28.05.2020</w:t>
      </w:r>
      <w:proofErr w:type="gramEnd"/>
      <w:r>
        <w:rPr>
          <w:rFonts w:ascii="Arial" w:hAnsi="Arial" w:cs="Arial"/>
          <w:b/>
          <w:bCs/>
          <w:sz w:val="28"/>
        </w:rPr>
        <w:t xml:space="preserve">    № 172</w:t>
      </w:r>
      <w:r w:rsidRPr="0059404C">
        <w:rPr>
          <w:rFonts w:ascii="Arial" w:hAnsi="Arial" w:cs="Arial"/>
          <w:b/>
          <w:bCs/>
          <w:sz w:val="28"/>
        </w:rPr>
        <w:t>/13</w:t>
      </w:r>
    </w:p>
    <w:p w:rsidR="00F6709F" w:rsidRDefault="00F6709F" w:rsidP="00F6709F">
      <w:pPr>
        <w:ind w:firstLine="709"/>
        <w:jc w:val="center"/>
        <w:rPr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г.</w:t>
      </w:r>
      <w:r>
        <w:rPr>
          <w:b/>
          <w:bCs/>
          <w:sz w:val="28"/>
        </w:rPr>
        <w:t xml:space="preserve"> </w:t>
      </w:r>
      <w:r>
        <w:rPr>
          <w:rFonts w:ascii="Arial" w:hAnsi="Arial" w:cs="Arial"/>
          <w:b/>
          <w:bCs/>
          <w:sz w:val="28"/>
        </w:rPr>
        <w:t>Орехово-Зуево</w:t>
      </w:r>
    </w:p>
    <w:p w:rsidR="00F6709F" w:rsidRDefault="00F6709F" w:rsidP="00F6709F">
      <w:pPr>
        <w:widowControl/>
        <w:ind w:firstLine="709"/>
        <w:rPr>
          <w:rFonts w:ascii="Arial" w:hAnsi="Arial" w:cs="Arial"/>
          <w:sz w:val="16"/>
          <w:szCs w:val="16"/>
        </w:rPr>
      </w:pPr>
    </w:p>
    <w:p w:rsidR="00F6709F" w:rsidRDefault="00F6709F" w:rsidP="00F6709F">
      <w:pPr>
        <w:widowControl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Об утверждении Перечня имущества, предлагаемого к передаче</w:t>
      </w:r>
    </w:p>
    <w:p w:rsidR="00F6709F" w:rsidRDefault="00F6709F" w:rsidP="00F6709F">
      <w:pPr>
        <w:widowControl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из собственности </w:t>
      </w:r>
      <w:r w:rsidR="0090051C">
        <w:rPr>
          <w:rFonts w:ascii="Arial" w:hAnsi="Arial" w:cs="Arial"/>
          <w:b/>
          <w:bCs/>
        </w:rPr>
        <w:t>Российской Федерации</w:t>
      </w:r>
      <w:r>
        <w:rPr>
          <w:rFonts w:ascii="Arial" w:hAnsi="Arial" w:cs="Arial"/>
          <w:b/>
          <w:bCs/>
        </w:rPr>
        <w:t xml:space="preserve"> в муниципальную собственность Орехово-Зуевского городского </w:t>
      </w:r>
      <w:proofErr w:type="gramStart"/>
      <w:r>
        <w:rPr>
          <w:rFonts w:ascii="Arial" w:hAnsi="Arial" w:cs="Arial"/>
          <w:b/>
          <w:bCs/>
        </w:rPr>
        <w:t>округа  Московской</w:t>
      </w:r>
      <w:proofErr w:type="gramEnd"/>
      <w:r>
        <w:rPr>
          <w:rFonts w:ascii="Arial" w:hAnsi="Arial" w:cs="Arial"/>
          <w:b/>
          <w:bCs/>
        </w:rPr>
        <w:t xml:space="preserve"> области (земельный участок с кадаст</w:t>
      </w:r>
      <w:r w:rsidR="0090051C">
        <w:rPr>
          <w:rFonts w:ascii="Arial" w:hAnsi="Arial" w:cs="Arial"/>
          <w:b/>
          <w:bCs/>
        </w:rPr>
        <w:t>ровым номером 50:24:0010307:5</w:t>
      </w:r>
      <w:r>
        <w:rPr>
          <w:rFonts w:ascii="Arial" w:hAnsi="Arial" w:cs="Arial"/>
          <w:b/>
          <w:bCs/>
        </w:rPr>
        <w:t>)</w:t>
      </w:r>
    </w:p>
    <w:p w:rsidR="00F6709F" w:rsidRDefault="00F6709F" w:rsidP="00F6709F">
      <w:pPr>
        <w:widowControl/>
        <w:ind w:firstLine="709"/>
        <w:jc w:val="center"/>
        <w:rPr>
          <w:rFonts w:ascii="Arial" w:hAnsi="Arial" w:cs="Arial"/>
          <w:b/>
          <w:sz w:val="16"/>
          <w:szCs w:val="16"/>
        </w:rPr>
      </w:pPr>
    </w:p>
    <w:p w:rsidR="00F6709F" w:rsidRDefault="00F6709F" w:rsidP="00F6709F">
      <w:pPr>
        <w:jc w:val="both"/>
        <w:rPr>
          <w:rFonts w:ascii="Arial" w:hAnsi="Arial" w:cs="Arial"/>
        </w:rPr>
      </w:pPr>
      <w:r>
        <w:rPr>
          <w:rFonts w:ascii="Arial" w:hAnsi="Arial" w:cs="Arial"/>
          <w:spacing w:val="-3"/>
          <w:w w:val="101"/>
        </w:rPr>
        <w:t xml:space="preserve">             </w:t>
      </w:r>
      <w:r>
        <w:rPr>
          <w:rFonts w:ascii="Arial" w:hAnsi="Arial" w:cs="Arial"/>
        </w:rPr>
        <w:t xml:space="preserve">На основании Федерального закона от 06.10.2003 N 131-ФЗ "Об общих принципах организации местного самоуправления в Российской Федерации", Федерального закона от 22.08.2004 N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Российской Федерации", </w:t>
      </w:r>
      <w:r w:rsidR="0090051C">
        <w:rPr>
          <w:rFonts w:ascii="Arial" w:hAnsi="Arial" w:cs="Arial"/>
        </w:rPr>
        <w:t>письма Федерального агентства по управлению государственным имуществом от 25.03</w:t>
      </w:r>
      <w:r>
        <w:rPr>
          <w:rFonts w:ascii="Arial" w:hAnsi="Arial" w:cs="Arial"/>
        </w:rPr>
        <w:t>.2020 №</w:t>
      </w:r>
      <w:r w:rsidR="0090051C">
        <w:rPr>
          <w:rFonts w:ascii="Arial" w:hAnsi="Arial" w:cs="Arial"/>
        </w:rPr>
        <w:t xml:space="preserve"> 10/9910</w:t>
      </w:r>
      <w:r>
        <w:rPr>
          <w:rFonts w:ascii="Arial" w:hAnsi="Arial" w:cs="Arial"/>
        </w:rPr>
        <w:t xml:space="preserve">, а также  в соответствии с Постановлением Правительства Российской Федерации от 13.06.2006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</w:t>
      </w:r>
      <w:r>
        <w:rPr>
          <w:rFonts w:ascii="Arial" w:hAnsi="Arial" w:cs="Arial"/>
          <w:b/>
        </w:rPr>
        <w:t>Совет депутатов Орехово-Зуевского городского округа Московской области</w:t>
      </w:r>
    </w:p>
    <w:p w:rsidR="00F6709F" w:rsidRDefault="00F6709F" w:rsidP="00F6709F">
      <w:pPr>
        <w:ind w:right="-83" w:firstLine="709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</w:rPr>
        <w:t xml:space="preserve">                                                           </w:t>
      </w:r>
    </w:p>
    <w:p w:rsidR="00F6709F" w:rsidRDefault="00F6709F" w:rsidP="00F6709F">
      <w:pPr>
        <w:ind w:right="-8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РЕШИЛ:</w:t>
      </w:r>
    </w:p>
    <w:p w:rsidR="00F6709F" w:rsidRDefault="00F6709F" w:rsidP="00F6709F">
      <w:pPr>
        <w:ind w:right="-83" w:firstLine="709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</w:rPr>
        <w:tab/>
      </w:r>
    </w:p>
    <w:p w:rsidR="00F6709F" w:rsidRPr="00353354" w:rsidRDefault="00F6709F" w:rsidP="00353354">
      <w:pPr>
        <w:pStyle w:val="a5"/>
        <w:widowControl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Утвердить Перечень имущества, </w:t>
      </w:r>
      <w:r>
        <w:rPr>
          <w:rFonts w:ascii="Arial" w:hAnsi="Arial" w:cs="Arial"/>
          <w:bCs/>
        </w:rPr>
        <w:t xml:space="preserve">предлагаемого к передаче из собственности </w:t>
      </w:r>
      <w:r w:rsidR="0090051C">
        <w:rPr>
          <w:rFonts w:ascii="Arial" w:hAnsi="Arial" w:cs="Arial"/>
          <w:bCs/>
        </w:rPr>
        <w:t>Российской Федерации</w:t>
      </w:r>
      <w:r>
        <w:rPr>
          <w:rFonts w:ascii="Arial" w:hAnsi="Arial" w:cs="Arial"/>
          <w:bCs/>
        </w:rPr>
        <w:t xml:space="preserve"> в муниципальную собственность Орехово-Зуевского городского </w:t>
      </w:r>
      <w:proofErr w:type="gramStart"/>
      <w:r>
        <w:rPr>
          <w:rFonts w:ascii="Arial" w:hAnsi="Arial" w:cs="Arial"/>
          <w:bCs/>
        </w:rPr>
        <w:t>округа  Московской</w:t>
      </w:r>
      <w:proofErr w:type="gramEnd"/>
      <w:r>
        <w:rPr>
          <w:rFonts w:ascii="Arial" w:hAnsi="Arial" w:cs="Arial"/>
          <w:bCs/>
        </w:rPr>
        <w:t xml:space="preserve"> области, согласно приложения к настоящему Решению.</w:t>
      </w:r>
    </w:p>
    <w:p w:rsidR="00F6709F" w:rsidRPr="00353354" w:rsidRDefault="00F6709F" w:rsidP="00353354">
      <w:pPr>
        <w:pStyle w:val="a5"/>
        <w:widowControl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Направить настоящее Решение в</w:t>
      </w:r>
      <w:r w:rsidR="0090051C">
        <w:rPr>
          <w:rFonts w:ascii="Arial" w:hAnsi="Arial" w:cs="Arial"/>
        </w:rPr>
        <w:t xml:space="preserve"> Территориальное управление </w:t>
      </w:r>
      <w:proofErr w:type="spellStart"/>
      <w:r w:rsidR="0090051C">
        <w:rPr>
          <w:rFonts w:ascii="Arial" w:hAnsi="Arial" w:cs="Arial"/>
        </w:rPr>
        <w:t>Росимущества</w:t>
      </w:r>
      <w:proofErr w:type="spellEnd"/>
      <w:r w:rsidR="0090051C">
        <w:rPr>
          <w:rFonts w:ascii="Arial" w:hAnsi="Arial" w:cs="Arial"/>
        </w:rPr>
        <w:t xml:space="preserve"> в Московской области</w:t>
      </w:r>
      <w:r>
        <w:rPr>
          <w:rFonts w:ascii="Arial" w:hAnsi="Arial" w:cs="Arial"/>
        </w:rPr>
        <w:t>.</w:t>
      </w:r>
    </w:p>
    <w:p w:rsidR="00F6709F" w:rsidRPr="00353354" w:rsidRDefault="00F6709F" w:rsidP="00353354">
      <w:pPr>
        <w:pStyle w:val="a5"/>
        <w:widowControl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Настоящее Решение вступает в действие со дня его принятия.</w:t>
      </w:r>
    </w:p>
    <w:p w:rsidR="00F6709F" w:rsidRPr="0090051C" w:rsidRDefault="00F6709F" w:rsidP="00F6709F">
      <w:pPr>
        <w:pStyle w:val="a5"/>
        <w:widowControl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  <w:szCs w:val="28"/>
        </w:rPr>
        <w:t xml:space="preserve">Контроль исполнения настоящего Решения возложить на главу </w:t>
      </w:r>
      <w:r>
        <w:rPr>
          <w:rFonts w:ascii="Arial" w:hAnsi="Arial" w:cs="Arial"/>
          <w:bCs/>
        </w:rPr>
        <w:t>Орехово-Зуевского городского округа</w:t>
      </w:r>
      <w:r w:rsidR="00D95B2F">
        <w:rPr>
          <w:rFonts w:ascii="Arial" w:hAnsi="Arial" w:cs="Arial"/>
          <w:bCs/>
        </w:rPr>
        <w:t xml:space="preserve"> Московской области Панина</w:t>
      </w:r>
      <w:r w:rsidR="00071AF0" w:rsidRPr="00071AF0">
        <w:rPr>
          <w:rFonts w:ascii="Arial" w:hAnsi="Arial" w:cs="Arial"/>
          <w:bCs/>
        </w:rPr>
        <w:t xml:space="preserve"> </w:t>
      </w:r>
      <w:r w:rsidR="00071AF0">
        <w:rPr>
          <w:rFonts w:ascii="Arial" w:hAnsi="Arial" w:cs="Arial"/>
          <w:bCs/>
        </w:rPr>
        <w:t>Г.О.</w:t>
      </w:r>
    </w:p>
    <w:p w:rsidR="00F6709F" w:rsidRDefault="00F6709F" w:rsidP="00F6709F">
      <w:pPr>
        <w:widowControl/>
        <w:ind w:firstLine="709"/>
        <w:jc w:val="both"/>
        <w:rPr>
          <w:rFonts w:ascii="Arial" w:hAnsi="Arial" w:cs="Arial"/>
          <w:b/>
          <w:bCs/>
        </w:rPr>
      </w:pPr>
    </w:p>
    <w:p w:rsidR="00F6709F" w:rsidRDefault="00F6709F" w:rsidP="00F6709F">
      <w:pPr>
        <w:widowControl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Председатель Совета депутатов</w:t>
      </w:r>
    </w:p>
    <w:p w:rsidR="00F6709F" w:rsidRDefault="00F6709F" w:rsidP="00F6709F">
      <w:pPr>
        <w:widowControl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Орехово-Зуевского городского округа</w:t>
      </w:r>
    </w:p>
    <w:p w:rsidR="00F6709F" w:rsidRDefault="00F6709F" w:rsidP="00F6709F">
      <w:pPr>
        <w:widowControl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Московской области                                                                                              </w:t>
      </w:r>
      <w:r>
        <w:rPr>
          <w:rFonts w:ascii="Arial" w:hAnsi="Arial" w:cs="Arial"/>
          <w:b/>
          <w:bCs/>
        </w:rPr>
        <w:t xml:space="preserve">Т. И. </w:t>
      </w:r>
      <w:proofErr w:type="spellStart"/>
      <w:r>
        <w:rPr>
          <w:rFonts w:ascii="Arial" w:hAnsi="Arial" w:cs="Arial"/>
          <w:b/>
          <w:bCs/>
        </w:rPr>
        <w:t>Ронзина</w:t>
      </w:r>
      <w:proofErr w:type="spellEnd"/>
    </w:p>
    <w:p w:rsidR="00F6709F" w:rsidRDefault="00F6709F" w:rsidP="00F6709F">
      <w:pPr>
        <w:ind w:right="-85"/>
        <w:jc w:val="both"/>
        <w:rPr>
          <w:rFonts w:ascii="Arial" w:hAnsi="Arial" w:cs="Arial"/>
          <w:sz w:val="22"/>
          <w:szCs w:val="22"/>
        </w:rPr>
      </w:pPr>
    </w:p>
    <w:p w:rsidR="00A204EB" w:rsidRDefault="00321CB6" w:rsidP="005B3B36">
      <w:pPr>
        <w:jc w:val="right"/>
        <w:rPr>
          <w:rFonts w:ascii="Arial" w:hAnsi="Arial" w:cs="Arial"/>
        </w:rPr>
        <w:sectPr w:rsidR="00A204EB" w:rsidSect="00AA17AE">
          <w:pgSz w:w="11906" w:h="16838"/>
          <w:pgMar w:top="567" w:right="567" w:bottom="567" w:left="992" w:header="709" w:footer="709" w:gutter="0"/>
          <w:cols w:space="708"/>
          <w:docGrid w:linePitch="326"/>
        </w:sectPr>
      </w:pPr>
      <w:r>
        <w:rPr>
          <w:rFonts w:ascii="Arial" w:hAnsi="Arial" w:cs="Arial"/>
          <w:sz w:val="22"/>
          <w:szCs w:val="22"/>
        </w:rPr>
        <w:t xml:space="preserve"> </w:t>
      </w:r>
    </w:p>
    <w:p w:rsidR="006D5C11" w:rsidRDefault="006D5C11" w:rsidP="005B3B36">
      <w:pPr>
        <w:jc w:val="right"/>
        <w:rPr>
          <w:rFonts w:ascii="Arial" w:hAnsi="Arial" w:cs="Arial"/>
        </w:rPr>
      </w:pPr>
    </w:p>
    <w:p w:rsidR="005B3B36" w:rsidRPr="003E58D6" w:rsidRDefault="005B3B36" w:rsidP="005B3B36">
      <w:pPr>
        <w:jc w:val="right"/>
        <w:rPr>
          <w:rFonts w:ascii="Arial" w:hAnsi="Arial" w:cs="Arial"/>
        </w:rPr>
      </w:pPr>
      <w:r w:rsidRPr="003E58D6">
        <w:rPr>
          <w:rFonts w:ascii="Arial" w:hAnsi="Arial" w:cs="Arial"/>
        </w:rPr>
        <w:t>Приложение</w:t>
      </w:r>
    </w:p>
    <w:p w:rsidR="005B3B36" w:rsidRPr="003E58D6" w:rsidRDefault="005B3B36" w:rsidP="005B3B36">
      <w:pPr>
        <w:jc w:val="right"/>
        <w:rPr>
          <w:rFonts w:ascii="Arial" w:hAnsi="Arial" w:cs="Arial"/>
        </w:rPr>
      </w:pPr>
      <w:r w:rsidRPr="003E58D6">
        <w:rPr>
          <w:rFonts w:ascii="Arial" w:hAnsi="Arial" w:cs="Arial"/>
        </w:rPr>
        <w:t>к решению Совета депутатов</w:t>
      </w:r>
    </w:p>
    <w:p w:rsidR="005B3B36" w:rsidRDefault="001A5B6A" w:rsidP="005B3B3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Орехово-Зуевского городского округа</w:t>
      </w:r>
    </w:p>
    <w:p w:rsidR="001A5B6A" w:rsidRPr="003E58D6" w:rsidRDefault="001A5B6A" w:rsidP="005B3B3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Московской области</w:t>
      </w:r>
    </w:p>
    <w:p w:rsidR="005B3B36" w:rsidRPr="003E58D6" w:rsidRDefault="005B3B36" w:rsidP="005B3B36">
      <w:pPr>
        <w:rPr>
          <w:rFonts w:ascii="Arial" w:hAnsi="Arial" w:cs="Arial"/>
        </w:rPr>
      </w:pPr>
    </w:p>
    <w:p w:rsidR="005B3B36" w:rsidRDefault="005B3B36" w:rsidP="00D36863">
      <w:pPr>
        <w:jc w:val="right"/>
        <w:rPr>
          <w:rFonts w:ascii="Arial" w:hAnsi="Arial" w:cs="Arial"/>
          <w:u w:val="single"/>
        </w:rPr>
      </w:pP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r w:rsidRPr="003E58D6">
        <w:rPr>
          <w:rFonts w:ascii="Arial" w:hAnsi="Arial" w:cs="Arial"/>
        </w:rPr>
        <w:tab/>
      </w:r>
      <w:proofErr w:type="gramStart"/>
      <w:r w:rsidR="0059404C">
        <w:rPr>
          <w:rFonts w:ascii="Arial" w:hAnsi="Arial" w:cs="Arial"/>
        </w:rPr>
        <w:t>от  28.05.2020</w:t>
      </w:r>
      <w:proofErr w:type="gramEnd"/>
      <w:r w:rsidR="0059404C">
        <w:rPr>
          <w:rFonts w:ascii="Arial" w:hAnsi="Arial" w:cs="Arial"/>
        </w:rPr>
        <w:t xml:space="preserve">    № 172</w:t>
      </w:r>
      <w:r w:rsidR="0059404C" w:rsidRPr="0059404C">
        <w:rPr>
          <w:rFonts w:ascii="Arial" w:hAnsi="Arial" w:cs="Arial"/>
        </w:rPr>
        <w:t>/13</w:t>
      </w:r>
    </w:p>
    <w:p w:rsidR="005B3B36" w:rsidRPr="00B409E3" w:rsidRDefault="005B3B36" w:rsidP="005B3B36">
      <w:pPr>
        <w:rPr>
          <w:rFonts w:ascii="Arial" w:hAnsi="Arial" w:cs="Arial"/>
          <w:u w:val="single"/>
        </w:rPr>
      </w:pPr>
    </w:p>
    <w:p w:rsidR="00506FE4" w:rsidRPr="00506FE4" w:rsidRDefault="001B49C1" w:rsidP="00506FE4">
      <w:pPr>
        <w:widowControl/>
        <w:jc w:val="right"/>
        <w:rPr>
          <w:rFonts w:ascii="Arial" w:hAnsi="Arial" w:cs="Arial"/>
          <w:bCs/>
        </w:rPr>
      </w:pPr>
      <w:r w:rsidRPr="00506FE4">
        <w:rPr>
          <w:rFonts w:ascii="Arial" w:hAnsi="Arial" w:cs="Arial"/>
          <w:bCs/>
        </w:rPr>
        <w:t>«</w:t>
      </w:r>
      <w:r w:rsidR="00506FE4" w:rsidRPr="00506FE4">
        <w:rPr>
          <w:rFonts w:ascii="Arial" w:hAnsi="Arial" w:cs="Arial"/>
          <w:bCs/>
        </w:rPr>
        <w:t>Об утверждении Перечня имущества, предлагаемого к передаче</w:t>
      </w:r>
    </w:p>
    <w:p w:rsidR="00506FE4" w:rsidRPr="00506FE4" w:rsidRDefault="00506FE4" w:rsidP="00506FE4">
      <w:pPr>
        <w:widowControl/>
        <w:jc w:val="right"/>
        <w:rPr>
          <w:rFonts w:ascii="Arial" w:hAnsi="Arial" w:cs="Arial"/>
          <w:bCs/>
        </w:rPr>
      </w:pPr>
      <w:r w:rsidRPr="00506FE4">
        <w:rPr>
          <w:rFonts w:ascii="Arial" w:hAnsi="Arial" w:cs="Arial"/>
          <w:bCs/>
        </w:rPr>
        <w:t xml:space="preserve">из собственности Российской Федерации в муниципальную собственность </w:t>
      </w:r>
    </w:p>
    <w:p w:rsidR="00506FE4" w:rsidRPr="00506FE4" w:rsidRDefault="00506FE4" w:rsidP="00506FE4">
      <w:pPr>
        <w:widowControl/>
        <w:jc w:val="right"/>
        <w:rPr>
          <w:rFonts w:ascii="Arial" w:hAnsi="Arial" w:cs="Arial"/>
          <w:bCs/>
        </w:rPr>
      </w:pPr>
      <w:r w:rsidRPr="00506FE4">
        <w:rPr>
          <w:rFonts w:ascii="Arial" w:hAnsi="Arial" w:cs="Arial"/>
          <w:bCs/>
        </w:rPr>
        <w:t xml:space="preserve">Орехово-Зуевского городского </w:t>
      </w:r>
      <w:proofErr w:type="gramStart"/>
      <w:r w:rsidRPr="00506FE4">
        <w:rPr>
          <w:rFonts w:ascii="Arial" w:hAnsi="Arial" w:cs="Arial"/>
          <w:bCs/>
        </w:rPr>
        <w:t>округа  Московской</w:t>
      </w:r>
      <w:proofErr w:type="gramEnd"/>
      <w:r w:rsidRPr="00506FE4">
        <w:rPr>
          <w:rFonts w:ascii="Arial" w:hAnsi="Arial" w:cs="Arial"/>
          <w:bCs/>
        </w:rPr>
        <w:t xml:space="preserve"> области </w:t>
      </w:r>
    </w:p>
    <w:p w:rsidR="00AA17AE" w:rsidRPr="00506FE4" w:rsidRDefault="00506FE4" w:rsidP="00506FE4">
      <w:pPr>
        <w:widowControl/>
        <w:jc w:val="right"/>
        <w:rPr>
          <w:rFonts w:ascii="Arial" w:hAnsi="Arial" w:cs="Arial"/>
          <w:bCs/>
        </w:rPr>
      </w:pPr>
      <w:r w:rsidRPr="00506FE4">
        <w:rPr>
          <w:rFonts w:ascii="Arial" w:hAnsi="Arial" w:cs="Arial"/>
          <w:bCs/>
        </w:rPr>
        <w:t>(земельный участок с кадастровым номером 50:24:0010307:5)</w:t>
      </w:r>
      <w:r w:rsidR="00AA17AE" w:rsidRPr="00506FE4">
        <w:rPr>
          <w:rFonts w:ascii="Arial" w:hAnsi="Arial" w:cs="Arial"/>
          <w:bCs/>
        </w:rPr>
        <w:t>»</w:t>
      </w:r>
    </w:p>
    <w:p w:rsidR="00AA17AE" w:rsidRPr="00AA17AE" w:rsidRDefault="00AA17AE" w:rsidP="00AA17AE">
      <w:pPr>
        <w:widowControl/>
        <w:jc w:val="right"/>
        <w:rPr>
          <w:rFonts w:ascii="Arial" w:hAnsi="Arial" w:cs="Arial"/>
          <w:b/>
          <w:bCs/>
        </w:rPr>
      </w:pPr>
    </w:p>
    <w:p w:rsidR="005B3B36" w:rsidRPr="001B49C1" w:rsidRDefault="005B3B36" w:rsidP="001B49C1">
      <w:pPr>
        <w:widowControl/>
        <w:jc w:val="right"/>
        <w:rPr>
          <w:rFonts w:ascii="Arial" w:hAnsi="Arial" w:cs="Arial"/>
          <w:bCs/>
        </w:rPr>
      </w:pPr>
    </w:p>
    <w:p w:rsidR="005B3B36" w:rsidRPr="001B49C1" w:rsidRDefault="005B3B36" w:rsidP="001B49C1">
      <w:pPr>
        <w:jc w:val="right"/>
        <w:rPr>
          <w:rFonts w:ascii="Arial" w:hAnsi="Arial" w:cs="Arial"/>
        </w:rPr>
      </w:pPr>
    </w:p>
    <w:p w:rsidR="00506FE4" w:rsidRDefault="00071AF0" w:rsidP="00506FE4">
      <w:pPr>
        <w:widowControl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Перечень</w:t>
      </w:r>
      <w:r w:rsidR="00506FE4">
        <w:rPr>
          <w:rFonts w:ascii="Arial" w:hAnsi="Arial" w:cs="Arial"/>
          <w:b/>
          <w:bCs/>
        </w:rPr>
        <w:t xml:space="preserve"> имущества, предлагаемого к передаче</w:t>
      </w:r>
    </w:p>
    <w:p w:rsidR="00506FE4" w:rsidRDefault="00506FE4" w:rsidP="00506FE4">
      <w:pPr>
        <w:widowControl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из собственности Российской Федерации в муниципальную собственность </w:t>
      </w:r>
    </w:p>
    <w:p w:rsidR="00506FE4" w:rsidRDefault="00506FE4" w:rsidP="00506FE4">
      <w:pPr>
        <w:widowControl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Орехово-Зуевского городского </w:t>
      </w:r>
      <w:proofErr w:type="gramStart"/>
      <w:r>
        <w:rPr>
          <w:rFonts w:ascii="Arial" w:hAnsi="Arial" w:cs="Arial"/>
          <w:b/>
          <w:bCs/>
        </w:rPr>
        <w:t>округа  Московской</w:t>
      </w:r>
      <w:proofErr w:type="gramEnd"/>
      <w:r>
        <w:rPr>
          <w:rFonts w:ascii="Arial" w:hAnsi="Arial" w:cs="Arial"/>
          <w:b/>
          <w:bCs/>
        </w:rPr>
        <w:t xml:space="preserve"> области </w:t>
      </w:r>
    </w:p>
    <w:p w:rsidR="001143FF" w:rsidRPr="00AA17AE" w:rsidRDefault="00506FE4" w:rsidP="00506FE4">
      <w:pPr>
        <w:widowControl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(земельный участок с кадастровым номером 50:24:0010307:5)</w:t>
      </w:r>
    </w:p>
    <w:p w:rsidR="005B3B36" w:rsidRPr="00C635B4" w:rsidRDefault="005B3B36" w:rsidP="001B49C1">
      <w:pPr>
        <w:jc w:val="center"/>
        <w:rPr>
          <w:rFonts w:ascii="Arial" w:hAnsi="Arial" w:cs="Arial"/>
          <w:b/>
          <w:bCs/>
        </w:rPr>
      </w:pPr>
    </w:p>
    <w:p w:rsidR="005B3B36" w:rsidRDefault="005B3B36" w:rsidP="005B3B36"/>
    <w:tbl>
      <w:tblPr>
        <w:tblW w:w="14316" w:type="dxa"/>
        <w:tblInd w:w="992" w:type="dxa"/>
        <w:tblLayout w:type="fixed"/>
        <w:tblLook w:val="0000" w:firstRow="0" w:lastRow="0" w:firstColumn="0" w:lastColumn="0" w:noHBand="0" w:noVBand="0"/>
      </w:tblPr>
      <w:tblGrid>
        <w:gridCol w:w="1984"/>
        <w:gridCol w:w="1843"/>
        <w:gridCol w:w="4252"/>
        <w:gridCol w:w="3261"/>
        <w:gridCol w:w="2976"/>
      </w:tblGrid>
      <w:tr w:rsidR="005E2852" w:rsidRPr="001006ED" w:rsidTr="00205475">
        <w:trPr>
          <w:trHeight w:val="955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5E2852" w:rsidRPr="00F95ADC" w:rsidRDefault="005E2852" w:rsidP="005E2852">
            <w:pPr>
              <w:ind w:left="176" w:hanging="176"/>
              <w:jc w:val="center"/>
              <w:rPr>
                <w:rFonts w:ascii="Arial" w:eastAsia="Times New Roman CYR" w:hAnsi="Arial" w:cs="Arial"/>
                <w:b/>
                <w:sz w:val="22"/>
                <w:szCs w:val="22"/>
              </w:rPr>
            </w:pPr>
            <w:r w:rsidRPr="00F95ADC">
              <w:rPr>
                <w:rFonts w:ascii="Arial" w:eastAsia="Times New Roman CYR" w:hAnsi="Arial" w:cs="Arial"/>
                <w:b/>
                <w:sz w:val="22"/>
                <w:szCs w:val="22"/>
              </w:rPr>
              <w:t>Полное наименование организации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5E2852" w:rsidRPr="00F95ADC" w:rsidRDefault="005E2852" w:rsidP="005E2852">
            <w:pPr>
              <w:jc w:val="center"/>
              <w:rPr>
                <w:rFonts w:ascii="Arial" w:eastAsia="Times New Roman CYR" w:hAnsi="Arial" w:cs="Arial"/>
                <w:b/>
                <w:sz w:val="22"/>
                <w:szCs w:val="22"/>
              </w:rPr>
            </w:pPr>
            <w:r w:rsidRPr="00F95ADC">
              <w:rPr>
                <w:rFonts w:ascii="Arial" w:eastAsia="Times New Roman CYR" w:hAnsi="Arial" w:cs="Arial"/>
                <w:b/>
                <w:sz w:val="22"/>
                <w:szCs w:val="22"/>
              </w:rPr>
              <w:t xml:space="preserve">Адрес </w:t>
            </w:r>
            <w:proofErr w:type="gramStart"/>
            <w:r w:rsidRPr="00F95ADC">
              <w:rPr>
                <w:rFonts w:ascii="Arial" w:eastAsia="Times New Roman CYR" w:hAnsi="Arial" w:cs="Arial"/>
                <w:b/>
                <w:sz w:val="22"/>
                <w:szCs w:val="22"/>
              </w:rPr>
              <w:t>места  нахождения</w:t>
            </w:r>
            <w:proofErr w:type="gramEnd"/>
            <w:r w:rsidRPr="00F95ADC">
              <w:rPr>
                <w:rFonts w:ascii="Arial" w:eastAsia="Times New Roman CYR" w:hAnsi="Arial" w:cs="Arial"/>
                <w:b/>
                <w:sz w:val="22"/>
                <w:szCs w:val="22"/>
              </w:rPr>
              <w:t xml:space="preserve"> организации,</w:t>
            </w:r>
          </w:p>
          <w:p w:rsidR="005E2852" w:rsidRPr="00F95ADC" w:rsidRDefault="005E2852" w:rsidP="005E2852">
            <w:pPr>
              <w:jc w:val="center"/>
              <w:rPr>
                <w:rFonts w:ascii="Arial" w:eastAsia="Times New Roman CYR" w:hAnsi="Arial" w:cs="Arial"/>
                <w:b/>
                <w:sz w:val="22"/>
                <w:szCs w:val="22"/>
              </w:rPr>
            </w:pPr>
            <w:r w:rsidRPr="00F95ADC">
              <w:rPr>
                <w:rFonts w:ascii="Arial" w:eastAsia="Times New Roman CYR" w:hAnsi="Arial" w:cs="Arial"/>
                <w:b/>
                <w:sz w:val="22"/>
                <w:szCs w:val="22"/>
              </w:rPr>
              <w:t>ИНН организации</w:t>
            </w:r>
          </w:p>
        </w:tc>
        <w:tc>
          <w:tcPr>
            <w:tcW w:w="42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5E2852" w:rsidRPr="00F95ADC" w:rsidRDefault="005E2852" w:rsidP="005E2852">
            <w:pPr>
              <w:jc w:val="center"/>
              <w:rPr>
                <w:rFonts w:ascii="Arial" w:eastAsia="Times New Roman CYR" w:hAnsi="Arial" w:cs="Arial"/>
                <w:b/>
                <w:sz w:val="22"/>
                <w:szCs w:val="22"/>
              </w:rPr>
            </w:pPr>
            <w:r w:rsidRPr="00F95ADC">
              <w:rPr>
                <w:rFonts w:ascii="Arial" w:eastAsia="Times New Roman CYR" w:hAnsi="Arial" w:cs="Arial"/>
                <w:b/>
                <w:sz w:val="22"/>
                <w:szCs w:val="22"/>
              </w:rPr>
              <w:t>Наименование имущества</w:t>
            </w: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5E2852" w:rsidRPr="00F95ADC" w:rsidRDefault="005E2852" w:rsidP="005E2852">
            <w:pPr>
              <w:jc w:val="center"/>
              <w:rPr>
                <w:rFonts w:ascii="Arial" w:eastAsia="Times New Roman CYR" w:hAnsi="Arial" w:cs="Arial"/>
                <w:b/>
                <w:sz w:val="22"/>
                <w:szCs w:val="22"/>
              </w:rPr>
            </w:pPr>
            <w:r w:rsidRPr="00F95ADC">
              <w:rPr>
                <w:rFonts w:ascii="Arial" w:eastAsia="Times New Roman CYR" w:hAnsi="Arial" w:cs="Arial"/>
                <w:b/>
                <w:sz w:val="22"/>
                <w:szCs w:val="22"/>
              </w:rPr>
              <w:t>Адрес места нахождения имущества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5E2852" w:rsidRPr="00F95ADC" w:rsidRDefault="005E2852" w:rsidP="005E2852">
            <w:pPr>
              <w:jc w:val="center"/>
              <w:rPr>
                <w:rFonts w:ascii="Arial" w:eastAsia="Times New Roman CYR" w:hAnsi="Arial" w:cs="Arial"/>
                <w:b/>
                <w:sz w:val="22"/>
                <w:szCs w:val="22"/>
              </w:rPr>
            </w:pPr>
            <w:r w:rsidRPr="00F95ADC">
              <w:rPr>
                <w:rFonts w:ascii="Arial" w:eastAsia="Times New Roman CYR" w:hAnsi="Arial" w:cs="Arial"/>
                <w:b/>
                <w:sz w:val="22"/>
                <w:szCs w:val="22"/>
              </w:rPr>
              <w:t>Индивидуализирующие характеристики имущества</w:t>
            </w:r>
            <w:r>
              <w:rPr>
                <w:rFonts w:ascii="Arial" w:eastAsia="Times New Roman CYR" w:hAnsi="Arial" w:cs="Arial"/>
                <w:b/>
                <w:sz w:val="22"/>
                <w:szCs w:val="22"/>
              </w:rPr>
              <w:t xml:space="preserve">                    (инвентарный номер)</w:t>
            </w:r>
          </w:p>
        </w:tc>
      </w:tr>
      <w:tr w:rsidR="005E2852" w:rsidRPr="001006ED" w:rsidTr="00205475">
        <w:trPr>
          <w:trHeight w:val="2666"/>
        </w:trPr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E2852" w:rsidRDefault="005E2852" w:rsidP="005E28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E2852" w:rsidRDefault="005E2852" w:rsidP="005E28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E2852" w:rsidRDefault="005E2852" w:rsidP="005E28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2852" w:rsidRPr="001143FF" w:rsidRDefault="005E2852" w:rsidP="005E28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</w:t>
            </w:r>
            <w:r w:rsidRPr="001143FF">
              <w:rPr>
                <w:rFonts w:ascii="Arial" w:hAnsi="Arial" w:cs="Arial"/>
                <w:sz w:val="22"/>
                <w:szCs w:val="22"/>
              </w:rPr>
              <w:t>земельный участок, к</w:t>
            </w:r>
            <w:r>
              <w:rPr>
                <w:rFonts w:ascii="Arial" w:hAnsi="Arial" w:cs="Arial"/>
                <w:sz w:val="22"/>
                <w:szCs w:val="22"/>
              </w:rPr>
              <w:t>ада</w:t>
            </w:r>
            <w:r w:rsidR="00506FE4">
              <w:rPr>
                <w:rFonts w:ascii="Arial" w:hAnsi="Arial" w:cs="Arial"/>
                <w:sz w:val="22"/>
                <w:szCs w:val="22"/>
              </w:rPr>
              <w:t>стровый номер 50:24:0010307:5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506FE4">
              <w:rPr>
                <w:rFonts w:ascii="Arial" w:hAnsi="Arial" w:cs="Arial"/>
                <w:sz w:val="22"/>
                <w:szCs w:val="22"/>
              </w:rPr>
              <w:t>площадь 78000</w:t>
            </w:r>
            <w:r w:rsidR="008078E6">
              <w:rPr>
                <w:rFonts w:ascii="Arial" w:hAnsi="Arial" w:cs="Arial"/>
                <w:sz w:val="22"/>
                <w:szCs w:val="22"/>
              </w:rPr>
              <w:t xml:space="preserve"> кв.м, </w:t>
            </w:r>
            <w:r w:rsidR="00506FE4">
              <w:rPr>
                <w:rFonts w:ascii="Arial" w:hAnsi="Arial" w:cs="Arial"/>
                <w:bCs/>
                <w:sz w:val="22"/>
                <w:szCs w:val="22"/>
              </w:rPr>
              <w:t>категория земель: земли особо охраняемых территорий и объектов, вид разрешенного использования: для туристско-рекреационной деятельности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E2852" w:rsidRPr="001143FF" w:rsidRDefault="005E2852" w:rsidP="005E28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2852" w:rsidRPr="001143FF" w:rsidRDefault="005E2852" w:rsidP="00BE26A5">
            <w:pPr>
              <w:rPr>
                <w:rFonts w:ascii="Arial" w:hAnsi="Arial" w:cs="Arial"/>
                <w:sz w:val="22"/>
                <w:szCs w:val="22"/>
              </w:rPr>
            </w:pPr>
          </w:p>
          <w:p w:rsidR="005E2852" w:rsidRPr="001143FF" w:rsidRDefault="005E2852" w:rsidP="005E28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E2852" w:rsidRDefault="005E2852" w:rsidP="005E28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2852" w:rsidRDefault="005E2852" w:rsidP="005E285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2852" w:rsidRPr="001143FF" w:rsidRDefault="00506FE4" w:rsidP="00506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142611, Московская область, Орехово-Зуевский район, с/о Горский, Городищенское лесничество, кв.60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E2852" w:rsidRDefault="005E2852" w:rsidP="005E2852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  <w:p w:rsidR="005E2852" w:rsidRDefault="005E2852" w:rsidP="005E2852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  <w:p w:rsidR="005E2852" w:rsidRPr="006F5A30" w:rsidRDefault="005E2852" w:rsidP="005E2852">
            <w:pPr>
              <w:jc w:val="center"/>
              <w:rPr>
                <w:rFonts w:ascii="Arial" w:eastAsia="Times New Roman CYR" w:hAnsi="Arial" w:cs="Arial"/>
                <w:sz w:val="22"/>
                <w:szCs w:val="22"/>
              </w:rPr>
            </w:pPr>
          </w:p>
        </w:tc>
      </w:tr>
    </w:tbl>
    <w:p w:rsidR="0048684B" w:rsidRPr="001143FF" w:rsidRDefault="0048684B" w:rsidP="00D57268">
      <w:pPr>
        <w:widowControl/>
        <w:jc w:val="both"/>
        <w:rPr>
          <w:rFonts w:ascii="Arial" w:hAnsi="Arial" w:cs="Arial"/>
        </w:rPr>
        <w:sectPr w:rsidR="0048684B" w:rsidRPr="001143FF" w:rsidSect="00A204EB">
          <w:pgSz w:w="16838" w:h="11906" w:orient="landscape"/>
          <w:pgMar w:top="992" w:right="567" w:bottom="567" w:left="567" w:header="709" w:footer="709" w:gutter="0"/>
          <w:cols w:space="708"/>
          <w:docGrid w:linePitch="326"/>
        </w:sectPr>
      </w:pPr>
    </w:p>
    <w:p w:rsidR="0033462C" w:rsidRDefault="00321CB6" w:rsidP="0033462C">
      <w:pPr>
        <w:jc w:val="both"/>
        <w:rPr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 </w:t>
      </w:r>
    </w:p>
    <w:p w:rsidR="0033462C" w:rsidRPr="0048684B" w:rsidRDefault="0033462C" w:rsidP="00D57268">
      <w:pPr>
        <w:widowControl/>
        <w:jc w:val="both"/>
        <w:rPr>
          <w:rFonts w:ascii="Arial" w:hAnsi="Arial" w:cs="Arial"/>
        </w:rPr>
      </w:pPr>
      <w:bookmarkStart w:id="0" w:name="_GoBack"/>
      <w:bookmarkEnd w:id="0"/>
    </w:p>
    <w:sectPr w:rsidR="0033462C" w:rsidRPr="0048684B" w:rsidSect="00C622CF">
      <w:pgSz w:w="11906" w:h="16838"/>
      <w:pgMar w:top="567" w:right="567" w:bottom="567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77E06"/>
    <w:multiLevelType w:val="hybridMultilevel"/>
    <w:tmpl w:val="BFF2196C"/>
    <w:lvl w:ilvl="0" w:tplc="4204296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0F42566"/>
    <w:multiLevelType w:val="hybridMultilevel"/>
    <w:tmpl w:val="6AA6CDEA"/>
    <w:lvl w:ilvl="0" w:tplc="FF4C8FD6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B1CB1"/>
    <w:multiLevelType w:val="hybridMultilevel"/>
    <w:tmpl w:val="D4C04C38"/>
    <w:lvl w:ilvl="0" w:tplc="0038D68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16131805"/>
    <w:multiLevelType w:val="hybridMultilevel"/>
    <w:tmpl w:val="6E36738E"/>
    <w:lvl w:ilvl="0" w:tplc="A3BCCAC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20004B8C"/>
    <w:multiLevelType w:val="hybridMultilevel"/>
    <w:tmpl w:val="A66C2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5C78D4"/>
    <w:multiLevelType w:val="hybridMultilevel"/>
    <w:tmpl w:val="6666ED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803293"/>
    <w:multiLevelType w:val="hybridMultilevel"/>
    <w:tmpl w:val="2AFE9548"/>
    <w:lvl w:ilvl="0" w:tplc="4B06882A">
      <w:start w:val="3"/>
      <w:numFmt w:val="upperRoman"/>
      <w:lvlText w:val="%1."/>
      <w:lvlJc w:val="left"/>
      <w:pPr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3B35193B"/>
    <w:multiLevelType w:val="hybridMultilevel"/>
    <w:tmpl w:val="D702F018"/>
    <w:lvl w:ilvl="0" w:tplc="48D68A2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F93E8E"/>
    <w:multiLevelType w:val="hybridMultilevel"/>
    <w:tmpl w:val="D6040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45612E"/>
    <w:multiLevelType w:val="hybridMultilevel"/>
    <w:tmpl w:val="8598A912"/>
    <w:lvl w:ilvl="0" w:tplc="A674509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8A076E"/>
    <w:multiLevelType w:val="hybridMultilevel"/>
    <w:tmpl w:val="B3F07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D070D5"/>
    <w:multiLevelType w:val="hybridMultilevel"/>
    <w:tmpl w:val="C8CE01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C9A423F"/>
    <w:multiLevelType w:val="hybridMultilevel"/>
    <w:tmpl w:val="BA447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926A6B"/>
    <w:multiLevelType w:val="hybridMultilevel"/>
    <w:tmpl w:val="43AA55C8"/>
    <w:lvl w:ilvl="0" w:tplc="0870EDE0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8DC6F99"/>
    <w:multiLevelType w:val="hybridMultilevel"/>
    <w:tmpl w:val="ECBA1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1A379D"/>
    <w:multiLevelType w:val="hybridMultilevel"/>
    <w:tmpl w:val="198693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2"/>
  </w:num>
  <w:num w:numId="5">
    <w:abstractNumId w:val="12"/>
  </w:num>
  <w:num w:numId="6">
    <w:abstractNumId w:val="13"/>
  </w:num>
  <w:num w:numId="7">
    <w:abstractNumId w:val="6"/>
  </w:num>
  <w:num w:numId="8">
    <w:abstractNumId w:val="9"/>
  </w:num>
  <w:num w:numId="9">
    <w:abstractNumId w:val="1"/>
  </w:num>
  <w:num w:numId="10">
    <w:abstractNumId w:val="3"/>
  </w:num>
  <w:num w:numId="11">
    <w:abstractNumId w:val="7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384"/>
    <w:rsid w:val="0000117C"/>
    <w:rsid w:val="000037F3"/>
    <w:rsid w:val="00003F29"/>
    <w:rsid w:val="000158B0"/>
    <w:rsid w:val="0002607E"/>
    <w:rsid w:val="00032347"/>
    <w:rsid w:val="000337E8"/>
    <w:rsid w:val="00033C7E"/>
    <w:rsid w:val="00034A3D"/>
    <w:rsid w:val="000363D2"/>
    <w:rsid w:val="00044E33"/>
    <w:rsid w:val="00060902"/>
    <w:rsid w:val="00065183"/>
    <w:rsid w:val="00065545"/>
    <w:rsid w:val="000668E8"/>
    <w:rsid w:val="0006792B"/>
    <w:rsid w:val="00071AF0"/>
    <w:rsid w:val="00072203"/>
    <w:rsid w:val="000805C4"/>
    <w:rsid w:val="000851B7"/>
    <w:rsid w:val="00087286"/>
    <w:rsid w:val="00092DF2"/>
    <w:rsid w:val="00093E1A"/>
    <w:rsid w:val="000962EA"/>
    <w:rsid w:val="00097D15"/>
    <w:rsid w:val="000A3FA7"/>
    <w:rsid w:val="000A4EA8"/>
    <w:rsid w:val="000B0E67"/>
    <w:rsid w:val="000B54D3"/>
    <w:rsid w:val="000B7D17"/>
    <w:rsid w:val="000C47A6"/>
    <w:rsid w:val="000C62E5"/>
    <w:rsid w:val="000C683E"/>
    <w:rsid w:val="000D3E3D"/>
    <w:rsid w:val="000D649E"/>
    <w:rsid w:val="000E12EB"/>
    <w:rsid w:val="000E5217"/>
    <w:rsid w:val="000F30F0"/>
    <w:rsid w:val="000F5DD7"/>
    <w:rsid w:val="00107FFB"/>
    <w:rsid w:val="00111693"/>
    <w:rsid w:val="001143FF"/>
    <w:rsid w:val="00114D51"/>
    <w:rsid w:val="00117C66"/>
    <w:rsid w:val="00122E30"/>
    <w:rsid w:val="00123CA1"/>
    <w:rsid w:val="0012510A"/>
    <w:rsid w:val="00130B81"/>
    <w:rsid w:val="00131A51"/>
    <w:rsid w:val="001337AC"/>
    <w:rsid w:val="00144607"/>
    <w:rsid w:val="001478CD"/>
    <w:rsid w:val="00147B7D"/>
    <w:rsid w:val="00155206"/>
    <w:rsid w:val="00156DFE"/>
    <w:rsid w:val="00166C99"/>
    <w:rsid w:val="00170C3A"/>
    <w:rsid w:val="00174947"/>
    <w:rsid w:val="00182216"/>
    <w:rsid w:val="001864FE"/>
    <w:rsid w:val="00186AF5"/>
    <w:rsid w:val="00187059"/>
    <w:rsid w:val="00187B97"/>
    <w:rsid w:val="0019047D"/>
    <w:rsid w:val="00193F66"/>
    <w:rsid w:val="0019450F"/>
    <w:rsid w:val="00195CBC"/>
    <w:rsid w:val="001A12B8"/>
    <w:rsid w:val="001A2C2D"/>
    <w:rsid w:val="001A5B6A"/>
    <w:rsid w:val="001B2B6A"/>
    <w:rsid w:val="001B49C1"/>
    <w:rsid w:val="001B5A8A"/>
    <w:rsid w:val="001C0BA1"/>
    <w:rsid w:val="001C0DEE"/>
    <w:rsid w:val="001C3884"/>
    <w:rsid w:val="001D0CA4"/>
    <w:rsid w:val="001E1311"/>
    <w:rsid w:val="001E3EE4"/>
    <w:rsid w:val="001E6085"/>
    <w:rsid w:val="001E7A7C"/>
    <w:rsid w:val="001E7A7E"/>
    <w:rsid w:val="001F0418"/>
    <w:rsid w:val="00203CB1"/>
    <w:rsid w:val="00203ED6"/>
    <w:rsid w:val="00204F06"/>
    <w:rsid w:val="002050FA"/>
    <w:rsid w:val="00205475"/>
    <w:rsid w:val="00211221"/>
    <w:rsid w:val="002115FB"/>
    <w:rsid w:val="00221BDE"/>
    <w:rsid w:val="00223702"/>
    <w:rsid w:val="00233268"/>
    <w:rsid w:val="00233E29"/>
    <w:rsid w:val="002364F8"/>
    <w:rsid w:val="00241542"/>
    <w:rsid w:val="002417FA"/>
    <w:rsid w:val="00245784"/>
    <w:rsid w:val="00247481"/>
    <w:rsid w:val="00247B8D"/>
    <w:rsid w:val="00253C12"/>
    <w:rsid w:val="002644C7"/>
    <w:rsid w:val="002677B5"/>
    <w:rsid w:val="00270F0C"/>
    <w:rsid w:val="0027427C"/>
    <w:rsid w:val="00274AB9"/>
    <w:rsid w:val="002772BB"/>
    <w:rsid w:val="0028137A"/>
    <w:rsid w:val="002851FD"/>
    <w:rsid w:val="00286F08"/>
    <w:rsid w:val="00292629"/>
    <w:rsid w:val="00293497"/>
    <w:rsid w:val="00293801"/>
    <w:rsid w:val="002B003D"/>
    <w:rsid w:val="002B1F16"/>
    <w:rsid w:val="002B20AC"/>
    <w:rsid w:val="002B7D6A"/>
    <w:rsid w:val="002C1B48"/>
    <w:rsid w:val="002D2F66"/>
    <w:rsid w:val="002D3503"/>
    <w:rsid w:val="002F28C6"/>
    <w:rsid w:val="002F46CA"/>
    <w:rsid w:val="0030529D"/>
    <w:rsid w:val="003057FF"/>
    <w:rsid w:val="0031013E"/>
    <w:rsid w:val="0031143D"/>
    <w:rsid w:val="003168B8"/>
    <w:rsid w:val="003208EE"/>
    <w:rsid w:val="00321CB6"/>
    <w:rsid w:val="003310B9"/>
    <w:rsid w:val="0033462C"/>
    <w:rsid w:val="00344E60"/>
    <w:rsid w:val="00350923"/>
    <w:rsid w:val="00351B91"/>
    <w:rsid w:val="00353354"/>
    <w:rsid w:val="00355879"/>
    <w:rsid w:val="003573D5"/>
    <w:rsid w:val="00357B74"/>
    <w:rsid w:val="00362304"/>
    <w:rsid w:val="003634AA"/>
    <w:rsid w:val="0036548D"/>
    <w:rsid w:val="00367663"/>
    <w:rsid w:val="003761A5"/>
    <w:rsid w:val="0037759F"/>
    <w:rsid w:val="003910A2"/>
    <w:rsid w:val="003A53BB"/>
    <w:rsid w:val="003B1B5C"/>
    <w:rsid w:val="003B3236"/>
    <w:rsid w:val="003B5A15"/>
    <w:rsid w:val="003C0003"/>
    <w:rsid w:val="003C200E"/>
    <w:rsid w:val="003C5AB0"/>
    <w:rsid w:val="003D1E43"/>
    <w:rsid w:val="003D5576"/>
    <w:rsid w:val="003E7D0A"/>
    <w:rsid w:val="003F4B83"/>
    <w:rsid w:val="003F4E04"/>
    <w:rsid w:val="003F580E"/>
    <w:rsid w:val="003F6C4A"/>
    <w:rsid w:val="004001F6"/>
    <w:rsid w:val="004030A4"/>
    <w:rsid w:val="00405B98"/>
    <w:rsid w:val="00410392"/>
    <w:rsid w:val="00427274"/>
    <w:rsid w:val="00432DB8"/>
    <w:rsid w:val="00433020"/>
    <w:rsid w:val="004336EE"/>
    <w:rsid w:val="00437C40"/>
    <w:rsid w:val="00442123"/>
    <w:rsid w:val="00442E6F"/>
    <w:rsid w:val="00443771"/>
    <w:rsid w:val="004437C3"/>
    <w:rsid w:val="00445D05"/>
    <w:rsid w:val="00446090"/>
    <w:rsid w:val="00450917"/>
    <w:rsid w:val="00450BF2"/>
    <w:rsid w:val="004519CE"/>
    <w:rsid w:val="00451A2E"/>
    <w:rsid w:val="004527B4"/>
    <w:rsid w:val="004564AE"/>
    <w:rsid w:val="00456E3B"/>
    <w:rsid w:val="00461501"/>
    <w:rsid w:val="00480C55"/>
    <w:rsid w:val="0048684B"/>
    <w:rsid w:val="00486A68"/>
    <w:rsid w:val="00486DEA"/>
    <w:rsid w:val="00492560"/>
    <w:rsid w:val="00492F0D"/>
    <w:rsid w:val="00494179"/>
    <w:rsid w:val="00494BB5"/>
    <w:rsid w:val="004966CF"/>
    <w:rsid w:val="004A7B74"/>
    <w:rsid w:val="004B0DD1"/>
    <w:rsid w:val="004B56D9"/>
    <w:rsid w:val="004C196C"/>
    <w:rsid w:val="004C202F"/>
    <w:rsid w:val="004C789F"/>
    <w:rsid w:val="004D6A96"/>
    <w:rsid w:val="004E4B22"/>
    <w:rsid w:val="004E5156"/>
    <w:rsid w:val="004E5538"/>
    <w:rsid w:val="004F2475"/>
    <w:rsid w:val="004F30A8"/>
    <w:rsid w:val="005012F6"/>
    <w:rsid w:val="00506FE4"/>
    <w:rsid w:val="00513260"/>
    <w:rsid w:val="00515162"/>
    <w:rsid w:val="005225F7"/>
    <w:rsid w:val="00526EF2"/>
    <w:rsid w:val="00542D4F"/>
    <w:rsid w:val="00543212"/>
    <w:rsid w:val="0054578F"/>
    <w:rsid w:val="00551D66"/>
    <w:rsid w:val="00554065"/>
    <w:rsid w:val="0055702C"/>
    <w:rsid w:val="005602FF"/>
    <w:rsid w:val="00567017"/>
    <w:rsid w:val="0056709B"/>
    <w:rsid w:val="00567D04"/>
    <w:rsid w:val="0058649B"/>
    <w:rsid w:val="0059404C"/>
    <w:rsid w:val="005B002D"/>
    <w:rsid w:val="005B03FF"/>
    <w:rsid w:val="005B0886"/>
    <w:rsid w:val="005B3B36"/>
    <w:rsid w:val="005B6C97"/>
    <w:rsid w:val="005B6D47"/>
    <w:rsid w:val="005B6EE7"/>
    <w:rsid w:val="005C4B95"/>
    <w:rsid w:val="005C6185"/>
    <w:rsid w:val="005D253A"/>
    <w:rsid w:val="005D63FF"/>
    <w:rsid w:val="005D6F4F"/>
    <w:rsid w:val="005E0962"/>
    <w:rsid w:val="005E2852"/>
    <w:rsid w:val="005F12C0"/>
    <w:rsid w:val="005F2316"/>
    <w:rsid w:val="005F2637"/>
    <w:rsid w:val="005F7A34"/>
    <w:rsid w:val="00601FDA"/>
    <w:rsid w:val="00605593"/>
    <w:rsid w:val="006167B6"/>
    <w:rsid w:val="00616852"/>
    <w:rsid w:val="00620866"/>
    <w:rsid w:val="00630500"/>
    <w:rsid w:val="00631275"/>
    <w:rsid w:val="00632123"/>
    <w:rsid w:val="0063689C"/>
    <w:rsid w:val="00640127"/>
    <w:rsid w:val="0064368A"/>
    <w:rsid w:val="006469B2"/>
    <w:rsid w:val="00650394"/>
    <w:rsid w:val="006521D3"/>
    <w:rsid w:val="00653F27"/>
    <w:rsid w:val="00653F66"/>
    <w:rsid w:val="00654256"/>
    <w:rsid w:val="00655B74"/>
    <w:rsid w:val="00655EEC"/>
    <w:rsid w:val="00656BA5"/>
    <w:rsid w:val="00665B83"/>
    <w:rsid w:val="00670B1E"/>
    <w:rsid w:val="00692506"/>
    <w:rsid w:val="006A2E1F"/>
    <w:rsid w:val="006A5E17"/>
    <w:rsid w:val="006A61CE"/>
    <w:rsid w:val="006A69FD"/>
    <w:rsid w:val="006B5BE0"/>
    <w:rsid w:val="006B759B"/>
    <w:rsid w:val="006C0203"/>
    <w:rsid w:val="006C44E0"/>
    <w:rsid w:val="006C69D6"/>
    <w:rsid w:val="006D3985"/>
    <w:rsid w:val="006D5C11"/>
    <w:rsid w:val="006E0EAA"/>
    <w:rsid w:val="006E1C81"/>
    <w:rsid w:val="006E33DE"/>
    <w:rsid w:val="006E3458"/>
    <w:rsid w:val="006E3F8D"/>
    <w:rsid w:val="006F5A30"/>
    <w:rsid w:val="006F6CE6"/>
    <w:rsid w:val="0070074A"/>
    <w:rsid w:val="00702675"/>
    <w:rsid w:val="00704D99"/>
    <w:rsid w:val="00704E60"/>
    <w:rsid w:val="00714A9C"/>
    <w:rsid w:val="00725D94"/>
    <w:rsid w:val="007279C4"/>
    <w:rsid w:val="00730597"/>
    <w:rsid w:val="00731BDE"/>
    <w:rsid w:val="007335BF"/>
    <w:rsid w:val="00734614"/>
    <w:rsid w:val="007371E2"/>
    <w:rsid w:val="00737B5F"/>
    <w:rsid w:val="00742CC8"/>
    <w:rsid w:val="00742D6A"/>
    <w:rsid w:val="00746BC3"/>
    <w:rsid w:val="007518AB"/>
    <w:rsid w:val="00767A8F"/>
    <w:rsid w:val="00767C86"/>
    <w:rsid w:val="00780950"/>
    <w:rsid w:val="007819F3"/>
    <w:rsid w:val="00782BDE"/>
    <w:rsid w:val="00786BB2"/>
    <w:rsid w:val="007872AF"/>
    <w:rsid w:val="00790694"/>
    <w:rsid w:val="00791839"/>
    <w:rsid w:val="00792632"/>
    <w:rsid w:val="007944B5"/>
    <w:rsid w:val="007A3704"/>
    <w:rsid w:val="007A6B72"/>
    <w:rsid w:val="007A79AE"/>
    <w:rsid w:val="007C2675"/>
    <w:rsid w:val="007C50E5"/>
    <w:rsid w:val="007D6D39"/>
    <w:rsid w:val="007E0C29"/>
    <w:rsid w:val="007F1AD0"/>
    <w:rsid w:val="007F763A"/>
    <w:rsid w:val="008078E6"/>
    <w:rsid w:val="00814426"/>
    <w:rsid w:val="00815C19"/>
    <w:rsid w:val="0082318F"/>
    <w:rsid w:val="00826256"/>
    <w:rsid w:val="00843CCE"/>
    <w:rsid w:val="008470D9"/>
    <w:rsid w:val="0085729F"/>
    <w:rsid w:val="00857FAC"/>
    <w:rsid w:val="008668B3"/>
    <w:rsid w:val="00866D58"/>
    <w:rsid w:val="00872767"/>
    <w:rsid w:val="00872DA7"/>
    <w:rsid w:val="008769A2"/>
    <w:rsid w:val="00876B71"/>
    <w:rsid w:val="008811DB"/>
    <w:rsid w:val="008913E4"/>
    <w:rsid w:val="008971DF"/>
    <w:rsid w:val="008A5207"/>
    <w:rsid w:val="008A6341"/>
    <w:rsid w:val="008B183C"/>
    <w:rsid w:val="008B7126"/>
    <w:rsid w:val="008C6AFD"/>
    <w:rsid w:val="008E0781"/>
    <w:rsid w:val="008E2046"/>
    <w:rsid w:val="008F50AF"/>
    <w:rsid w:val="008F58B0"/>
    <w:rsid w:val="008F7DF8"/>
    <w:rsid w:val="008F7E32"/>
    <w:rsid w:val="0090051C"/>
    <w:rsid w:val="009111E9"/>
    <w:rsid w:val="009120B0"/>
    <w:rsid w:val="00913F42"/>
    <w:rsid w:val="009162F4"/>
    <w:rsid w:val="00920FC6"/>
    <w:rsid w:val="00922A5D"/>
    <w:rsid w:val="00922A60"/>
    <w:rsid w:val="009404AC"/>
    <w:rsid w:val="00941BB8"/>
    <w:rsid w:val="00942982"/>
    <w:rsid w:val="00946046"/>
    <w:rsid w:val="00950C0D"/>
    <w:rsid w:val="00960F46"/>
    <w:rsid w:val="0096389B"/>
    <w:rsid w:val="00976BF9"/>
    <w:rsid w:val="00976C57"/>
    <w:rsid w:val="00985167"/>
    <w:rsid w:val="009852B2"/>
    <w:rsid w:val="0098697F"/>
    <w:rsid w:val="0099257C"/>
    <w:rsid w:val="009A73B0"/>
    <w:rsid w:val="009B5DB2"/>
    <w:rsid w:val="009C1B90"/>
    <w:rsid w:val="009C3E7E"/>
    <w:rsid w:val="009D137E"/>
    <w:rsid w:val="009D23FE"/>
    <w:rsid w:val="009D4924"/>
    <w:rsid w:val="009E1702"/>
    <w:rsid w:val="009E3D5C"/>
    <w:rsid w:val="009E4924"/>
    <w:rsid w:val="009F3DC1"/>
    <w:rsid w:val="00A01067"/>
    <w:rsid w:val="00A01F54"/>
    <w:rsid w:val="00A04171"/>
    <w:rsid w:val="00A12795"/>
    <w:rsid w:val="00A174B5"/>
    <w:rsid w:val="00A204EB"/>
    <w:rsid w:val="00A21635"/>
    <w:rsid w:val="00A220C8"/>
    <w:rsid w:val="00A370A3"/>
    <w:rsid w:val="00A51F7D"/>
    <w:rsid w:val="00A52C46"/>
    <w:rsid w:val="00A61C95"/>
    <w:rsid w:val="00A61F2E"/>
    <w:rsid w:val="00A632AF"/>
    <w:rsid w:val="00A63E3D"/>
    <w:rsid w:val="00A66FDD"/>
    <w:rsid w:val="00A67188"/>
    <w:rsid w:val="00A7134C"/>
    <w:rsid w:val="00A75295"/>
    <w:rsid w:val="00A806D9"/>
    <w:rsid w:val="00A851ED"/>
    <w:rsid w:val="00A85B8B"/>
    <w:rsid w:val="00A86E43"/>
    <w:rsid w:val="00A9397A"/>
    <w:rsid w:val="00A944DF"/>
    <w:rsid w:val="00A9459A"/>
    <w:rsid w:val="00A973B3"/>
    <w:rsid w:val="00AA17AE"/>
    <w:rsid w:val="00AA5C9C"/>
    <w:rsid w:val="00AB3069"/>
    <w:rsid w:val="00AC2970"/>
    <w:rsid w:val="00AC5BE5"/>
    <w:rsid w:val="00AC7623"/>
    <w:rsid w:val="00AC7E90"/>
    <w:rsid w:val="00AD1986"/>
    <w:rsid w:val="00AD7BCF"/>
    <w:rsid w:val="00AE37E0"/>
    <w:rsid w:val="00AF083C"/>
    <w:rsid w:val="00AF4D09"/>
    <w:rsid w:val="00B00F8B"/>
    <w:rsid w:val="00B06202"/>
    <w:rsid w:val="00B14CAD"/>
    <w:rsid w:val="00B16D3D"/>
    <w:rsid w:val="00B17C93"/>
    <w:rsid w:val="00B279D2"/>
    <w:rsid w:val="00B35540"/>
    <w:rsid w:val="00B3583F"/>
    <w:rsid w:val="00B37AD9"/>
    <w:rsid w:val="00B41A1E"/>
    <w:rsid w:val="00B449D0"/>
    <w:rsid w:val="00B456BC"/>
    <w:rsid w:val="00B526BE"/>
    <w:rsid w:val="00B532AD"/>
    <w:rsid w:val="00B55862"/>
    <w:rsid w:val="00B57AB4"/>
    <w:rsid w:val="00B66FA7"/>
    <w:rsid w:val="00B67FD7"/>
    <w:rsid w:val="00B71332"/>
    <w:rsid w:val="00B716F6"/>
    <w:rsid w:val="00B71912"/>
    <w:rsid w:val="00B740B8"/>
    <w:rsid w:val="00B744C8"/>
    <w:rsid w:val="00B82AF7"/>
    <w:rsid w:val="00B85F4A"/>
    <w:rsid w:val="00B86564"/>
    <w:rsid w:val="00BA4E84"/>
    <w:rsid w:val="00BA5533"/>
    <w:rsid w:val="00BA634F"/>
    <w:rsid w:val="00BA7545"/>
    <w:rsid w:val="00BB3907"/>
    <w:rsid w:val="00BB4237"/>
    <w:rsid w:val="00BB47BD"/>
    <w:rsid w:val="00BB5191"/>
    <w:rsid w:val="00BD5990"/>
    <w:rsid w:val="00BE00AA"/>
    <w:rsid w:val="00BE26A5"/>
    <w:rsid w:val="00BE3401"/>
    <w:rsid w:val="00BE73C1"/>
    <w:rsid w:val="00BF1173"/>
    <w:rsid w:val="00BF22AA"/>
    <w:rsid w:val="00C00338"/>
    <w:rsid w:val="00C0096E"/>
    <w:rsid w:val="00C066D2"/>
    <w:rsid w:val="00C07C99"/>
    <w:rsid w:val="00C10FF6"/>
    <w:rsid w:val="00C11F54"/>
    <w:rsid w:val="00C15C8E"/>
    <w:rsid w:val="00C17C36"/>
    <w:rsid w:val="00C17EF8"/>
    <w:rsid w:val="00C203F0"/>
    <w:rsid w:val="00C3057D"/>
    <w:rsid w:val="00C31C4C"/>
    <w:rsid w:val="00C37BAE"/>
    <w:rsid w:val="00C43EA1"/>
    <w:rsid w:val="00C47C62"/>
    <w:rsid w:val="00C47E27"/>
    <w:rsid w:val="00C51FDB"/>
    <w:rsid w:val="00C5556B"/>
    <w:rsid w:val="00C6003E"/>
    <w:rsid w:val="00C61836"/>
    <w:rsid w:val="00C62081"/>
    <w:rsid w:val="00C62818"/>
    <w:rsid w:val="00C66607"/>
    <w:rsid w:val="00C70195"/>
    <w:rsid w:val="00C71CF4"/>
    <w:rsid w:val="00C73CED"/>
    <w:rsid w:val="00C771B1"/>
    <w:rsid w:val="00C87C06"/>
    <w:rsid w:val="00C92D0D"/>
    <w:rsid w:val="00C95E4C"/>
    <w:rsid w:val="00C97386"/>
    <w:rsid w:val="00CA02BE"/>
    <w:rsid w:val="00CA1F42"/>
    <w:rsid w:val="00CA3F71"/>
    <w:rsid w:val="00CA4171"/>
    <w:rsid w:val="00CA4857"/>
    <w:rsid w:val="00CA5638"/>
    <w:rsid w:val="00CB175E"/>
    <w:rsid w:val="00CB6612"/>
    <w:rsid w:val="00CC0E05"/>
    <w:rsid w:val="00CD292B"/>
    <w:rsid w:val="00CD3485"/>
    <w:rsid w:val="00CD5842"/>
    <w:rsid w:val="00CD7FF2"/>
    <w:rsid w:val="00CE32EB"/>
    <w:rsid w:val="00CE668E"/>
    <w:rsid w:val="00CE7785"/>
    <w:rsid w:val="00CE7DCC"/>
    <w:rsid w:val="00CF16B1"/>
    <w:rsid w:val="00CF188C"/>
    <w:rsid w:val="00CF35C6"/>
    <w:rsid w:val="00CF4127"/>
    <w:rsid w:val="00CF41E8"/>
    <w:rsid w:val="00D016BE"/>
    <w:rsid w:val="00D01B02"/>
    <w:rsid w:val="00D01C25"/>
    <w:rsid w:val="00D05C2E"/>
    <w:rsid w:val="00D05E69"/>
    <w:rsid w:val="00D22F43"/>
    <w:rsid w:val="00D30CC7"/>
    <w:rsid w:val="00D32D38"/>
    <w:rsid w:val="00D36863"/>
    <w:rsid w:val="00D3753F"/>
    <w:rsid w:val="00D40313"/>
    <w:rsid w:val="00D4452E"/>
    <w:rsid w:val="00D54752"/>
    <w:rsid w:val="00D5583F"/>
    <w:rsid w:val="00D57268"/>
    <w:rsid w:val="00D57D5C"/>
    <w:rsid w:val="00D63C17"/>
    <w:rsid w:val="00D6683F"/>
    <w:rsid w:val="00D763F2"/>
    <w:rsid w:val="00D8084C"/>
    <w:rsid w:val="00D831B6"/>
    <w:rsid w:val="00D936AD"/>
    <w:rsid w:val="00D94CBC"/>
    <w:rsid w:val="00D95B2F"/>
    <w:rsid w:val="00D979F3"/>
    <w:rsid w:val="00DA7B90"/>
    <w:rsid w:val="00DB09EF"/>
    <w:rsid w:val="00DB2959"/>
    <w:rsid w:val="00DB6AFE"/>
    <w:rsid w:val="00DC16A8"/>
    <w:rsid w:val="00DC2D24"/>
    <w:rsid w:val="00DC331A"/>
    <w:rsid w:val="00DC7855"/>
    <w:rsid w:val="00DD742B"/>
    <w:rsid w:val="00DE250F"/>
    <w:rsid w:val="00DE5050"/>
    <w:rsid w:val="00DE5C5F"/>
    <w:rsid w:val="00DE7022"/>
    <w:rsid w:val="00DF0BE4"/>
    <w:rsid w:val="00DF483D"/>
    <w:rsid w:val="00DF5BFA"/>
    <w:rsid w:val="00E019BD"/>
    <w:rsid w:val="00E10876"/>
    <w:rsid w:val="00E2305B"/>
    <w:rsid w:val="00E24FBE"/>
    <w:rsid w:val="00E27467"/>
    <w:rsid w:val="00E305B0"/>
    <w:rsid w:val="00E369B5"/>
    <w:rsid w:val="00E370A4"/>
    <w:rsid w:val="00E51384"/>
    <w:rsid w:val="00E526A0"/>
    <w:rsid w:val="00E5492C"/>
    <w:rsid w:val="00E574C4"/>
    <w:rsid w:val="00E57524"/>
    <w:rsid w:val="00E60CC8"/>
    <w:rsid w:val="00E6315B"/>
    <w:rsid w:val="00E63ECA"/>
    <w:rsid w:val="00E703BA"/>
    <w:rsid w:val="00E711D5"/>
    <w:rsid w:val="00E760EE"/>
    <w:rsid w:val="00E84FC7"/>
    <w:rsid w:val="00E90427"/>
    <w:rsid w:val="00E9490D"/>
    <w:rsid w:val="00E94B1F"/>
    <w:rsid w:val="00E958C5"/>
    <w:rsid w:val="00E9680C"/>
    <w:rsid w:val="00EA0318"/>
    <w:rsid w:val="00EA2DCC"/>
    <w:rsid w:val="00EA3C4F"/>
    <w:rsid w:val="00EB0586"/>
    <w:rsid w:val="00EB0BF4"/>
    <w:rsid w:val="00EB206E"/>
    <w:rsid w:val="00EB7E47"/>
    <w:rsid w:val="00EC6AD4"/>
    <w:rsid w:val="00EC7350"/>
    <w:rsid w:val="00ED2FC5"/>
    <w:rsid w:val="00ED3E0D"/>
    <w:rsid w:val="00ED4D7F"/>
    <w:rsid w:val="00ED5B69"/>
    <w:rsid w:val="00ED6F96"/>
    <w:rsid w:val="00EE15B5"/>
    <w:rsid w:val="00EE534D"/>
    <w:rsid w:val="00EF0465"/>
    <w:rsid w:val="00EF0E8C"/>
    <w:rsid w:val="00EF376E"/>
    <w:rsid w:val="00EF6F0D"/>
    <w:rsid w:val="00F02837"/>
    <w:rsid w:val="00F11236"/>
    <w:rsid w:val="00F124B8"/>
    <w:rsid w:val="00F13B83"/>
    <w:rsid w:val="00F15C0D"/>
    <w:rsid w:val="00F16EA2"/>
    <w:rsid w:val="00F2178B"/>
    <w:rsid w:val="00F303D5"/>
    <w:rsid w:val="00F31656"/>
    <w:rsid w:val="00F40E30"/>
    <w:rsid w:val="00F41A07"/>
    <w:rsid w:val="00F47B99"/>
    <w:rsid w:val="00F47D69"/>
    <w:rsid w:val="00F512F2"/>
    <w:rsid w:val="00F5262F"/>
    <w:rsid w:val="00F533C6"/>
    <w:rsid w:val="00F60517"/>
    <w:rsid w:val="00F62DA1"/>
    <w:rsid w:val="00F6709F"/>
    <w:rsid w:val="00F702C4"/>
    <w:rsid w:val="00F70C2A"/>
    <w:rsid w:val="00F70ECF"/>
    <w:rsid w:val="00F756B3"/>
    <w:rsid w:val="00F8012C"/>
    <w:rsid w:val="00F92298"/>
    <w:rsid w:val="00FB3C9C"/>
    <w:rsid w:val="00FB5A7D"/>
    <w:rsid w:val="00FB601A"/>
    <w:rsid w:val="00FC318D"/>
    <w:rsid w:val="00FD3163"/>
    <w:rsid w:val="00FE0E55"/>
    <w:rsid w:val="00FE11CF"/>
    <w:rsid w:val="00FE3108"/>
    <w:rsid w:val="00FE5617"/>
    <w:rsid w:val="00FE7E35"/>
    <w:rsid w:val="00FF057D"/>
    <w:rsid w:val="00FF5D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DC4197-C991-4DFA-9E5C-836453CCB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95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00F8B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B00F8B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B00F8B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B00F8B"/>
    <w:pPr>
      <w:keepNext/>
      <w:widowControl/>
      <w:ind w:left="7080" w:firstLine="708"/>
      <w:jc w:val="center"/>
      <w:outlineLvl w:val="3"/>
    </w:pPr>
    <w:rPr>
      <w:u w:val="single"/>
    </w:rPr>
  </w:style>
  <w:style w:type="paragraph" w:styleId="5">
    <w:name w:val="heading 5"/>
    <w:basedOn w:val="a"/>
    <w:next w:val="a"/>
    <w:qFormat/>
    <w:rsid w:val="00B00F8B"/>
    <w:pPr>
      <w:keepNext/>
      <w:widowControl/>
      <w:jc w:val="right"/>
      <w:outlineLvl w:val="4"/>
    </w:pPr>
    <w:rPr>
      <w:b/>
      <w:bCs/>
      <w:sz w:val="28"/>
      <w:szCs w:val="28"/>
      <w:u w:val="single"/>
    </w:rPr>
  </w:style>
  <w:style w:type="paragraph" w:styleId="6">
    <w:name w:val="heading 6"/>
    <w:basedOn w:val="a"/>
    <w:next w:val="a"/>
    <w:link w:val="60"/>
    <w:qFormat/>
    <w:rsid w:val="00B00F8B"/>
    <w:pPr>
      <w:keepNext/>
      <w:widowControl/>
      <w:jc w:val="both"/>
      <w:outlineLvl w:val="5"/>
    </w:pPr>
    <w:rPr>
      <w:u w:val="single"/>
    </w:rPr>
  </w:style>
  <w:style w:type="paragraph" w:styleId="7">
    <w:name w:val="heading 7"/>
    <w:basedOn w:val="a"/>
    <w:next w:val="a"/>
    <w:qFormat/>
    <w:rsid w:val="00B00F8B"/>
    <w:pPr>
      <w:keepNext/>
      <w:widowControl/>
      <w:jc w:val="right"/>
      <w:outlineLvl w:val="6"/>
    </w:pPr>
    <w:rPr>
      <w:u w:val="single"/>
    </w:rPr>
  </w:style>
  <w:style w:type="paragraph" w:styleId="8">
    <w:name w:val="heading 8"/>
    <w:basedOn w:val="a"/>
    <w:next w:val="a"/>
    <w:link w:val="80"/>
    <w:qFormat/>
    <w:rsid w:val="00B00F8B"/>
    <w:pPr>
      <w:keepNext/>
      <w:widowControl/>
      <w:jc w:val="both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B00F8B"/>
    <w:pPr>
      <w:keepNext/>
      <w:widowControl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E019BD"/>
    <w:rPr>
      <w:sz w:val="24"/>
      <w:szCs w:val="24"/>
      <w:u w:val="single"/>
    </w:rPr>
  </w:style>
  <w:style w:type="character" w:customStyle="1" w:styleId="80">
    <w:name w:val="Заголовок 8 Знак"/>
    <w:link w:val="8"/>
    <w:rsid w:val="00E019BD"/>
    <w:rPr>
      <w:b/>
      <w:bCs/>
      <w:sz w:val="28"/>
      <w:szCs w:val="28"/>
    </w:rPr>
  </w:style>
  <w:style w:type="paragraph" w:styleId="a3">
    <w:name w:val="Balloon Text"/>
    <w:basedOn w:val="a"/>
    <w:link w:val="a4"/>
    <w:rsid w:val="0064368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6436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69B2"/>
    <w:pPr>
      <w:ind w:left="720"/>
      <w:contextualSpacing/>
    </w:pPr>
  </w:style>
  <w:style w:type="paragraph" w:styleId="a6">
    <w:name w:val="Body Text"/>
    <w:basedOn w:val="a"/>
    <w:link w:val="a7"/>
    <w:semiHidden/>
    <w:unhideWhenUsed/>
    <w:rsid w:val="0048684B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48684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F6709F"/>
    <w:rPr>
      <w:b/>
      <w:bCs/>
      <w:sz w:val="40"/>
      <w:szCs w:val="40"/>
    </w:rPr>
  </w:style>
  <w:style w:type="character" w:customStyle="1" w:styleId="20">
    <w:name w:val="Заголовок 2 Знак"/>
    <w:basedOn w:val="a0"/>
    <w:link w:val="2"/>
    <w:rsid w:val="00F6709F"/>
    <w:rPr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rsid w:val="00F6709F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0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Application%20Data\Microsoft\&#1064;&#1072;&#1073;&#1083;&#1086;&#1085;&#1099;\&#1041;&#1083;&#1072;&#1085;&#1082;%20&#1088;&#1077;&#1096;&#1077;&#1085;&#1080;&#1103;%20&#1057;&#1044;%20&#1085;&#1086;&#1074;&#1086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7F298-7BED-4357-A384-68187E07C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решения СД новое.dot</Template>
  <TotalTime>52</TotalTime>
  <Pages>3</Pages>
  <Words>557</Words>
  <Characters>3177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> </vt:lpstr>
      <vt:lpstr/>
      <vt:lpstr>СОВЕТ     ДЕПУТАТОВ</vt:lpstr>
      <vt:lpstr>        ОРЕХОВО-ЗУЕВСКОГО ГОРОДСКОГО   ОКРУГА</vt:lpstr>
      <vt:lpstr>        МОСКОВСКОЙ   ОБЛАСТИ</vt:lpstr>
      <vt:lpstr>    Р Е Ш Е Н И Е</vt:lpstr>
      <vt:lpstr>    Лист согласования</vt:lpstr>
      <vt:lpstr>ГЛАВА</vt:lpstr>
      <vt:lpstr>        ОРЕХОВО-ЗУЕВСКОГО  ГОРОДСКОГО   ОКРУГА    </vt:lpstr>
      <vt:lpstr>        МОСКОВСКОЙ   ОБЛАСТИ</vt:lpstr>
    </vt:vector>
  </TitlesOfParts>
  <Company>Администрация УИАиОР</Company>
  <LinksUpToDate>false</LinksUpToDate>
  <CharactersWithSpaces>3727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555</dc:creator>
  <cp:keywords/>
  <cp:lastModifiedBy>Асницкая Т.В.</cp:lastModifiedBy>
  <cp:revision>12</cp:revision>
  <cp:lastPrinted>2019-04-18T11:31:00Z</cp:lastPrinted>
  <dcterms:created xsi:type="dcterms:W3CDTF">2020-04-23T08:45:00Z</dcterms:created>
  <dcterms:modified xsi:type="dcterms:W3CDTF">2020-06-02T09:52:00Z</dcterms:modified>
</cp:coreProperties>
</file>