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9F" w:rsidRDefault="00F6709F" w:rsidP="00F6709F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>
            <wp:extent cx="53975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09F" w:rsidRDefault="00F6709F" w:rsidP="00F6709F">
      <w:pPr>
        <w:pStyle w:val="1"/>
        <w:ind w:firstLine="709"/>
        <w:rPr>
          <w:sz w:val="16"/>
          <w:szCs w:val="16"/>
        </w:rPr>
      </w:pPr>
    </w:p>
    <w:p w:rsidR="00F6709F" w:rsidRDefault="00F6709F" w:rsidP="00F6709F">
      <w:pPr>
        <w:pStyle w:val="1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СОВЕТ     ДЕПУТАТОВ</w:t>
      </w:r>
    </w:p>
    <w:p w:rsidR="00F6709F" w:rsidRDefault="00F6709F" w:rsidP="00F6709F">
      <w:pPr>
        <w:pStyle w:val="3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ОРЕХОВО-ЗУЕВСКОГО ГОРОДСКОГО   ОКРУГА</w:t>
      </w:r>
    </w:p>
    <w:p w:rsidR="00F6709F" w:rsidRDefault="00F6709F" w:rsidP="00F6709F">
      <w:pPr>
        <w:pStyle w:val="3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  ОБЛАСТИ</w:t>
      </w:r>
    </w:p>
    <w:p w:rsidR="00F6709F" w:rsidRDefault="00F6709F" w:rsidP="00F6709F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709F" w:rsidRDefault="00F6709F" w:rsidP="00F6709F">
      <w:pPr>
        <w:pStyle w:val="2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Р Е Ш Е Н И Е</w:t>
      </w:r>
    </w:p>
    <w:p w:rsidR="00F6709F" w:rsidRDefault="00F6709F" w:rsidP="00F6709F">
      <w:pPr>
        <w:ind w:firstLine="709"/>
        <w:jc w:val="center"/>
        <w:rPr>
          <w:sz w:val="16"/>
          <w:szCs w:val="16"/>
        </w:rPr>
      </w:pPr>
    </w:p>
    <w:p w:rsidR="00F6709F" w:rsidRDefault="007403DD" w:rsidP="00F6709F">
      <w:pPr>
        <w:ind w:firstLine="709"/>
        <w:jc w:val="center"/>
        <w:rPr>
          <w:rFonts w:ascii="Arial" w:hAnsi="Arial" w:cs="Arial"/>
          <w:b/>
          <w:bCs/>
          <w:sz w:val="28"/>
        </w:rPr>
      </w:pPr>
      <w:proofErr w:type="gramStart"/>
      <w:r>
        <w:rPr>
          <w:rFonts w:ascii="Arial" w:hAnsi="Arial" w:cs="Arial"/>
          <w:b/>
          <w:bCs/>
          <w:sz w:val="28"/>
        </w:rPr>
        <w:t>от  28.05.2020</w:t>
      </w:r>
      <w:proofErr w:type="gramEnd"/>
      <w:r>
        <w:rPr>
          <w:rFonts w:ascii="Arial" w:hAnsi="Arial" w:cs="Arial"/>
          <w:b/>
          <w:bCs/>
          <w:sz w:val="28"/>
        </w:rPr>
        <w:t xml:space="preserve">    № 173</w:t>
      </w:r>
      <w:r w:rsidR="00FF3EFD" w:rsidRPr="00FF3EFD">
        <w:rPr>
          <w:rFonts w:ascii="Arial" w:hAnsi="Arial" w:cs="Arial"/>
          <w:b/>
          <w:bCs/>
          <w:sz w:val="28"/>
        </w:rPr>
        <w:t>/13</w:t>
      </w:r>
    </w:p>
    <w:p w:rsidR="00FF3EFD" w:rsidRDefault="00FF3EFD" w:rsidP="00F6709F">
      <w:pPr>
        <w:ind w:firstLine="709"/>
        <w:jc w:val="center"/>
        <w:rPr>
          <w:b/>
          <w:bCs/>
          <w:sz w:val="16"/>
          <w:szCs w:val="16"/>
        </w:rPr>
      </w:pPr>
    </w:p>
    <w:p w:rsidR="00F6709F" w:rsidRDefault="00F6709F" w:rsidP="00F6709F">
      <w:pPr>
        <w:ind w:firstLine="709"/>
        <w:jc w:val="center"/>
        <w:rPr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t>Орехово-Зуево</w:t>
      </w:r>
    </w:p>
    <w:p w:rsidR="00F6709F" w:rsidRDefault="00F6709F" w:rsidP="00F6709F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F6709F" w:rsidRDefault="00F6709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 утверждении Перечня имущества, предлагаемого к передаче</w:t>
      </w:r>
    </w:p>
    <w:p w:rsidR="00874DEF" w:rsidRDefault="00F6709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из </w:t>
      </w:r>
      <w:r w:rsidR="00874DEF">
        <w:rPr>
          <w:rFonts w:ascii="Arial" w:hAnsi="Arial" w:cs="Arial"/>
          <w:b/>
          <w:bCs/>
        </w:rPr>
        <w:t xml:space="preserve">муниципальной </w:t>
      </w:r>
      <w:r>
        <w:rPr>
          <w:rFonts w:ascii="Arial" w:hAnsi="Arial" w:cs="Arial"/>
          <w:b/>
          <w:bCs/>
        </w:rPr>
        <w:t xml:space="preserve">собственности </w:t>
      </w:r>
      <w:r w:rsidR="00874DEF">
        <w:rPr>
          <w:rFonts w:ascii="Arial" w:hAnsi="Arial" w:cs="Arial"/>
          <w:b/>
          <w:bCs/>
        </w:rPr>
        <w:t xml:space="preserve">Орехово-Зуевского городского округа  </w:t>
      </w:r>
    </w:p>
    <w:p w:rsidR="00F6709F" w:rsidRDefault="00874DE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Московской области в собственность </w:t>
      </w:r>
      <w:r w:rsidR="00F6709F">
        <w:rPr>
          <w:rFonts w:ascii="Arial" w:hAnsi="Arial" w:cs="Arial"/>
          <w:b/>
          <w:bCs/>
        </w:rPr>
        <w:t xml:space="preserve">Московской области </w:t>
      </w:r>
    </w:p>
    <w:p w:rsidR="00F6709F" w:rsidRDefault="00F6709F" w:rsidP="00F6709F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F6709F" w:rsidRDefault="00F6709F" w:rsidP="00F6709F">
      <w:pPr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  <w:w w:val="101"/>
        </w:rPr>
        <w:t xml:space="preserve">             </w:t>
      </w:r>
      <w:r>
        <w:rPr>
          <w:rFonts w:ascii="Arial" w:hAnsi="Arial" w:cs="Arial"/>
        </w:rPr>
        <w:t xml:space="preserve">На основании Федерального закона от 06.10.2003 N 131-ФЗ "Об общих принципах организации местного самоуправления в Российской Федерации", Федерального закона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обращения Министерства имущественных отношений Московской области от </w:t>
      </w:r>
      <w:r w:rsidR="00874DEF">
        <w:rPr>
          <w:rFonts w:ascii="Arial" w:hAnsi="Arial" w:cs="Arial"/>
        </w:rPr>
        <w:t>23.08.2019 № 15исх-22446</w:t>
      </w:r>
      <w:r>
        <w:rPr>
          <w:rFonts w:ascii="Arial" w:hAnsi="Arial" w:cs="Arial"/>
        </w:rPr>
        <w:t xml:space="preserve">, а также  в соответствии с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>
        <w:rPr>
          <w:rFonts w:ascii="Arial" w:hAnsi="Arial" w:cs="Arial"/>
          <w:b/>
        </w:rPr>
        <w:t>Совет депутатов Орехово-Зуевского городского округа Московской области</w:t>
      </w:r>
    </w:p>
    <w:p w:rsidR="00F6709F" w:rsidRDefault="00F6709F" w:rsidP="00F6709F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F6709F" w:rsidRDefault="00F6709F" w:rsidP="00F6709F">
      <w:pPr>
        <w:ind w:right="-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РЕШИЛ:</w:t>
      </w:r>
    </w:p>
    <w:p w:rsidR="00F6709F" w:rsidRDefault="00F6709F" w:rsidP="00F6709F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Перечень имущества, </w:t>
      </w:r>
      <w:r>
        <w:rPr>
          <w:rFonts w:ascii="Arial" w:hAnsi="Arial" w:cs="Arial"/>
          <w:bCs/>
        </w:rPr>
        <w:t xml:space="preserve">предлагаемого к передаче из </w:t>
      </w:r>
      <w:r w:rsidR="00874DEF">
        <w:rPr>
          <w:rFonts w:ascii="Arial" w:hAnsi="Arial" w:cs="Arial"/>
          <w:bCs/>
        </w:rPr>
        <w:t xml:space="preserve">муниципальной </w:t>
      </w:r>
      <w:r>
        <w:rPr>
          <w:rFonts w:ascii="Arial" w:hAnsi="Arial" w:cs="Arial"/>
          <w:bCs/>
        </w:rPr>
        <w:t xml:space="preserve">собственности </w:t>
      </w:r>
      <w:r w:rsidR="00874DEF">
        <w:rPr>
          <w:rFonts w:ascii="Arial" w:hAnsi="Arial" w:cs="Arial"/>
          <w:bCs/>
        </w:rPr>
        <w:t>Орехо</w:t>
      </w:r>
      <w:r w:rsidR="00F43A52">
        <w:rPr>
          <w:rFonts w:ascii="Arial" w:hAnsi="Arial" w:cs="Arial"/>
          <w:bCs/>
        </w:rPr>
        <w:t xml:space="preserve">во-Зуевского городского округа </w:t>
      </w:r>
      <w:r w:rsidR="00874DEF">
        <w:rPr>
          <w:rFonts w:ascii="Arial" w:hAnsi="Arial" w:cs="Arial"/>
          <w:bCs/>
        </w:rPr>
        <w:t xml:space="preserve">Московской области в собственность </w:t>
      </w:r>
      <w:r>
        <w:rPr>
          <w:rFonts w:ascii="Arial" w:hAnsi="Arial" w:cs="Arial"/>
          <w:bCs/>
        </w:rPr>
        <w:t>Московс</w:t>
      </w:r>
      <w:r w:rsidR="00F43A52">
        <w:rPr>
          <w:rFonts w:ascii="Arial" w:hAnsi="Arial" w:cs="Arial"/>
          <w:bCs/>
        </w:rPr>
        <w:t xml:space="preserve">кой области, согласно </w:t>
      </w:r>
      <w:proofErr w:type="gramStart"/>
      <w:r w:rsidR="00F43A52">
        <w:rPr>
          <w:rFonts w:ascii="Arial" w:hAnsi="Arial" w:cs="Arial"/>
          <w:bCs/>
        </w:rPr>
        <w:t>приложению</w:t>
      </w:r>
      <w:proofErr w:type="gramEnd"/>
      <w:r>
        <w:rPr>
          <w:rFonts w:ascii="Arial" w:hAnsi="Arial" w:cs="Arial"/>
          <w:bCs/>
        </w:rPr>
        <w:t xml:space="preserve"> к настоящему Решению.</w:t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Направить настоящее Решение в Министерство имущественных отношений Московской области.</w:t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действие со дня его принятия.</w:t>
      </w:r>
    </w:p>
    <w:p w:rsidR="00F6709F" w:rsidRPr="001268DB" w:rsidRDefault="00F6709F" w:rsidP="00F6709F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Контроль исполнения настоящего Решения возложить на главу </w:t>
      </w:r>
      <w:r>
        <w:rPr>
          <w:rFonts w:ascii="Arial" w:hAnsi="Arial" w:cs="Arial"/>
          <w:bCs/>
        </w:rPr>
        <w:t>Орехово-Зуевского городского округа</w:t>
      </w:r>
      <w:r w:rsidR="00D95B2F">
        <w:rPr>
          <w:rFonts w:ascii="Arial" w:hAnsi="Arial" w:cs="Arial"/>
          <w:bCs/>
        </w:rPr>
        <w:t xml:space="preserve"> Московской области Панина</w:t>
      </w:r>
      <w:r w:rsidR="001268DB" w:rsidRPr="001268DB">
        <w:rPr>
          <w:rFonts w:ascii="Arial" w:hAnsi="Arial" w:cs="Arial"/>
          <w:bCs/>
        </w:rPr>
        <w:t xml:space="preserve"> </w:t>
      </w:r>
      <w:r w:rsidR="001268DB">
        <w:rPr>
          <w:rFonts w:ascii="Arial" w:hAnsi="Arial" w:cs="Arial"/>
          <w:bCs/>
        </w:rPr>
        <w:t>Г.О.</w:t>
      </w:r>
    </w:p>
    <w:p w:rsidR="00F6709F" w:rsidRDefault="00F6709F" w:rsidP="00F6709F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Председатель Совета депутатов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Московской области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Т. И. </w:t>
      </w:r>
      <w:proofErr w:type="spellStart"/>
      <w:r>
        <w:rPr>
          <w:rFonts w:ascii="Arial" w:hAnsi="Arial" w:cs="Arial"/>
          <w:b/>
          <w:bCs/>
        </w:rPr>
        <w:t>Ронзина</w:t>
      </w:r>
      <w:proofErr w:type="spellEnd"/>
    </w:p>
    <w:p w:rsidR="00F6709F" w:rsidRDefault="00F6709F" w:rsidP="00F6709F">
      <w:pPr>
        <w:ind w:right="-85"/>
        <w:jc w:val="both"/>
        <w:rPr>
          <w:rFonts w:ascii="Arial" w:hAnsi="Arial" w:cs="Arial"/>
          <w:sz w:val="22"/>
          <w:szCs w:val="22"/>
        </w:rPr>
      </w:pPr>
    </w:p>
    <w:p w:rsidR="00A204EB" w:rsidRDefault="002F6F17" w:rsidP="005B3B36">
      <w:pPr>
        <w:jc w:val="right"/>
        <w:rPr>
          <w:rFonts w:ascii="Arial" w:hAnsi="Arial" w:cs="Arial"/>
        </w:rPr>
        <w:sectPr w:rsidR="00A204EB" w:rsidSect="00AA17AE">
          <w:pgSz w:w="11906" w:h="16838"/>
          <w:pgMar w:top="567" w:right="567" w:bottom="567" w:left="992" w:header="709" w:footer="709" w:gutter="0"/>
          <w:cols w:space="708"/>
          <w:docGrid w:linePitch="326"/>
        </w:sectPr>
      </w:pPr>
      <w:r>
        <w:rPr>
          <w:rFonts w:ascii="Arial" w:hAnsi="Arial" w:cs="Arial"/>
          <w:sz w:val="22"/>
          <w:szCs w:val="22"/>
        </w:rPr>
        <w:t xml:space="preserve"> </w:t>
      </w:r>
    </w:p>
    <w:p w:rsidR="006D5C11" w:rsidRDefault="006D5C11" w:rsidP="005B3B36">
      <w:pPr>
        <w:jc w:val="right"/>
        <w:rPr>
          <w:rFonts w:ascii="Arial" w:hAnsi="Arial" w:cs="Arial"/>
        </w:rPr>
      </w:pPr>
    </w:p>
    <w:p w:rsidR="005B3B36" w:rsidRPr="003E58D6" w:rsidRDefault="005B3B36" w:rsidP="005B3B36">
      <w:pPr>
        <w:jc w:val="right"/>
        <w:rPr>
          <w:rFonts w:ascii="Arial" w:hAnsi="Arial" w:cs="Arial"/>
        </w:rPr>
      </w:pPr>
      <w:r w:rsidRPr="003E58D6">
        <w:rPr>
          <w:rFonts w:ascii="Arial" w:hAnsi="Arial" w:cs="Arial"/>
        </w:rPr>
        <w:t>Приложение</w:t>
      </w:r>
    </w:p>
    <w:p w:rsidR="005B3B36" w:rsidRPr="003E58D6" w:rsidRDefault="005B3B36" w:rsidP="005B3B36">
      <w:pPr>
        <w:jc w:val="right"/>
        <w:rPr>
          <w:rFonts w:ascii="Arial" w:hAnsi="Arial" w:cs="Arial"/>
        </w:rPr>
      </w:pPr>
      <w:r w:rsidRPr="003E58D6">
        <w:rPr>
          <w:rFonts w:ascii="Arial" w:hAnsi="Arial" w:cs="Arial"/>
        </w:rPr>
        <w:t>к решению Совета депутатов</w:t>
      </w:r>
    </w:p>
    <w:p w:rsidR="005B3B36" w:rsidRDefault="001A5B6A" w:rsidP="005B3B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Орехово-Зуевского городского округа</w:t>
      </w:r>
    </w:p>
    <w:p w:rsidR="001A5B6A" w:rsidRPr="003E58D6" w:rsidRDefault="001A5B6A" w:rsidP="005B3B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</w:p>
    <w:p w:rsidR="005B3B36" w:rsidRPr="003E58D6" w:rsidRDefault="005B3B36" w:rsidP="005B3B36">
      <w:pPr>
        <w:rPr>
          <w:rFonts w:ascii="Arial" w:hAnsi="Arial" w:cs="Arial"/>
        </w:rPr>
      </w:pPr>
    </w:p>
    <w:p w:rsidR="005B3B36" w:rsidRDefault="005B3B36" w:rsidP="00D36863">
      <w:pPr>
        <w:jc w:val="right"/>
        <w:rPr>
          <w:rFonts w:ascii="Arial" w:hAnsi="Arial" w:cs="Arial"/>
          <w:u w:val="single"/>
        </w:rPr>
      </w:pP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="007403DD" w:rsidRPr="007403DD">
        <w:rPr>
          <w:rFonts w:ascii="Arial" w:hAnsi="Arial" w:cs="Arial"/>
        </w:rPr>
        <w:t>от  28.05.2020    № 173/13</w:t>
      </w:r>
      <w:r w:rsidR="001B5A8A">
        <w:rPr>
          <w:rFonts w:ascii="Arial" w:hAnsi="Arial" w:cs="Arial"/>
        </w:rPr>
        <w:t xml:space="preserve">         </w:t>
      </w:r>
    </w:p>
    <w:p w:rsidR="005B3B36" w:rsidRPr="00B409E3" w:rsidRDefault="005B3B36" w:rsidP="005B3B36">
      <w:pPr>
        <w:rPr>
          <w:rFonts w:ascii="Arial" w:hAnsi="Arial" w:cs="Arial"/>
          <w:u w:val="single"/>
        </w:rPr>
      </w:pPr>
    </w:p>
    <w:p w:rsidR="00874DEF" w:rsidRPr="00874DEF" w:rsidRDefault="001B49C1" w:rsidP="00874DEF">
      <w:pPr>
        <w:widowControl/>
        <w:jc w:val="right"/>
        <w:rPr>
          <w:rFonts w:ascii="Arial" w:hAnsi="Arial" w:cs="Arial"/>
          <w:bCs/>
        </w:rPr>
      </w:pPr>
      <w:r w:rsidRPr="00874DEF">
        <w:rPr>
          <w:rFonts w:ascii="Arial" w:hAnsi="Arial" w:cs="Arial"/>
          <w:bCs/>
        </w:rPr>
        <w:t>«</w:t>
      </w:r>
      <w:r w:rsidR="00874DEF" w:rsidRPr="00874DEF">
        <w:rPr>
          <w:rFonts w:ascii="Arial" w:hAnsi="Arial" w:cs="Arial"/>
          <w:bCs/>
        </w:rPr>
        <w:t>Об утверждении Перечня имущества, предлагаемого к передаче</w:t>
      </w:r>
    </w:p>
    <w:p w:rsidR="00874DEF" w:rsidRPr="00874DEF" w:rsidRDefault="00874DEF" w:rsidP="00874DEF">
      <w:pPr>
        <w:widowControl/>
        <w:jc w:val="right"/>
        <w:rPr>
          <w:rFonts w:ascii="Arial" w:hAnsi="Arial" w:cs="Arial"/>
          <w:bCs/>
        </w:rPr>
      </w:pPr>
      <w:r w:rsidRPr="00874DEF">
        <w:rPr>
          <w:rFonts w:ascii="Arial" w:hAnsi="Arial" w:cs="Arial"/>
          <w:bCs/>
        </w:rPr>
        <w:t xml:space="preserve">из муниципальной собственности Орехово-Зуевского городского округа  </w:t>
      </w:r>
    </w:p>
    <w:p w:rsidR="00AA17AE" w:rsidRPr="00874DEF" w:rsidRDefault="00874DEF" w:rsidP="00874DEF">
      <w:pPr>
        <w:widowControl/>
        <w:jc w:val="right"/>
        <w:rPr>
          <w:rFonts w:ascii="Arial" w:hAnsi="Arial" w:cs="Arial"/>
          <w:bCs/>
        </w:rPr>
      </w:pPr>
      <w:r w:rsidRPr="00874DEF">
        <w:rPr>
          <w:rFonts w:ascii="Arial" w:hAnsi="Arial" w:cs="Arial"/>
          <w:bCs/>
        </w:rPr>
        <w:t>Московской области в собственность Московской области</w:t>
      </w:r>
      <w:r w:rsidR="00AA17AE" w:rsidRPr="00874DEF">
        <w:rPr>
          <w:rFonts w:ascii="Arial" w:hAnsi="Arial" w:cs="Arial"/>
          <w:bCs/>
        </w:rPr>
        <w:t>»</w:t>
      </w:r>
    </w:p>
    <w:p w:rsidR="00AA17AE" w:rsidRPr="00AA17AE" w:rsidRDefault="00AA17AE" w:rsidP="00AA17AE">
      <w:pPr>
        <w:widowControl/>
        <w:jc w:val="right"/>
        <w:rPr>
          <w:rFonts w:ascii="Arial" w:hAnsi="Arial" w:cs="Arial"/>
          <w:b/>
          <w:bCs/>
        </w:rPr>
      </w:pPr>
    </w:p>
    <w:p w:rsidR="005B3B36" w:rsidRPr="001B49C1" w:rsidRDefault="005B3B36" w:rsidP="001B49C1">
      <w:pPr>
        <w:widowControl/>
        <w:jc w:val="right"/>
        <w:rPr>
          <w:rFonts w:ascii="Arial" w:hAnsi="Arial" w:cs="Arial"/>
          <w:bCs/>
        </w:rPr>
      </w:pPr>
    </w:p>
    <w:p w:rsidR="005B3B36" w:rsidRPr="001B49C1" w:rsidRDefault="005B3B36" w:rsidP="001B49C1">
      <w:pPr>
        <w:jc w:val="right"/>
        <w:rPr>
          <w:rFonts w:ascii="Arial" w:hAnsi="Arial" w:cs="Arial"/>
        </w:rPr>
      </w:pPr>
    </w:p>
    <w:p w:rsidR="00874DEF" w:rsidRDefault="001268DB" w:rsidP="00874DE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Перечень</w:t>
      </w:r>
      <w:r w:rsidR="00874DEF">
        <w:rPr>
          <w:rFonts w:ascii="Arial" w:hAnsi="Arial" w:cs="Arial"/>
          <w:b/>
          <w:bCs/>
        </w:rPr>
        <w:t xml:space="preserve"> имущества, предлагаемого к передаче</w:t>
      </w:r>
    </w:p>
    <w:p w:rsidR="00874DEF" w:rsidRDefault="00874DEF" w:rsidP="00874DE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из муниципальной собственности Орехово-Зуевского городского округа  </w:t>
      </w:r>
    </w:p>
    <w:p w:rsidR="001143FF" w:rsidRPr="00AA17AE" w:rsidRDefault="00874DEF" w:rsidP="00874DE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 в собственность Московской области</w:t>
      </w:r>
    </w:p>
    <w:p w:rsidR="005B3B36" w:rsidRPr="00C635B4" w:rsidRDefault="005B3B36" w:rsidP="001B49C1">
      <w:pPr>
        <w:jc w:val="center"/>
        <w:rPr>
          <w:rFonts w:ascii="Arial" w:hAnsi="Arial" w:cs="Arial"/>
          <w:b/>
          <w:bCs/>
        </w:rPr>
      </w:pPr>
    </w:p>
    <w:p w:rsidR="005B3B36" w:rsidRDefault="005B3B36" w:rsidP="005B3B36"/>
    <w:tbl>
      <w:tblPr>
        <w:tblW w:w="14316" w:type="dxa"/>
        <w:tblInd w:w="992" w:type="dxa"/>
        <w:tblLayout w:type="fixed"/>
        <w:tblLook w:val="0000" w:firstRow="0" w:lastRow="0" w:firstColumn="0" w:lastColumn="0" w:noHBand="0" w:noVBand="0"/>
      </w:tblPr>
      <w:tblGrid>
        <w:gridCol w:w="1984"/>
        <w:gridCol w:w="1843"/>
        <w:gridCol w:w="5812"/>
        <w:gridCol w:w="2835"/>
        <w:gridCol w:w="1842"/>
      </w:tblGrid>
      <w:tr w:rsidR="005E2852" w:rsidRPr="001006ED" w:rsidTr="00D440BF">
        <w:trPr>
          <w:trHeight w:val="955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ind w:left="176" w:hanging="176"/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Адрес </w:t>
            </w:r>
            <w:proofErr w:type="gramStart"/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места  нахождения</w:t>
            </w:r>
            <w:proofErr w:type="gramEnd"/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 организации,</w:t>
            </w:r>
          </w:p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ИНН организации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Адрес места нахождения имущества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Индивидуализирующие характеристики имущества</w:t>
            </w:r>
            <w:r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                 </w:t>
            </w:r>
            <w:proofErr w:type="gramStart"/>
            <w:r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   (</w:t>
            </w:r>
            <w:proofErr w:type="gramEnd"/>
            <w:r>
              <w:rPr>
                <w:rFonts w:ascii="Arial" w:eastAsia="Times New Roman CYR" w:hAnsi="Arial" w:cs="Arial"/>
                <w:b/>
                <w:sz w:val="22"/>
                <w:szCs w:val="22"/>
              </w:rPr>
              <w:t>инвентарный номер)</w:t>
            </w:r>
          </w:p>
        </w:tc>
      </w:tr>
      <w:tr w:rsidR="005E2852" w:rsidRPr="001006ED" w:rsidTr="00D440BF">
        <w:trPr>
          <w:trHeight w:val="1456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Pr="001143FF" w:rsidRDefault="005E2852" w:rsidP="000956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ада</w:t>
            </w:r>
            <w:r w:rsidR="00BA4242">
              <w:rPr>
                <w:rFonts w:ascii="Arial" w:hAnsi="Arial" w:cs="Arial"/>
                <w:sz w:val="22"/>
                <w:szCs w:val="22"/>
              </w:rPr>
              <w:t>стровый номер 50:47:0080702:4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A4242">
              <w:rPr>
                <w:rFonts w:ascii="Arial" w:hAnsi="Arial" w:cs="Arial"/>
                <w:sz w:val="22"/>
                <w:szCs w:val="22"/>
              </w:rPr>
              <w:t xml:space="preserve">площадь 125 </w:t>
            </w:r>
            <w:r w:rsidR="008078E6">
              <w:rPr>
                <w:rFonts w:ascii="Arial" w:hAnsi="Arial" w:cs="Arial"/>
                <w:sz w:val="22"/>
                <w:szCs w:val="22"/>
              </w:rPr>
              <w:t xml:space="preserve">кв.м, </w:t>
            </w:r>
            <w:r>
              <w:rPr>
                <w:rFonts w:ascii="Arial" w:hAnsi="Arial" w:cs="Arial"/>
                <w:sz w:val="22"/>
                <w:szCs w:val="22"/>
              </w:rPr>
              <w:t xml:space="preserve">категория земель: земли населенных пунктов, вид разрешенного использования: </w:t>
            </w:r>
            <w:r w:rsidR="000956A7">
              <w:rPr>
                <w:rFonts w:ascii="Arial" w:hAnsi="Arial" w:cs="Arial"/>
                <w:sz w:val="22"/>
                <w:szCs w:val="22"/>
              </w:rPr>
              <w:t>размещение объекта недвижимости (ТП № 101)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0956A7" w:rsidRDefault="00BA4242" w:rsidP="000956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Московская</w:t>
            </w:r>
            <w:r w:rsidR="000956A7"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956A7"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, ул. Лапина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  <w:p w:rsidR="005E2852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  <w:p w:rsidR="005E2852" w:rsidRPr="006F5A30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BA4242" w:rsidRPr="001006ED" w:rsidTr="00D440BF">
        <w:trPr>
          <w:trHeight w:val="566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A4242" w:rsidRDefault="00BA424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A4242" w:rsidRDefault="00BA424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A4242" w:rsidRDefault="000956A7" w:rsidP="000956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адастровый номер 50:47:0021105:48, площадь 19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A4242" w:rsidRDefault="000956A7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ул.Загородная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(у д.№ 1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ул.Широкая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A4242" w:rsidRDefault="00BA424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B740B5" w:rsidRPr="001006ED" w:rsidTr="00D440BF">
        <w:trPr>
          <w:trHeight w:val="993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740B5" w:rsidRDefault="00B740B5" w:rsidP="00B74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740B5" w:rsidRDefault="00B740B5" w:rsidP="00B74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740B5" w:rsidRDefault="00B740B5" w:rsidP="00B74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адастровый номер 50:47:0070703:47, площадь 73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740B5" w:rsidRDefault="00B740B5" w:rsidP="00B740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ул.Гражданская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(у д.№ 32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ул.Бугрова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740B5" w:rsidRDefault="00B740B5" w:rsidP="00B740B5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81559E" w:rsidRPr="001006ED" w:rsidTr="00D440BF">
        <w:trPr>
          <w:trHeight w:val="979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1559E" w:rsidRDefault="0081559E" w:rsidP="00815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1559E" w:rsidRDefault="0081559E" w:rsidP="00815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1559E" w:rsidRDefault="0081559E" w:rsidP="001A5D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адастровый номер 50:47:</w:t>
            </w:r>
            <w:r w:rsidR="001A5D96">
              <w:rPr>
                <w:rFonts w:ascii="Arial" w:hAnsi="Arial" w:cs="Arial"/>
                <w:sz w:val="22"/>
                <w:szCs w:val="22"/>
              </w:rPr>
              <w:t>0011201:40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площадь </w:t>
            </w:r>
            <w:r w:rsidR="001A5D96">
              <w:rPr>
                <w:rFonts w:ascii="Arial" w:hAnsi="Arial" w:cs="Arial"/>
                <w:sz w:val="22"/>
                <w:szCs w:val="22"/>
              </w:rPr>
              <w:t xml:space="preserve"> 23</w:t>
            </w:r>
            <w:proofErr w:type="gramEnd"/>
            <w:r w:rsidR="001A5D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1559E" w:rsidRDefault="0081559E" w:rsidP="001A5D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</w:t>
            </w:r>
            <w:r w:rsidR="001A5D96">
              <w:rPr>
                <w:rFonts w:ascii="Arial" w:hAnsi="Arial" w:cs="Arial"/>
                <w:color w:val="000000"/>
                <w:sz w:val="22"/>
                <w:szCs w:val="22"/>
              </w:rPr>
              <w:t>Первомайская</w:t>
            </w:r>
            <w:proofErr w:type="spellEnd"/>
            <w:r w:rsidR="001A5D96">
              <w:rPr>
                <w:rFonts w:ascii="Arial" w:hAnsi="Arial" w:cs="Arial"/>
                <w:color w:val="000000"/>
                <w:sz w:val="22"/>
                <w:szCs w:val="22"/>
              </w:rPr>
              <w:t>, у дома № 19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1559E" w:rsidRDefault="0081559E" w:rsidP="0081559E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056294" w:rsidRPr="001006ED" w:rsidTr="00D440BF">
        <w:trPr>
          <w:trHeight w:val="989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56294" w:rsidRDefault="00056294" w:rsidP="00056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56294" w:rsidRDefault="00056294" w:rsidP="00056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56294" w:rsidRDefault="00056294" w:rsidP="00056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50:47:0011703:67,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объекта недвижимости (ТП № 11)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56294" w:rsidRDefault="00056294" w:rsidP="00056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ул.Гагарина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9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56294" w:rsidRDefault="00056294" w:rsidP="00056294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D84C27" w:rsidRPr="001006ED" w:rsidTr="00D440BF">
        <w:trPr>
          <w:trHeight w:val="974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84C27" w:rsidRDefault="00D84C27" w:rsidP="00D84C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84C27" w:rsidRDefault="00D84C27" w:rsidP="00D84C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84C27" w:rsidRDefault="00D84C27" w:rsidP="00D84C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50:47:0011503:22,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75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84C27" w:rsidRDefault="00D84C27" w:rsidP="00C14D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</w:t>
            </w:r>
            <w:r w:rsidR="00C14D26">
              <w:rPr>
                <w:rFonts w:ascii="Arial" w:hAnsi="Arial" w:cs="Arial"/>
                <w:color w:val="000000"/>
                <w:sz w:val="22"/>
                <w:szCs w:val="22"/>
              </w:rPr>
              <w:t>Совхозная</w:t>
            </w:r>
            <w:proofErr w:type="spellEnd"/>
            <w:r w:rsidR="00C14D26">
              <w:rPr>
                <w:rFonts w:ascii="Arial" w:hAnsi="Arial" w:cs="Arial"/>
                <w:color w:val="000000"/>
                <w:sz w:val="22"/>
                <w:szCs w:val="22"/>
              </w:rPr>
              <w:t>, у дома № 23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84C27" w:rsidRDefault="00D84C27" w:rsidP="00D84C27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4774A2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774A2" w:rsidRDefault="004774A2" w:rsidP="00477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774A2" w:rsidRDefault="004774A2" w:rsidP="00477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774A2" w:rsidRDefault="004774A2" w:rsidP="004774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50:47:0020403:2,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101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объекта инженерно-транспортной инфраструктуры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774A2" w:rsidRDefault="004774A2" w:rsidP="00377A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77AA0">
              <w:rPr>
                <w:rFonts w:ascii="Arial" w:hAnsi="Arial" w:cs="Arial"/>
                <w:color w:val="000000"/>
                <w:sz w:val="22"/>
                <w:szCs w:val="22"/>
              </w:rPr>
              <w:t>проезд Сосновый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774A2" w:rsidRDefault="004774A2" w:rsidP="004774A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953636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53636" w:rsidRDefault="00953636" w:rsidP="009536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53636" w:rsidRDefault="00953636" w:rsidP="009536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53636" w:rsidRDefault="00953636" w:rsidP="009536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50:47:0041202:39,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131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53636" w:rsidRDefault="00953636" w:rsidP="009536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ул.Мадонской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у дома № 26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53636" w:rsidRDefault="00953636" w:rsidP="00953636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1F3483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3483" w:rsidRDefault="001F3483" w:rsidP="001F34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3483" w:rsidRDefault="001F3483" w:rsidP="001F34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3483" w:rsidRDefault="001F3483" w:rsidP="001F34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50:47:0071502:8,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111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3483" w:rsidRDefault="001F3483" w:rsidP="001F34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ул.Огородной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за домом № 22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F3483" w:rsidRDefault="001F3483" w:rsidP="001F348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6A015F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A015F" w:rsidRDefault="006A015F" w:rsidP="006A01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A015F" w:rsidRDefault="006A015F" w:rsidP="006A01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A015F" w:rsidRDefault="006A015F" w:rsidP="006A01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адастровый номер 50:47:</w:t>
            </w:r>
            <w:r w:rsidR="00A07F0B">
              <w:rPr>
                <w:rFonts w:ascii="Arial" w:hAnsi="Arial" w:cs="Arial"/>
                <w:sz w:val="22"/>
                <w:szCs w:val="22"/>
              </w:rPr>
              <w:t>0080108:13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площадь </w:t>
            </w:r>
            <w:r w:rsidR="00A07F0B">
              <w:rPr>
                <w:rFonts w:ascii="Arial" w:hAnsi="Arial" w:cs="Arial"/>
                <w:sz w:val="22"/>
                <w:szCs w:val="22"/>
              </w:rPr>
              <w:t xml:space="preserve"> 127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A015F" w:rsidRDefault="006A015F" w:rsidP="00A07F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07F0B">
              <w:rPr>
                <w:rFonts w:ascii="Arial" w:hAnsi="Arial" w:cs="Arial"/>
                <w:color w:val="000000"/>
                <w:sz w:val="22"/>
                <w:szCs w:val="22"/>
              </w:rPr>
              <w:t>ул.Поселочная</w:t>
            </w:r>
            <w:proofErr w:type="spellEnd"/>
            <w:r w:rsidR="00A07F0B">
              <w:rPr>
                <w:rFonts w:ascii="Arial" w:hAnsi="Arial" w:cs="Arial"/>
                <w:color w:val="000000"/>
                <w:sz w:val="22"/>
                <w:szCs w:val="22"/>
              </w:rPr>
              <w:t>, у д.№ 6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A015F" w:rsidRDefault="006A015F" w:rsidP="006A015F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71224C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1224C" w:rsidRDefault="0071224C" w:rsidP="007122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1224C" w:rsidRDefault="0071224C" w:rsidP="007122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1224C" w:rsidRDefault="0071224C" w:rsidP="007122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50:47:0011303:27,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148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1224C" w:rsidRDefault="0071224C" w:rsidP="007122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ул.Володарского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4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1224C" w:rsidRDefault="0071224C" w:rsidP="0071224C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AD0762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0762" w:rsidRDefault="00AD0762" w:rsidP="00AD07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0762" w:rsidRDefault="00AD0762" w:rsidP="00AD07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0762" w:rsidRDefault="00AD0762" w:rsidP="00AD07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50:47:0021802:65,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130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0762" w:rsidRDefault="00AD0762" w:rsidP="00AD07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ул.Муранова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0762" w:rsidRDefault="00AD0762" w:rsidP="00AD076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16051D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6051D" w:rsidRDefault="0016051D" w:rsidP="001605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6051D" w:rsidRDefault="0016051D" w:rsidP="001605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6051D" w:rsidRDefault="0016051D" w:rsidP="001605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50:47:0011005:15,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6051D" w:rsidRDefault="0016051D" w:rsidP="001605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ул.Володарского</w:t>
            </w:r>
            <w:proofErr w:type="spellEnd"/>
            <w:r w:rsidR="00616AB7">
              <w:rPr>
                <w:rFonts w:ascii="Arial" w:hAnsi="Arial" w:cs="Arial"/>
                <w:color w:val="000000"/>
                <w:sz w:val="22"/>
                <w:szCs w:val="22"/>
              </w:rPr>
              <w:t>, у дома № 11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6051D" w:rsidRDefault="0016051D" w:rsidP="0016051D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8E5CE3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E5CE3" w:rsidRDefault="008E5CE3" w:rsidP="008E5C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E5CE3" w:rsidRDefault="008E5CE3" w:rsidP="008E5C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E5CE3" w:rsidRDefault="008E5CE3" w:rsidP="008E5C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50:47:0041005:36,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E5CE3" w:rsidRDefault="008E5CE3" w:rsidP="008E5C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Центральный бульвар, во дворе дома № 5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E5CE3" w:rsidRDefault="008E5CE3" w:rsidP="008E5CE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8B6C59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6C59" w:rsidRDefault="008B6C59" w:rsidP="008B6C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6C59" w:rsidRDefault="008B6C59" w:rsidP="008B6C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6C59" w:rsidRDefault="008B6C59" w:rsidP="008B6C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50:47:0071004:37,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31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трансформаторной подстанции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6C59" w:rsidRDefault="008B6C59" w:rsidP="008B6C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ул.Огородная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6C59" w:rsidRDefault="008B6C59" w:rsidP="008B6C59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15762B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5762B" w:rsidRDefault="0015762B" w:rsidP="001576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5762B" w:rsidRDefault="0015762B" w:rsidP="001576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5762B" w:rsidRDefault="0015762B" w:rsidP="001576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50:47:0011303:25,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146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объекта недвижимости (ТП № 166)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5762B" w:rsidRDefault="0015762B" w:rsidP="001576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ул.Гагарина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6-а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5762B" w:rsidRDefault="0015762B" w:rsidP="0015762B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F84AD3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84AD3" w:rsidRDefault="00F84AD3" w:rsidP="00F84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84AD3" w:rsidRDefault="00F84AD3" w:rsidP="00F84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84AD3" w:rsidRDefault="00F84AD3" w:rsidP="00F84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50:47:0010308:10,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109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объекта недвижимости (ТП № 170)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84AD3" w:rsidRDefault="00F84AD3" w:rsidP="00F84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ул.Козлова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6-а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84AD3" w:rsidRDefault="00F84AD3" w:rsidP="00F84AD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8F241C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F241C" w:rsidRDefault="008F241C" w:rsidP="008F2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F241C" w:rsidRDefault="008F241C" w:rsidP="008F2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F241C" w:rsidRDefault="008F241C" w:rsidP="008F2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50:47:0010503:17,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89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F241C" w:rsidRDefault="008F241C" w:rsidP="008F2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ул.Козлова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(около школы № 26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ул.Козлова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д.№ 5)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F241C" w:rsidRDefault="008F241C" w:rsidP="008F241C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D27A48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7A48" w:rsidRDefault="00D27A48" w:rsidP="00D27A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7A48" w:rsidRDefault="00D27A48" w:rsidP="00D27A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7A48" w:rsidRDefault="00D27A48" w:rsidP="00D27A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50:47:0080901:40,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85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7A48" w:rsidRDefault="00D27A48" w:rsidP="00D27A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проезд Бугрова, у дома № 7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D27A48" w:rsidRDefault="00D27A48" w:rsidP="00D27A48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265F73" w:rsidRPr="001006ED" w:rsidTr="00D440BF">
        <w:trPr>
          <w:trHeight w:val="1423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65F73" w:rsidRDefault="00265F73" w:rsidP="00265F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65F73" w:rsidRDefault="00265F73" w:rsidP="00265F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65F73" w:rsidRDefault="00265F73" w:rsidP="00265F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50:47:0012004:14,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74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65F73" w:rsidRDefault="00265F73" w:rsidP="00265F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ул.Правды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(у школы № 25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ул.Правды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д.7)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65F73" w:rsidRDefault="00265F73" w:rsidP="00265F7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C56AA4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56AA4" w:rsidRDefault="00C56AA4" w:rsidP="00C56A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56AA4" w:rsidRDefault="00C56AA4" w:rsidP="00C56A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56AA4" w:rsidRDefault="00C56AA4" w:rsidP="00C56A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50:47:0011909:8,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119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56AA4" w:rsidRDefault="00C56AA4" w:rsidP="00C56A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ул.Дзержинского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56AA4" w:rsidRDefault="00C56AA4" w:rsidP="00C56AA4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650FA0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0FA0" w:rsidRDefault="00650FA0" w:rsidP="00650F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0FA0" w:rsidRDefault="00650FA0" w:rsidP="00650F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0FA0" w:rsidRDefault="00650FA0" w:rsidP="00650F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50:47:0080409:4,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34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объектов коммунального назначения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0FA0" w:rsidRDefault="00650FA0" w:rsidP="00650F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ул.Зеленая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дом 11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0FA0" w:rsidRDefault="00650FA0" w:rsidP="00650FA0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A256E4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256E4" w:rsidRDefault="00A256E4" w:rsidP="00A256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256E4" w:rsidRDefault="00A256E4" w:rsidP="00A256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256E4" w:rsidRDefault="00A256E4" w:rsidP="00A256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50:47:0081002:28,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66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трансформаторной подстанции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256E4" w:rsidRDefault="00A256E4" w:rsidP="00A256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ул.Текстильная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(около д.6а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пр.Вишневый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256E4" w:rsidRDefault="00A256E4" w:rsidP="00A256E4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F12F58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2F58" w:rsidRPr="00D440BF" w:rsidRDefault="00F12F58" w:rsidP="00F12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2F58" w:rsidRDefault="00F12F58" w:rsidP="00F12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2F58" w:rsidRDefault="00F12F58" w:rsidP="00F12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50:47:0010503:18,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77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2F58" w:rsidRDefault="00F12F58" w:rsidP="00F12F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ул.Козлова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(у д.№ 11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ул.Козлова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2F58" w:rsidRDefault="00F12F58" w:rsidP="00F12F58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194D5E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94D5E" w:rsidRDefault="00194D5E" w:rsidP="00194D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94D5E" w:rsidRDefault="00194D5E" w:rsidP="00194D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94D5E" w:rsidRDefault="00194D5E" w:rsidP="00194D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50:47:0010407:4,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здания трансформаторной подстанции № 228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94D5E" w:rsidRDefault="00194D5E" w:rsidP="00194D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ул.Козлова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дом 30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94D5E" w:rsidRDefault="00194D5E" w:rsidP="00194D5E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866741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741" w:rsidRDefault="00866741" w:rsidP="008667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741" w:rsidRDefault="00866741" w:rsidP="008667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741" w:rsidRDefault="00866741" w:rsidP="008667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50:47:0010504:20,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108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741" w:rsidRDefault="00866741" w:rsidP="008667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ул.Бирюкова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(у д.№ 16а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ул.Бирюкова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66741" w:rsidRDefault="00866741" w:rsidP="00866741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2D06A4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D06A4" w:rsidRDefault="002D06A4" w:rsidP="002D06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D06A4" w:rsidRDefault="002D06A4" w:rsidP="002D06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D06A4" w:rsidRDefault="002D06A4" w:rsidP="002D06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50:47:0011001:10,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118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D06A4" w:rsidRDefault="002D06A4" w:rsidP="002D06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ул.Бирюкова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(у д.№ 19)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D06A4" w:rsidRDefault="002D06A4" w:rsidP="002D06A4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E90934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90934" w:rsidRDefault="00E90934" w:rsidP="00E909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90934" w:rsidRDefault="00E90934" w:rsidP="00E909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90934" w:rsidRDefault="00E90934" w:rsidP="00E909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50:47:0070301:26,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118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90934" w:rsidRDefault="00E90934" w:rsidP="00E909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ул.Барышникова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(у д.№ 23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ул.Барышникова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90934" w:rsidRDefault="00E90934" w:rsidP="00E90934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2C1D7F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C1D7F" w:rsidRDefault="002C1D7F" w:rsidP="002C1D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C1D7F" w:rsidRDefault="002C1D7F" w:rsidP="002C1D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C1D7F" w:rsidRDefault="002C1D7F" w:rsidP="002C1D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50:47:0041003:9,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128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C1D7F" w:rsidRDefault="002C1D7F" w:rsidP="002C1D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Центральный бульвар (у здания дома № 6)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C1D7F" w:rsidRDefault="002C1D7F" w:rsidP="002C1D7F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737B02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37B02" w:rsidRDefault="00737B02" w:rsidP="00737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37B02" w:rsidRDefault="00737B02" w:rsidP="00737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37B02" w:rsidRDefault="00737B02" w:rsidP="00737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50:47:0022402:15,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97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37B02" w:rsidRDefault="00737B02" w:rsidP="00737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ул.Парковская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6-а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37B02" w:rsidRDefault="00737B02" w:rsidP="00737B0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7D53F9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D53F9" w:rsidRDefault="007D53F9" w:rsidP="007D53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D53F9" w:rsidRDefault="007D53F9" w:rsidP="007D53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D53F9" w:rsidRDefault="007D53F9" w:rsidP="007D53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50:47:0022404:18,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96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D53F9" w:rsidRDefault="007D53F9" w:rsidP="007D53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ул.Набережная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около школы № 15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D53F9" w:rsidRDefault="007D53F9" w:rsidP="007D53F9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986647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86647" w:rsidRDefault="00986647" w:rsidP="00986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86647" w:rsidRDefault="00986647" w:rsidP="00986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86647" w:rsidRDefault="00986647" w:rsidP="00986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="00BE10AC">
              <w:rPr>
                <w:rFonts w:ascii="Arial" w:hAnsi="Arial" w:cs="Arial"/>
                <w:sz w:val="22"/>
                <w:szCs w:val="22"/>
              </w:rPr>
              <w:t>дастровый номер 50:47:0022402:17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96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86647" w:rsidRDefault="00986647" w:rsidP="00BE10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</w:t>
            </w:r>
            <w:r w:rsidR="00BE10AC">
              <w:rPr>
                <w:rFonts w:ascii="Arial" w:hAnsi="Arial" w:cs="Arial"/>
                <w:color w:val="000000"/>
                <w:sz w:val="22"/>
                <w:szCs w:val="22"/>
              </w:rPr>
              <w:t>Северная</w:t>
            </w:r>
            <w:proofErr w:type="spellEnd"/>
            <w:r w:rsidR="00BE10AC">
              <w:rPr>
                <w:rFonts w:ascii="Arial" w:hAnsi="Arial" w:cs="Arial"/>
                <w:color w:val="000000"/>
                <w:sz w:val="22"/>
                <w:szCs w:val="22"/>
              </w:rPr>
              <w:t xml:space="preserve"> (у дома № 6)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86647" w:rsidRDefault="00986647" w:rsidP="00986647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501C13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1C13" w:rsidRDefault="00501C13" w:rsidP="00501C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1C13" w:rsidRDefault="00501C13" w:rsidP="00501C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1C13" w:rsidRDefault="00501C13" w:rsidP="00501C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50:47:0021701:20,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96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1C13" w:rsidRDefault="00501C13" w:rsidP="00501C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ул.Парковская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18-а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1C13" w:rsidRDefault="00501C13" w:rsidP="00501C1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3C5D63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5D63" w:rsidRDefault="003C5D63" w:rsidP="003C5D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5D63" w:rsidRDefault="003C5D63" w:rsidP="003C5D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5D63" w:rsidRDefault="003C5D63" w:rsidP="003C5D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="00343623">
              <w:rPr>
                <w:rFonts w:ascii="Arial" w:hAnsi="Arial" w:cs="Arial"/>
                <w:sz w:val="22"/>
                <w:szCs w:val="22"/>
              </w:rPr>
              <w:t xml:space="preserve">дастровый номер 50:47:0021702:23, </w:t>
            </w:r>
            <w:proofErr w:type="gramStart"/>
            <w:r w:rsidR="00343623">
              <w:rPr>
                <w:rFonts w:ascii="Arial" w:hAnsi="Arial" w:cs="Arial"/>
                <w:sz w:val="22"/>
                <w:szCs w:val="22"/>
              </w:rPr>
              <w:t>площадь  97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5D63" w:rsidRDefault="003C5D63" w:rsidP="003436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</w:t>
            </w:r>
            <w:r w:rsidR="00343623">
              <w:rPr>
                <w:rFonts w:ascii="Arial" w:hAnsi="Arial" w:cs="Arial"/>
                <w:color w:val="000000"/>
                <w:sz w:val="22"/>
                <w:szCs w:val="22"/>
              </w:rPr>
              <w:t>Набережная</w:t>
            </w:r>
            <w:proofErr w:type="spellEnd"/>
            <w:r w:rsidR="00343623">
              <w:rPr>
                <w:rFonts w:ascii="Arial" w:hAnsi="Arial" w:cs="Arial"/>
                <w:color w:val="000000"/>
                <w:sz w:val="22"/>
                <w:szCs w:val="22"/>
              </w:rPr>
              <w:t>, у дома № 14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C5D63" w:rsidRDefault="003C5D63" w:rsidP="003C5D6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4A09F8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A09F8" w:rsidRDefault="004A09F8" w:rsidP="004A0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A09F8" w:rsidRDefault="004A09F8" w:rsidP="004A0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A09F8" w:rsidRDefault="004A09F8" w:rsidP="004A0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50:47:0021703:7,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97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A09F8" w:rsidRDefault="004A09F8" w:rsidP="004A0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ул.Парковской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30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A09F8" w:rsidRDefault="004A09F8" w:rsidP="004A09F8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64611C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4611C" w:rsidRDefault="0064611C" w:rsidP="006461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4611C" w:rsidRDefault="0064611C" w:rsidP="006461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4611C" w:rsidRDefault="0064611C" w:rsidP="006461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50:47:0012602:9,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4611C" w:rsidRDefault="0064611C" w:rsidP="006461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ул.Крупской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(у д.№ 33)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4611C" w:rsidRDefault="0064611C" w:rsidP="0064611C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3E771D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E771D" w:rsidRDefault="003E771D" w:rsidP="003E77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E771D" w:rsidRDefault="003E771D" w:rsidP="003E77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E771D" w:rsidRDefault="003E771D" w:rsidP="003E77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50:47:0010404:4,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86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объекта недвижимости (ТП № 287)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E771D" w:rsidRDefault="003E771D" w:rsidP="003E77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проезд 4-й Козлова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E771D" w:rsidRDefault="003E771D" w:rsidP="003E771D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E040DB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040DB" w:rsidRDefault="00E040DB" w:rsidP="00E040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040DB" w:rsidRDefault="00E040DB" w:rsidP="00E040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040DB" w:rsidRDefault="00E040DB" w:rsidP="00E040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50:47:0040601:13,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129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040DB" w:rsidRDefault="00E040DB" w:rsidP="00E040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ул.Ленина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(у дома № 102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ул.Ленина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040DB" w:rsidRDefault="00E040DB" w:rsidP="00E040DB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274A74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4A74" w:rsidRDefault="00274A74" w:rsidP="00274A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4A74" w:rsidRDefault="00274A74" w:rsidP="00274A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4A74" w:rsidRDefault="00274A74" w:rsidP="00274A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50:47:0022502:80,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трансформаторной подстанции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4A74" w:rsidRDefault="00274A74" w:rsidP="00274A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проезд Красноармейский, (у прокуратуры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пр.Красноармейский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д.№ 4)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74A74" w:rsidRDefault="00274A74" w:rsidP="00274A74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C91C1F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91C1F" w:rsidRDefault="00C91C1F" w:rsidP="00C91C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91C1F" w:rsidRDefault="00C91C1F" w:rsidP="00C91C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91C1F" w:rsidRDefault="00C91C1F" w:rsidP="00C91C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50:47:0080404:84,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121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91C1F" w:rsidRDefault="00C91C1F" w:rsidP="00C91C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ул.Красина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во дворе дома № 5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91C1F" w:rsidRDefault="00C91C1F" w:rsidP="00C91C1F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9C5ED1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5ED1" w:rsidRDefault="009C5ED1" w:rsidP="009C5E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5ED1" w:rsidRDefault="009C5ED1" w:rsidP="009C5E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5ED1" w:rsidRDefault="009C5ED1" w:rsidP="009C5E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50:47:0022208:29,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113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5ED1" w:rsidRDefault="009C5ED1" w:rsidP="003B1F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ул.</w:t>
            </w:r>
            <w:r w:rsidR="003B1F20">
              <w:rPr>
                <w:rFonts w:ascii="Arial" w:hAnsi="Arial" w:cs="Arial"/>
                <w:color w:val="000000"/>
                <w:sz w:val="22"/>
                <w:szCs w:val="22"/>
              </w:rPr>
              <w:t>1905 года (у дома № 1)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9C5ED1" w:rsidRDefault="009C5ED1" w:rsidP="009C5ED1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505BCF" w:rsidRPr="001006ED" w:rsidTr="00D440BF">
        <w:trPr>
          <w:trHeight w:val="566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5BCF" w:rsidRDefault="00505BCF" w:rsidP="00505B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5BCF" w:rsidRDefault="00505BCF" w:rsidP="00505B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5BCF" w:rsidRDefault="00505BCF" w:rsidP="00505B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50:47:0040401:96,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73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5BCF" w:rsidRDefault="00505BCF" w:rsidP="00505B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ул.Кирова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(у д.№ 52 по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ул.Кирова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05BCF" w:rsidRDefault="00505BCF" w:rsidP="00505BCF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1A4DC6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4DC6" w:rsidRDefault="001A4DC6" w:rsidP="001A4D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4DC6" w:rsidRDefault="001A4DC6" w:rsidP="001A4D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4DC6" w:rsidRDefault="001A4DC6" w:rsidP="001A4D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50:47:0010902:16,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4DC6" w:rsidRDefault="001A4DC6" w:rsidP="001A4D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ул.Коминтерна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во дворе д.№ 2а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A4DC6" w:rsidRDefault="001A4DC6" w:rsidP="001A4DC6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5E39E0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39E0" w:rsidRDefault="005E39E0" w:rsidP="005E3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39E0" w:rsidRDefault="005E39E0" w:rsidP="005E3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39E0" w:rsidRDefault="005E39E0" w:rsidP="005E3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50:47:0010903:5,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39E0" w:rsidRDefault="005E39E0" w:rsidP="006215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</w:t>
            </w:r>
            <w:r w:rsidR="00621553">
              <w:rPr>
                <w:rFonts w:ascii="Arial" w:hAnsi="Arial" w:cs="Arial"/>
                <w:color w:val="000000"/>
                <w:sz w:val="22"/>
                <w:szCs w:val="22"/>
              </w:rPr>
              <w:t>Иванова</w:t>
            </w:r>
            <w:proofErr w:type="spellEnd"/>
            <w:r w:rsidR="00621553">
              <w:rPr>
                <w:rFonts w:ascii="Arial" w:hAnsi="Arial" w:cs="Arial"/>
                <w:color w:val="000000"/>
                <w:sz w:val="22"/>
                <w:szCs w:val="22"/>
              </w:rPr>
              <w:t xml:space="preserve">, (у д.№ 2а по </w:t>
            </w:r>
            <w:proofErr w:type="spellStart"/>
            <w:r w:rsidR="00621553">
              <w:rPr>
                <w:rFonts w:ascii="Arial" w:hAnsi="Arial" w:cs="Arial"/>
                <w:color w:val="000000"/>
                <w:sz w:val="22"/>
                <w:szCs w:val="22"/>
              </w:rPr>
              <w:t>ул.Иванова</w:t>
            </w:r>
            <w:proofErr w:type="spellEnd"/>
            <w:r w:rsidR="0062155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39E0" w:rsidRDefault="005E39E0" w:rsidP="005E39E0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022179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22179" w:rsidRDefault="00022179" w:rsidP="000221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22179" w:rsidRDefault="00022179" w:rsidP="000221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22179" w:rsidRDefault="00022179" w:rsidP="000221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50:47:0040304:4,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126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22179" w:rsidRDefault="00022179" w:rsidP="000221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ул.Ленина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127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22179" w:rsidRDefault="00022179" w:rsidP="00022179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F1363A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363A" w:rsidRDefault="00F1363A" w:rsidP="00F136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363A" w:rsidRDefault="00F1363A" w:rsidP="00F136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363A" w:rsidRDefault="00F1363A" w:rsidP="00F136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50:47:0012909:39,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32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363A" w:rsidRDefault="00F1363A" w:rsidP="00F136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ул.Бондаренко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38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1363A" w:rsidRDefault="00F1363A" w:rsidP="00F1363A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7565ED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565ED" w:rsidRDefault="007565ED" w:rsidP="00756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565ED" w:rsidRDefault="007565ED" w:rsidP="00756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565ED" w:rsidRDefault="007565ED" w:rsidP="00756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50:47:0010306:7,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57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565ED" w:rsidRDefault="007565ED" w:rsidP="00756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проезд Козлова 3-й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565ED" w:rsidRDefault="007565ED" w:rsidP="007565ED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4B6BDB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B6BDB" w:rsidRDefault="004B6BDB" w:rsidP="004B6B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B6BDB" w:rsidRDefault="004B6BDB" w:rsidP="004B6B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B6BDB" w:rsidRDefault="004B6BDB" w:rsidP="004B6B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50:47:0011303:28,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75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B6BDB" w:rsidRDefault="004B6BDB" w:rsidP="007911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9112F">
              <w:rPr>
                <w:rFonts w:ascii="Arial" w:hAnsi="Arial" w:cs="Arial"/>
                <w:color w:val="000000"/>
                <w:sz w:val="22"/>
                <w:szCs w:val="22"/>
              </w:rPr>
              <w:t>ул.Володарского</w:t>
            </w:r>
            <w:proofErr w:type="spellEnd"/>
            <w:r w:rsidR="0079112F">
              <w:rPr>
                <w:rFonts w:ascii="Arial" w:hAnsi="Arial" w:cs="Arial"/>
                <w:color w:val="000000"/>
                <w:sz w:val="22"/>
                <w:szCs w:val="22"/>
              </w:rPr>
              <w:t>, у дома № 10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B6BDB" w:rsidRDefault="004B6BDB" w:rsidP="004B6BDB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720423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20423" w:rsidRDefault="00720423" w:rsidP="00720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20423" w:rsidRDefault="00720423" w:rsidP="00720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20423" w:rsidRDefault="00720423" w:rsidP="00720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50:47:0011810:101,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34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трансформаторной подстанции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20423" w:rsidRDefault="00720423" w:rsidP="00720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ул.Куйбышева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28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20423" w:rsidRDefault="00720423" w:rsidP="00720423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AD4C38" w:rsidRPr="001006ED" w:rsidTr="00D440BF">
        <w:trPr>
          <w:trHeight w:val="566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4C38" w:rsidRDefault="00AD4C38" w:rsidP="00AD4C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4C38" w:rsidRDefault="00AD4C38" w:rsidP="00AD4C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4C38" w:rsidRDefault="00AD4C38" w:rsidP="00AD4C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50:47:0040303:9,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4C38" w:rsidRDefault="00AD4C38" w:rsidP="00AD4C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ул.Кирова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дома № 1-а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D4C38" w:rsidRDefault="00AD4C38" w:rsidP="00AD4C38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CB77D5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B77D5" w:rsidRDefault="00CB77D5" w:rsidP="00CB77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B77D5" w:rsidRDefault="00CB77D5" w:rsidP="00CB77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B77D5" w:rsidRDefault="00CB77D5" w:rsidP="00CB77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50:47:0040503:16,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109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B77D5" w:rsidRDefault="00CB77D5" w:rsidP="00A73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</w:t>
            </w:r>
            <w:r w:rsidR="00A73377">
              <w:rPr>
                <w:rFonts w:ascii="Arial" w:hAnsi="Arial" w:cs="Arial"/>
                <w:color w:val="000000"/>
                <w:sz w:val="22"/>
                <w:szCs w:val="22"/>
              </w:rPr>
              <w:t>Ленина</w:t>
            </w:r>
            <w:proofErr w:type="spellEnd"/>
            <w:r w:rsidR="00A73377">
              <w:rPr>
                <w:rFonts w:ascii="Arial" w:hAnsi="Arial" w:cs="Arial"/>
                <w:color w:val="000000"/>
                <w:sz w:val="22"/>
                <w:szCs w:val="22"/>
              </w:rPr>
              <w:t>, во дворе дома № 119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B77D5" w:rsidRDefault="00CB77D5" w:rsidP="00CB77D5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3B3D1F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B3D1F" w:rsidRDefault="003B3D1F" w:rsidP="003B3D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B3D1F" w:rsidRDefault="003B3D1F" w:rsidP="003B3D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B3D1F" w:rsidRDefault="003B3D1F" w:rsidP="003B3D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50:47:0040603:82,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104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B3D1F" w:rsidRDefault="003B3D1F" w:rsidP="003B3D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ул.Шулайкиной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у поликлиники дом № 3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3B3D1F" w:rsidRDefault="003B3D1F" w:rsidP="003B3D1F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  <w:tr w:rsidR="00C629A7" w:rsidRPr="001006ED" w:rsidTr="00D440BF">
        <w:trPr>
          <w:trHeight w:val="861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629A7" w:rsidRDefault="00C629A7" w:rsidP="00C62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629A7" w:rsidRDefault="00C629A7" w:rsidP="00C62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629A7" w:rsidRDefault="00C629A7" w:rsidP="00C62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 xml:space="preserve">адастровый номер 50:47:0020102:33,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площадь  145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кв.м, категория земель: земли населенных пунктов, вид разрешенного использования: размещение инженерно-коммунальных сооружений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629A7" w:rsidRDefault="00C629A7" w:rsidP="00C62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Московская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область</w:t>
            </w:r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956A7">
              <w:rPr>
                <w:rFonts w:ascii="Arial" w:hAnsi="Arial" w:cs="Arial"/>
                <w:color w:val="000000"/>
                <w:sz w:val="22"/>
                <w:szCs w:val="22"/>
              </w:rPr>
              <w:t>г.Орехово-Зуево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ш.Малодубенское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629A7" w:rsidRDefault="00C629A7" w:rsidP="00C629A7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</w:tbl>
    <w:p w:rsidR="0048684B" w:rsidRPr="001143FF" w:rsidRDefault="0048684B" w:rsidP="00D57268">
      <w:pPr>
        <w:widowControl/>
        <w:jc w:val="both"/>
        <w:rPr>
          <w:rFonts w:ascii="Arial" w:hAnsi="Arial" w:cs="Arial"/>
        </w:rPr>
        <w:sectPr w:rsidR="0048684B" w:rsidRPr="001143FF" w:rsidSect="00A204EB">
          <w:pgSz w:w="16838" w:h="11906" w:orient="landscape"/>
          <w:pgMar w:top="992" w:right="567" w:bottom="567" w:left="567" w:header="709" w:footer="709" w:gutter="0"/>
          <w:cols w:space="708"/>
          <w:docGrid w:linePitch="326"/>
        </w:sectPr>
      </w:pPr>
    </w:p>
    <w:p w:rsidR="0033462C" w:rsidRDefault="002F6F17" w:rsidP="0033462C">
      <w:pPr>
        <w:jc w:val="both"/>
        <w:rPr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</w:t>
      </w:r>
      <w:bookmarkStart w:id="0" w:name="_GoBack"/>
      <w:bookmarkEnd w:id="0"/>
    </w:p>
    <w:p w:rsidR="0033462C" w:rsidRPr="0048684B" w:rsidRDefault="0033462C" w:rsidP="00D57268">
      <w:pPr>
        <w:widowControl/>
        <w:jc w:val="both"/>
        <w:rPr>
          <w:rFonts w:ascii="Arial" w:hAnsi="Arial" w:cs="Arial"/>
        </w:rPr>
      </w:pPr>
    </w:p>
    <w:sectPr w:rsidR="0033462C" w:rsidRPr="0048684B" w:rsidSect="00C622CF">
      <w:pgSz w:w="11906" w:h="16838"/>
      <w:pgMar w:top="567" w:right="567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77E06"/>
    <w:multiLevelType w:val="hybridMultilevel"/>
    <w:tmpl w:val="BFF2196C"/>
    <w:lvl w:ilvl="0" w:tplc="4204296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F42566"/>
    <w:multiLevelType w:val="hybridMultilevel"/>
    <w:tmpl w:val="6AA6CDEA"/>
    <w:lvl w:ilvl="0" w:tplc="FF4C8FD6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16131805"/>
    <w:multiLevelType w:val="hybridMultilevel"/>
    <w:tmpl w:val="6E36738E"/>
    <w:lvl w:ilvl="0" w:tplc="A3BCCAC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3B35193B"/>
    <w:multiLevelType w:val="hybridMultilevel"/>
    <w:tmpl w:val="D702F018"/>
    <w:lvl w:ilvl="0" w:tplc="48D68A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DC6F99"/>
    <w:multiLevelType w:val="hybridMultilevel"/>
    <w:tmpl w:val="ECBA1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84"/>
    <w:rsid w:val="0000117C"/>
    <w:rsid w:val="000037F3"/>
    <w:rsid w:val="00003F29"/>
    <w:rsid w:val="000158B0"/>
    <w:rsid w:val="00022179"/>
    <w:rsid w:val="0002607E"/>
    <w:rsid w:val="00032347"/>
    <w:rsid w:val="000337E8"/>
    <w:rsid w:val="00033C7E"/>
    <w:rsid w:val="00034A3D"/>
    <w:rsid w:val="000363D2"/>
    <w:rsid w:val="00044E33"/>
    <w:rsid w:val="00056294"/>
    <w:rsid w:val="00060902"/>
    <w:rsid w:val="00065183"/>
    <w:rsid w:val="00065545"/>
    <w:rsid w:val="000668E8"/>
    <w:rsid w:val="00066971"/>
    <w:rsid w:val="0006792B"/>
    <w:rsid w:val="00072203"/>
    <w:rsid w:val="000805C4"/>
    <w:rsid w:val="000851B7"/>
    <w:rsid w:val="00087286"/>
    <w:rsid w:val="00092DF2"/>
    <w:rsid w:val="00093E1A"/>
    <w:rsid w:val="00094CEA"/>
    <w:rsid w:val="000956A7"/>
    <w:rsid w:val="000962EA"/>
    <w:rsid w:val="00097D15"/>
    <w:rsid w:val="000A3FA7"/>
    <w:rsid w:val="000A4EA8"/>
    <w:rsid w:val="000B0E67"/>
    <w:rsid w:val="000B54D3"/>
    <w:rsid w:val="000B7D17"/>
    <w:rsid w:val="000C47A6"/>
    <w:rsid w:val="000C62E5"/>
    <w:rsid w:val="000C683E"/>
    <w:rsid w:val="000D3E3D"/>
    <w:rsid w:val="000D649E"/>
    <w:rsid w:val="000E12EB"/>
    <w:rsid w:val="000E5217"/>
    <w:rsid w:val="000F30F0"/>
    <w:rsid w:val="000F5DD7"/>
    <w:rsid w:val="00107FFB"/>
    <w:rsid w:val="00111693"/>
    <w:rsid w:val="001143FF"/>
    <w:rsid w:val="00114D51"/>
    <w:rsid w:val="00117C66"/>
    <w:rsid w:val="00122E30"/>
    <w:rsid w:val="00123CA1"/>
    <w:rsid w:val="0012510A"/>
    <w:rsid w:val="001268DB"/>
    <w:rsid w:val="00130B81"/>
    <w:rsid w:val="00131A51"/>
    <w:rsid w:val="001337AC"/>
    <w:rsid w:val="00144607"/>
    <w:rsid w:val="001478CD"/>
    <w:rsid w:val="00147B7D"/>
    <w:rsid w:val="00155206"/>
    <w:rsid w:val="00156DFE"/>
    <w:rsid w:val="0015762B"/>
    <w:rsid w:val="0016051D"/>
    <w:rsid w:val="00166C99"/>
    <w:rsid w:val="00170C3A"/>
    <w:rsid w:val="00174947"/>
    <w:rsid w:val="00182216"/>
    <w:rsid w:val="001864FE"/>
    <w:rsid w:val="00186AF5"/>
    <w:rsid w:val="00187059"/>
    <w:rsid w:val="00187B97"/>
    <w:rsid w:val="0019047D"/>
    <w:rsid w:val="00193F66"/>
    <w:rsid w:val="0019450F"/>
    <w:rsid w:val="00194D5E"/>
    <w:rsid w:val="00195CBC"/>
    <w:rsid w:val="001A12B8"/>
    <w:rsid w:val="001A2C2D"/>
    <w:rsid w:val="001A4DC6"/>
    <w:rsid w:val="001A5B6A"/>
    <w:rsid w:val="001A5D96"/>
    <w:rsid w:val="001B2B6A"/>
    <w:rsid w:val="001B49C1"/>
    <w:rsid w:val="001B5A8A"/>
    <w:rsid w:val="001C0BA1"/>
    <w:rsid w:val="001C0DEE"/>
    <w:rsid w:val="001C3884"/>
    <w:rsid w:val="001D0CA4"/>
    <w:rsid w:val="001E1311"/>
    <w:rsid w:val="001E3EE4"/>
    <w:rsid w:val="001E6085"/>
    <w:rsid w:val="001E7A7C"/>
    <w:rsid w:val="001E7A7E"/>
    <w:rsid w:val="001F0418"/>
    <w:rsid w:val="001F3483"/>
    <w:rsid w:val="00203CB1"/>
    <w:rsid w:val="00203ED6"/>
    <w:rsid w:val="00204F06"/>
    <w:rsid w:val="002050FA"/>
    <w:rsid w:val="00205475"/>
    <w:rsid w:val="00211221"/>
    <w:rsid w:val="002115FB"/>
    <w:rsid w:val="00221BDE"/>
    <w:rsid w:val="00223702"/>
    <w:rsid w:val="00233268"/>
    <w:rsid w:val="00233E29"/>
    <w:rsid w:val="002364F8"/>
    <w:rsid w:val="00241542"/>
    <w:rsid w:val="00245784"/>
    <w:rsid w:val="00247481"/>
    <w:rsid w:val="00247B8D"/>
    <w:rsid w:val="00253C12"/>
    <w:rsid w:val="002644C7"/>
    <w:rsid w:val="00265F73"/>
    <w:rsid w:val="002677B5"/>
    <w:rsid w:val="00270F0C"/>
    <w:rsid w:val="00274A74"/>
    <w:rsid w:val="00274AB9"/>
    <w:rsid w:val="002772BB"/>
    <w:rsid w:val="0028137A"/>
    <w:rsid w:val="002851FD"/>
    <w:rsid w:val="00286F08"/>
    <w:rsid w:val="00292629"/>
    <w:rsid w:val="00293497"/>
    <w:rsid w:val="00293801"/>
    <w:rsid w:val="002B003D"/>
    <w:rsid w:val="002B1F16"/>
    <w:rsid w:val="002B20AC"/>
    <w:rsid w:val="002B3BF8"/>
    <w:rsid w:val="002B7D6A"/>
    <w:rsid w:val="002C1B48"/>
    <w:rsid w:val="002C1D7F"/>
    <w:rsid w:val="002D06A4"/>
    <w:rsid w:val="002D2F66"/>
    <w:rsid w:val="002D3503"/>
    <w:rsid w:val="002F28C6"/>
    <w:rsid w:val="002F46CA"/>
    <w:rsid w:val="002F6F17"/>
    <w:rsid w:val="0030529D"/>
    <w:rsid w:val="003057FF"/>
    <w:rsid w:val="0031013E"/>
    <w:rsid w:val="0031143D"/>
    <w:rsid w:val="003168B8"/>
    <w:rsid w:val="003208EE"/>
    <w:rsid w:val="003310B9"/>
    <w:rsid w:val="00333051"/>
    <w:rsid w:val="0033462C"/>
    <w:rsid w:val="00343623"/>
    <w:rsid w:val="00344E60"/>
    <w:rsid w:val="00350923"/>
    <w:rsid w:val="00351B91"/>
    <w:rsid w:val="00353354"/>
    <w:rsid w:val="00355879"/>
    <w:rsid w:val="003573D5"/>
    <w:rsid w:val="00357B74"/>
    <w:rsid w:val="00362304"/>
    <w:rsid w:val="003634AA"/>
    <w:rsid w:val="0036548D"/>
    <w:rsid w:val="00367663"/>
    <w:rsid w:val="003761A5"/>
    <w:rsid w:val="0037759F"/>
    <w:rsid w:val="00377AA0"/>
    <w:rsid w:val="003910A2"/>
    <w:rsid w:val="003A53BB"/>
    <w:rsid w:val="003B1B5C"/>
    <w:rsid w:val="003B1F20"/>
    <w:rsid w:val="003B3236"/>
    <w:rsid w:val="003B3D1F"/>
    <w:rsid w:val="003B5A15"/>
    <w:rsid w:val="003C0003"/>
    <w:rsid w:val="003C200E"/>
    <w:rsid w:val="003C5AB0"/>
    <w:rsid w:val="003C5D63"/>
    <w:rsid w:val="003D1E43"/>
    <w:rsid w:val="003D5576"/>
    <w:rsid w:val="003E771D"/>
    <w:rsid w:val="003E7D0A"/>
    <w:rsid w:val="003F4B83"/>
    <w:rsid w:val="003F4E04"/>
    <w:rsid w:val="003F580E"/>
    <w:rsid w:val="003F6C4A"/>
    <w:rsid w:val="004001F6"/>
    <w:rsid w:val="004030A4"/>
    <w:rsid w:val="00405B98"/>
    <w:rsid w:val="00410392"/>
    <w:rsid w:val="00427274"/>
    <w:rsid w:val="00432DB8"/>
    <w:rsid w:val="00433020"/>
    <w:rsid w:val="004336EE"/>
    <w:rsid w:val="00437C40"/>
    <w:rsid w:val="00442123"/>
    <w:rsid w:val="00442E6F"/>
    <w:rsid w:val="00443771"/>
    <w:rsid w:val="004437C3"/>
    <w:rsid w:val="00445D05"/>
    <w:rsid w:val="00446090"/>
    <w:rsid w:val="00450917"/>
    <w:rsid w:val="00450BF2"/>
    <w:rsid w:val="004519CE"/>
    <w:rsid w:val="00451A2E"/>
    <w:rsid w:val="004527B4"/>
    <w:rsid w:val="004564AE"/>
    <w:rsid w:val="00456E3B"/>
    <w:rsid w:val="00461501"/>
    <w:rsid w:val="004774A2"/>
    <w:rsid w:val="00480C55"/>
    <w:rsid w:val="0048684B"/>
    <w:rsid w:val="00486A68"/>
    <w:rsid w:val="00486DEA"/>
    <w:rsid w:val="00492560"/>
    <w:rsid w:val="00492F0D"/>
    <w:rsid w:val="00494179"/>
    <w:rsid w:val="00494BB5"/>
    <w:rsid w:val="004966CF"/>
    <w:rsid w:val="004A09F8"/>
    <w:rsid w:val="004A7B74"/>
    <w:rsid w:val="004B0DD1"/>
    <w:rsid w:val="004B56D9"/>
    <w:rsid w:val="004B6BDB"/>
    <w:rsid w:val="004C196C"/>
    <w:rsid w:val="004C202F"/>
    <w:rsid w:val="004C562A"/>
    <w:rsid w:val="004C789F"/>
    <w:rsid w:val="004D16FC"/>
    <w:rsid w:val="004D349A"/>
    <w:rsid w:val="004D6A96"/>
    <w:rsid w:val="004E4B22"/>
    <w:rsid w:val="004E5156"/>
    <w:rsid w:val="004E5538"/>
    <w:rsid w:val="004F2475"/>
    <w:rsid w:val="004F30A8"/>
    <w:rsid w:val="005012F6"/>
    <w:rsid w:val="00501C13"/>
    <w:rsid w:val="00505BCF"/>
    <w:rsid w:val="0051234C"/>
    <w:rsid w:val="00513260"/>
    <w:rsid w:val="00515162"/>
    <w:rsid w:val="005225F7"/>
    <w:rsid w:val="00526EF2"/>
    <w:rsid w:val="005373DA"/>
    <w:rsid w:val="00542D4F"/>
    <w:rsid w:val="00543212"/>
    <w:rsid w:val="0054578F"/>
    <w:rsid w:val="00551D66"/>
    <w:rsid w:val="00554065"/>
    <w:rsid w:val="0055702C"/>
    <w:rsid w:val="005602FF"/>
    <w:rsid w:val="00567017"/>
    <w:rsid w:val="0056709B"/>
    <w:rsid w:val="00567D04"/>
    <w:rsid w:val="0058649B"/>
    <w:rsid w:val="005B002D"/>
    <w:rsid w:val="005B03FF"/>
    <w:rsid w:val="005B0886"/>
    <w:rsid w:val="005B3B36"/>
    <w:rsid w:val="005B6C97"/>
    <w:rsid w:val="005B6D47"/>
    <w:rsid w:val="005B6EE7"/>
    <w:rsid w:val="005C01D7"/>
    <w:rsid w:val="005C4B95"/>
    <w:rsid w:val="005C6185"/>
    <w:rsid w:val="005D253A"/>
    <w:rsid w:val="005D63FF"/>
    <w:rsid w:val="005D6F4F"/>
    <w:rsid w:val="005E0962"/>
    <w:rsid w:val="005E2852"/>
    <w:rsid w:val="005E39E0"/>
    <w:rsid w:val="005F12C0"/>
    <w:rsid w:val="005F2316"/>
    <w:rsid w:val="005F2637"/>
    <w:rsid w:val="005F7A34"/>
    <w:rsid w:val="00601FDA"/>
    <w:rsid w:val="00605593"/>
    <w:rsid w:val="006167B6"/>
    <w:rsid w:val="00616852"/>
    <w:rsid w:val="00616AB7"/>
    <w:rsid w:val="00620866"/>
    <w:rsid w:val="00621553"/>
    <w:rsid w:val="00630500"/>
    <w:rsid w:val="00631275"/>
    <w:rsid w:val="00632123"/>
    <w:rsid w:val="0063689C"/>
    <w:rsid w:val="00640127"/>
    <w:rsid w:val="0064368A"/>
    <w:rsid w:val="0064611C"/>
    <w:rsid w:val="006469B2"/>
    <w:rsid w:val="00650394"/>
    <w:rsid w:val="00650FA0"/>
    <w:rsid w:val="006521D3"/>
    <w:rsid w:val="00653F27"/>
    <w:rsid w:val="00653F66"/>
    <w:rsid w:val="00654256"/>
    <w:rsid w:val="00655B74"/>
    <w:rsid w:val="00655EEC"/>
    <w:rsid w:val="00656BA5"/>
    <w:rsid w:val="00665B83"/>
    <w:rsid w:val="00670B1E"/>
    <w:rsid w:val="00692506"/>
    <w:rsid w:val="006A015F"/>
    <w:rsid w:val="006A2E1F"/>
    <w:rsid w:val="006A5E17"/>
    <w:rsid w:val="006A61CE"/>
    <w:rsid w:val="006A69FD"/>
    <w:rsid w:val="006B5BE0"/>
    <w:rsid w:val="006B759B"/>
    <w:rsid w:val="006C0203"/>
    <w:rsid w:val="006C44E0"/>
    <w:rsid w:val="006C69D6"/>
    <w:rsid w:val="006D3985"/>
    <w:rsid w:val="006D5C11"/>
    <w:rsid w:val="006E0EAA"/>
    <w:rsid w:val="006E1C81"/>
    <w:rsid w:val="006E33DE"/>
    <w:rsid w:val="006E3458"/>
    <w:rsid w:val="006E3F8D"/>
    <w:rsid w:val="006E7FF7"/>
    <w:rsid w:val="006F5A30"/>
    <w:rsid w:val="006F6CE6"/>
    <w:rsid w:val="006F6D3A"/>
    <w:rsid w:val="0070074A"/>
    <w:rsid w:val="00702675"/>
    <w:rsid w:val="00704D99"/>
    <w:rsid w:val="00704E60"/>
    <w:rsid w:val="0071224C"/>
    <w:rsid w:val="007143C2"/>
    <w:rsid w:val="00714A9C"/>
    <w:rsid w:val="00720423"/>
    <w:rsid w:val="0072242C"/>
    <w:rsid w:val="00725D94"/>
    <w:rsid w:val="007279C4"/>
    <w:rsid w:val="00730597"/>
    <w:rsid w:val="00731BDE"/>
    <w:rsid w:val="007335BF"/>
    <w:rsid w:val="00734614"/>
    <w:rsid w:val="007371E2"/>
    <w:rsid w:val="00737B02"/>
    <w:rsid w:val="00737B5F"/>
    <w:rsid w:val="007403DD"/>
    <w:rsid w:val="00742CC8"/>
    <w:rsid w:val="00742D6A"/>
    <w:rsid w:val="00746BC3"/>
    <w:rsid w:val="007518AB"/>
    <w:rsid w:val="007565ED"/>
    <w:rsid w:val="00767A8F"/>
    <w:rsid w:val="00767C86"/>
    <w:rsid w:val="00780950"/>
    <w:rsid w:val="007819F3"/>
    <w:rsid w:val="00782BDE"/>
    <w:rsid w:val="00786BB2"/>
    <w:rsid w:val="007872AF"/>
    <w:rsid w:val="00790694"/>
    <w:rsid w:val="0079112F"/>
    <w:rsid w:val="00791839"/>
    <w:rsid w:val="00792632"/>
    <w:rsid w:val="007944B5"/>
    <w:rsid w:val="007A3704"/>
    <w:rsid w:val="007A6B72"/>
    <w:rsid w:val="007A79AE"/>
    <w:rsid w:val="007C2675"/>
    <w:rsid w:val="007C50E5"/>
    <w:rsid w:val="007D53F9"/>
    <w:rsid w:val="007D6D39"/>
    <w:rsid w:val="007E0C29"/>
    <w:rsid w:val="007F1AD0"/>
    <w:rsid w:val="007F763A"/>
    <w:rsid w:val="008078E6"/>
    <w:rsid w:val="00814426"/>
    <w:rsid w:val="0081559E"/>
    <w:rsid w:val="00815C19"/>
    <w:rsid w:val="0082318F"/>
    <w:rsid w:val="00826256"/>
    <w:rsid w:val="00843CCE"/>
    <w:rsid w:val="00844C42"/>
    <w:rsid w:val="008470D9"/>
    <w:rsid w:val="0085729F"/>
    <w:rsid w:val="00857FAC"/>
    <w:rsid w:val="00866741"/>
    <w:rsid w:val="008668B3"/>
    <w:rsid w:val="00866D58"/>
    <w:rsid w:val="00872767"/>
    <w:rsid w:val="00872DA7"/>
    <w:rsid w:val="00874DEF"/>
    <w:rsid w:val="008769A2"/>
    <w:rsid w:val="00876B71"/>
    <w:rsid w:val="008811DB"/>
    <w:rsid w:val="008913E4"/>
    <w:rsid w:val="008971DF"/>
    <w:rsid w:val="008A5207"/>
    <w:rsid w:val="008A6341"/>
    <w:rsid w:val="008B183C"/>
    <w:rsid w:val="008B6C59"/>
    <w:rsid w:val="008B7126"/>
    <w:rsid w:val="008C6AFD"/>
    <w:rsid w:val="008E0781"/>
    <w:rsid w:val="008E2046"/>
    <w:rsid w:val="008E5CE3"/>
    <w:rsid w:val="008F241C"/>
    <w:rsid w:val="008F50AF"/>
    <w:rsid w:val="008F58B0"/>
    <w:rsid w:val="008F7DF8"/>
    <w:rsid w:val="008F7E32"/>
    <w:rsid w:val="009111E9"/>
    <w:rsid w:val="009120B0"/>
    <w:rsid w:val="00913F42"/>
    <w:rsid w:val="009162F4"/>
    <w:rsid w:val="00920FC6"/>
    <w:rsid w:val="00922A5D"/>
    <w:rsid w:val="00922A60"/>
    <w:rsid w:val="009404AC"/>
    <w:rsid w:val="00940618"/>
    <w:rsid w:val="00941BB8"/>
    <w:rsid w:val="00942982"/>
    <w:rsid w:val="00946046"/>
    <w:rsid w:val="00950C0D"/>
    <w:rsid w:val="00953636"/>
    <w:rsid w:val="00960F46"/>
    <w:rsid w:val="0096389B"/>
    <w:rsid w:val="00976BF9"/>
    <w:rsid w:val="00976C57"/>
    <w:rsid w:val="00985167"/>
    <w:rsid w:val="009852B2"/>
    <w:rsid w:val="00986647"/>
    <w:rsid w:val="0098697F"/>
    <w:rsid w:val="0099257C"/>
    <w:rsid w:val="009A73B0"/>
    <w:rsid w:val="009B5DB2"/>
    <w:rsid w:val="009C1B90"/>
    <w:rsid w:val="009C3E7E"/>
    <w:rsid w:val="009C5ED1"/>
    <w:rsid w:val="009D137E"/>
    <w:rsid w:val="009D4924"/>
    <w:rsid w:val="009E1702"/>
    <w:rsid w:val="009E3D5C"/>
    <w:rsid w:val="009E4924"/>
    <w:rsid w:val="009F3DC1"/>
    <w:rsid w:val="00A01067"/>
    <w:rsid w:val="00A01F54"/>
    <w:rsid w:val="00A04171"/>
    <w:rsid w:val="00A07F0B"/>
    <w:rsid w:val="00A12795"/>
    <w:rsid w:val="00A174B5"/>
    <w:rsid w:val="00A204EB"/>
    <w:rsid w:val="00A21635"/>
    <w:rsid w:val="00A220C8"/>
    <w:rsid w:val="00A256E4"/>
    <w:rsid w:val="00A370A3"/>
    <w:rsid w:val="00A52C46"/>
    <w:rsid w:val="00A61C95"/>
    <w:rsid w:val="00A61F2E"/>
    <w:rsid w:val="00A632AF"/>
    <w:rsid w:val="00A63E3D"/>
    <w:rsid w:val="00A66FDD"/>
    <w:rsid w:val="00A67188"/>
    <w:rsid w:val="00A7134C"/>
    <w:rsid w:val="00A73377"/>
    <w:rsid w:val="00A75295"/>
    <w:rsid w:val="00A806D9"/>
    <w:rsid w:val="00A851ED"/>
    <w:rsid w:val="00A85B8B"/>
    <w:rsid w:val="00A86E43"/>
    <w:rsid w:val="00A9397A"/>
    <w:rsid w:val="00A944DF"/>
    <w:rsid w:val="00A9459A"/>
    <w:rsid w:val="00A973B3"/>
    <w:rsid w:val="00AA17AE"/>
    <w:rsid w:val="00AA5C9C"/>
    <w:rsid w:val="00AB3069"/>
    <w:rsid w:val="00AC2970"/>
    <w:rsid w:val="00AC5BE5"/>
    <w:rsid w:val="00AC7623"/>
    <w:rsid w:val="00AC7E90"/>
    <w:rsid w:val="00AD0762"/>
    <w:rsid w:val="00AD1986"/>
    <w:rsid w:val="00AD4C38"/>
    <w:rsid w:val="00AD7BCF"/>
    <w:rsid w:val="00AE37E0"/>
    <w:rsid w:val="00AF083C"/>
    <w:rsid w:val="00AF4D09"/>
    <w:rsid w:val="00B00F8B"/>
    <w:rsid w:val="00B06202"/>
    <w:rsid w:val="00B14CAD"/>
    <w:rsid w:val="00B16D3D"/>
    <w:rsid w:val="00B17C93"/>
    <w:rsid w:val="00B279D2"/>
    <w:rsid w:val="00B31E24"/>
    <w:rsid w:val="00B35540"/>
    <w:rsid w:val="00B3583F"/>
    <w:rsid w:val="00B37AD9"/>
    <w:rsid w:val="00B41A1E"/>
    <w:rsid w:val="00B449D0"/>
    <w:rsid w:val="00B456BC"/>
    <w:rsid w:val="00B526BE"/>
    <w:rsid w:val="00B532AD"/>
    <w:rsid w:val="00B55862"/>
    <w:rsid w:val="00B57AB4"/>
    <w:rsid w:val="00B66FA7"/>
    <w:rsid w:val="00B67FD7"/>
    <w:rsid w:val="00B71332"/>
    <w:rsid w:val="00B716F6"/>
    <w:rsid w:val="00B71912"/>
    <w:rsid w:val="00B740B5"/>
    <w:rsid w:val="00B740B8"/>
    <w:rsid w:val="00B744C8"/>
    <w:rsid w:val="00B82AF7"/>
    <w:rsid w:val="00B85F4A"/>
    <w:rsid w:val="00B86564"/>
    <w:rsid w:val="00BA4242"/>
    <w:rsid w:val="00BA4E84"/>
    <w:rsid w:val="00BA5533"/>
    <w:rsid w:val="00BA634F"/>
    <w:rsid w:val="00BA7545"/>
    <w:rsid w:val="00BB3907"/>
    <w:rsid w:val="00BB4237"/>
    <w:rsid w:val="00BB47BD"/>
    <w:rsid w:val="00BB5191"/>
    <w:rsid w:val="00BD5990"/>
    <w:rsid w:val="00BE00AA"/>
    <w:rsid w:val="00BE10AC"/>
    <w:rsid w:val="00BE3401"/>
    <w:rsid w:val="00BE73C1"/>
    <w:rsid w:val="00BF1173"/>
    <w:rsid w:val="00BF22AA"/>
    <w:rsid w:val="00C00338"/>
    <w:rsid w:val="00C0096E"/>
    <w:rsid w:val="00C066D2"/>
    <w:rsid w:val="00C07C99"/>
    <w:rsid w:val="00C10FF6"/>
    <w:rsid w:val="00C11F54"/>
    <w:rsid w:val="00C14D26"/>
    <w:rsid w:val="00C15C8E"/>
    <w:rsid w:val="00C17C36"/>
    <w:rsid w:val="00C17EF8"/>
    <w:rsid w:val="00C203F0"/>
    <w:rsid w:val="00C3057D"/>
    <w:rsid w:val="00C31C4C"/>
    <w:rsid w:val="00C37BAE"/>
    <w:rsid w:val="00C43EA1"/>
    <w:rsid w:val="00C47C62"/>
    <w:rsid w:val="00C47E27"/>
    <w:rsid w:val="00C51FDB"/>
    <w:rsid w:val="00C5556B"/>
    <w:rsid w:val="00C56AA4"/>
    <w:rsid w:val="00C6003E"/>
    <w:rsid w:val="00C61836"/>
    <w:rsid w:val="00C62081"/>
    <w:rsid w:val="00C62818"/>
    <w:rsid w:val="00C629A7"/>
    <w:rsid w:val="00C70195"/>
    <w:rsid w:val="00C71CF4"/>
    <w:rsid w:val="00C73CED"/>
    <w:rsid w:val="00C771B1"/>
    <w:rsid w:val="00C87C06"/>
    <w:rsid w:val="00C91C1F"/>
    <w:rsid w:val="00C92D0D"/>
    <w:rsid w:val="00C95E4C"/>
    <w:rsid w:val="00C97386"/>
    <w:rsid w:val="00CA02BE"/>
    <w:rsid w:val="00CA1F42"/>
    <w:rsid w:val="00CA3F71"/>
    <w:rsid w:val="00CA4171"/>
    <w:rsid w:val="00CA4857"/>
    <w:rsid w:val="00CA5638"/>
    <w:rsid w:val="00CB175E"/>
    <w:rsid w:val="00CB6612"/>
    <w:rsid w:val="00CB77D5"/>
    <w:rsid w:val="00CC0E05"/>
    <w:rsid w:val="00CD292B"/>
    <w:rsid w:val="00CD3485"/>
    <w:rsid w:val="00CD5842"/>
    <w:rsid w:val="00CD7FF2"/>
    <w:rsid w:val="00CE00A2"/>
    <w:rsid w:val="00CE32EB"/>
    <w:rsid w:val="00CE668E"/>
    <w:rsid w:val="00CE7785"/>
    <w:rsid w:val="00CE7DCC"/>
    <w:rsid w:val="00CF188C"/>
    <w:rsid w:val="00CF35C6"/>
    <w:rsid w:val="00CF4127"/>
    <w:rsid w:val="00CF41E8"/>
    <w:rsid w:val="00D016BE"/>
    <w:rsid w:val="00D01B02"/>
    <w:rsid w:val="00D01C25"/>
    <w:rsid w:val="00D05C2E"/>
    <w:rsid w:val="00D05E69"/>
    <w:rsid w:val="00D22F43"/>
    <w:rsid w:val="00D27A48"/>
    <w:rsid w:val="00D30CC7"/>
    <w:rsid w:val="00D32D38"/>
    <w:rsid w:val="00D36863"/>
    <w:rsid w:val="00D3753F"/>
    <w:rsid w:val="00D40313"/>
    <w:rsid w:val="00D440BF"/>
    <w:rsid w:val="00D4452E"/>
    <w:rsid w:val="00D54752"/>
    <w:rsid w:val="00D5583F"/>
    <w:rsid w:val="00D57268"/>
    <w:rsid w:val="00D57D5C"/>
    <w:rsid w:val="00D63C17"/>
    <w:rsid w:val="00D763F2"/>
    <w:rsid w:val="00D8084C"/>
    <w:rsid w:val="00D831B6"/>
    <w:rsid w:val="00D84C27"/>
    <w:rsid w:val="00D936AD"/>
    <w:rsid w:val="00D94CBC"/>
    <w:rsid w:val="00D95B2F"/>
    <w:rsid w:val="00D979F3"/>
    <w:rsid w:val="00DA7B90"/>
    <w:rsid w:val="00DB09EF"/>
    <w:rsid w:val="00DB2959"/>
    <w:rsid w:val="00DB6AFE"/>
    <w:rsid w:val="00DC16A8"/>
    <w:rsid w:val="00DC2D24"/>
    <w:rsid w:val="00DC331A"/>
    <w:rsid w:val="00DC7855"/>
    <w:rsid w:val="00DD742B"/>
    <w:rsid w:val="00DE250F"/>
    <w:rsid w:val="00DE5050"/>
    <w:rsid w:val="00DE5C5F"/>
    <w:rsid w:val="00DE7022"/>
    <w:rsid w:val="00DF0BE4"/>
    <w:rsid w:val="00DF483D"/>
    <w:rsid w:val="00DF5BFA"/>
    <w:rsid w:val="00E019BD"/>
    <w:rsid w:val="00E040DB"/>
    <w:rsid w:val="00E10876"/>
    <w:rsid w:val="00E2305B"/>
    <w:rsid w:val="00E24FBE"/>
    <w:rsid w:val="00E305B0"/>
    <w:rsid w:val="00E369B5"/>
    <w:rsid w:val="00E370A4"/>
    <w:rsid w:val="00E51384"/>
    <w:rsid w:val="00E526A0"/>
    <w:rsid w:val="00E5492C"/>
    <w:rsid w:val="00E574C4"/>
    <w:rsid w:val="00E57524"/>
    <w:rsid w:val="00E6315B"/>
    <w:rsid w:val="00E63ECA"/>
    <w:rsid w:val="00E703BA"/>
    <w:rsid w:val="00E711D5"/>
    <w:rsid w:val="00E760EE"/>
    <w:rsid w:val="00E84FC7"/>
    <w:rsid w:val="00E90427"/>
    <w:rsid w:val="00E90934"/>
    <w:rsid w:val="00E9490D"/>
    <w:rsid w:val="00E94B1F"/>
    <w:rsid w:val="00E958C5"/>
    <w:rsid w:val="00E9680C"/>
    <w:rsid w:val="00EA0318"/>
    <w:rsid w:val="00EA2DCC"/>
    <w:rsid w:val="00EA3C4F"/>
    <w:rsid w:val="00EB0586"/>
    <w:rsid w:val="00EB0BF4"/>
    <w:rsid w:val="00EB206E"/>
    <w:rsid w:val="00EB352C"/>
    <w:rsid w:val="00EB7E47"/>
    <w:rsid w:val="00EC4B1B"/>
    <w:rsid w:val="00EC6AD4"/>
    <w:rsid w:val="00EC7350"/>
    <w:rsid w:val="00ED2FC5"/>
    <w:rsid w:val="00ED3E0D"/>
    <w:rsid w:val="00ED4D7F"/>
    <w:rsid w:val="00ED5B69"/>
    <w:rsid w:val="00ED6F96"/>
    <w:rsid w:val="00EE15B5"/>
    <w:rsid w:val="00EE534D"/>
    <w:rsid w:val="00EF0465"/>
    <w:rsid w:val="00EF0E8C"/>
    <w:rsid w:val="00EF376E"/>
    <w:rsid w:val="00EF6F0D"/>
    <w:rsid w:val="00F02837"/>
    <w:rsid w:val="00F11236"/>
    <w:rsid w:val="00F124B8"/>
    <w:rsid w:val="00F12F58"/>
    <w:rsid w:val="00F1363A"/>
    <w:rsid w:val="00F13B83"/>
    <w:rsid w:val="00F15C0D"/>
    <w:rsid w:val="00F16EA2"/>
    <w:rsid w:val="00F17E7D"/>
    <w:rsid w:val="00F2178B"/>
    <w:rsid w:val="00F303D5"/>
    <w:rsid w:val="00F31656"/>
    <w:rsid w:val="00F40E30"/>
    <w:rsid w:val="00F41A07"/>
    <w:rsid w:val="00F43A52"/>
    <w:rsid w:val="00F47B99"/>
    <w:rsid w:val="00F47D69"/>
    <w:rsid w:val="00F512F2"/>
    <w:rsid w:val="00F5262F"/>
    <w:rsid w:val="00F533C6"/>
    <w:rsid w:val="00F60517"/>
    <w:rsid w:val="00F62DA1"/>
    <w:rsid w:val="00F6709F"/>
    <w:rsid w:val="00F702C4"/>
    <w:rsid w:val="00F70C2A"/>
    <w:rsid w:val="00F70ECF"/>
    <w:rsid w:val="00F756B3"/>
    <w:rsid w:val="00F8012C"/>
    <w:rsid w:val="00F84AD3"/>
    <w:rsid w:val="00F92298"/>
    <w:rsid w:val="00FB3C9C"/>
    <w:rsid w:val="00FB5A7D"/>
    <w:rsid w:val="00FB601A"/>
    <w:rsid w:val="00FC318D"/>
    <w:rsid w:val="00FD3163"/>
    <w:rsid w:val="00FE0E55"/>
    <w:rsid w:val="00FE11CF"/>
    <w:rsid w:val="00FE3108"/>
    <w:rsid w:val="00FE5617"/>
    <w:rsid w:val="00FE7E35"/>
    <w:rsid w:val="00FF057D"/>
    <w:rsid w:val="00FF3EFD"/>
    <w:rsid w:val="00FF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DC4197-C991-4DFA-9E5C-836453CC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E019BD"/>
    <w:rPr>
      <w:sz w:val="24"/>
      <w:szCs w:val="24"/>
      <w:u w:val="single"/>
    </w:rPr>
  </w:style>
  <w:style w:type="character" w:customStyle="1" w:styleId="80">
    <w:name w:val="Заголовок 8 Знак"/>
    <w:link w:val="8"/>
    <w:rsid w:val="00E019BD"/>
    <w:rPr>
      <w:b/>
      <w:bCs/>
      <w:sz w:val="28"/>
      <w:szCs w:val="28"/>
    </w:rPr>
  </w:style>
  <w:style w:type="paragraph" w:styleId="a3">
    <w:name w:val="Balloon Text"/>
    <w:basedOn w:val="a"/>
    <w:link w:val="a4"/>
    <w:rsid w:val="0064368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436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69B2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48684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8684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6709F"/>
    <w:rPr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6709F"/>
    <w:rPr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rsid w:val="00F6709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B36C8-B41E-4C26-A7F2-577EBD62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737</TotalTime>
  <Pages>10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УИАиОР</Company>
  <LinksUpToDate>false</LinksUpToDate>
  <CharactersWithSpaces>17129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cp:lastModifiedBy>Асницкая Т.В.</cp:lastModifiedBy>
  <cp:revision>104</cp:revision>
  <cp:lastPrinted>2020-03-16T13:30:00Z</cp:lastPrinted>
  <dcterms:created xsi:type="dcterms:W3CDTF">2020-02-25T11:40:00Z</dcterms:created>
  <dcterms:modified xsi:type="dcterms:W3CDTF">2020-06-02T11:40:00Z</dcterms:modified>
</cp:coreProperties>
</file>