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D242F2" w14:textId="77777777" w:rsidR="008656B8" w:rsidRDefault="008D16FE" w:rsidP="00A9478B">
      <w:pPr>
        <w:jc w:val="center"/>
      </w:pPr>
      <w:r>
        <w:rPr>
          <w:rFonts w:ascii="Arial" w:eastAsia="Lucida Sans Unicode" w:hAnsi="Arial" w:cs="Arial"/>
          <w:noProof/>
        </w:rPr>
        <w:drawing>
          <wp:inline distT="0" distB="0" distL="0" distR="0" wp14:anchorId="34BC9225" wp14:editId="413F5A60">
            <wp:extent cx="542925" cy="6572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572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23861CE" w14:textId="77777777" w:rsidR="00D10791" w:rsidRPr="00D10791" w:rsidRDefault="00D10791" w:rsidP="00A9478B">
      <w:pPr>
        <w:pStyle w:val="1"/>
        <w:rPr>
          <w:sz w:val="24"/>
          <w:szCs w:val="24"/>
        </w:rPr>
      </w:pPr>
    </w:p>
    <w:p w14:paraId="755F1859" w14:textId="75DBF44F" w:rsidR="00F65A63" w:rsidRPr="00171835" w:rsidRDefault="00F65A63" w:rsidP="00A9478B">
      <w:pPr>
        <w:pStyle w:val="1"/>
        <w:rPr>
          <w:sz w:val="28"/>
          <w:szCs w:val="28"/>
        </w:rPr>
      </w:pPr>
      <w:r w:rsidRPr="00171835">
        <w:rPr>
          <w:sz w:val="28"/>
          <w:szCs w:val="28"/>
        </w:rPr>
        <w:t>СОВЕТ     ДЕПУТАТОВ</w:t>
      </w:r>
    </w:p>
    <w:p w14:paraId="5C3617C0" w14:textId="77777777" w:rsidR="00F65A63" w:rsidRPr="00171835" w:rsidRDefault="00F65A63" w:rsidP="00A9478B">
      <w:pPr>
        <w:pStyle w:val="3"/>
      </w:pPr>
      <w:r w:rsidRPr="00171835">
        <w:t>ОРЕХОВО-ЗУЕВ</w:t>
      </w:r>
      <w:r w:rsidR="008578FB" w:rsidRPr="00171835">
        <w:t>СКОГО ГОРОДСКОГО   ОКРУГА</w:t>
      </w:r>
    </w:p>
    <w:p w14:paraId="2239FFB0" w14:textId="7F7C421D" w:rsidR="00F65A63" w:rsidRDefault="00F65A63" w:rsidP="00A9478B">
      <w:pPr>
        <w:pStyle w:val="3"/>
      </w:pPr>
      <w:r w:rsidRPr="00171835">
        <w:t>МОСКОВСКОЙ   ОБЛАСТИ</w:t>
      </w:r>
    </w:p>
    <w:p w14:paraId="5D01416D" w14:textId="77777777" w:rsidR="00D10791" w:rsidRPr="00D10791" w:rsidRDefault="00D10791" w:rsidP="00A9478B"/>
    <w:p w14:paraId="2612BBBC" w14:textId="77777777" w:rsidR="00F65A63" w:rsidRDefault="00F65A63" w:rsidP="00A9478B">
      <w:pPr>
        <w:pStyle w:val="2"/>
      </w:pPr>
      <w:r w:rsidRPr="00171835">
        <w:t>Р Е Ш Е Н И Е</w:t>
      </w:r>
    </w:p>
    <w:p w14:paraId="16D0F06D" w14:textId="77777777" w:rsidR="003A0073" w:rsidRPr="003A0073" w:rsidRDefault="003A0073" w:rsidP="003A0073"/>
    <w:p w14:paraId="5F09D22D" w14:textId="00E62BCB" w:rsidR="003A0073" w:rsidRPr="003A0073" w:rsidRDefault="003A0073" w:rsidP="003A0073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  <w:r w:rsidRPr="003A0073">
        <w:rPr>
          <w:b/>
          <w:sz w:val="28"/>
          <w:szCs w:val="28"/>
        </w:rPr>
        <w:t>от 24.06.2021    №</w:t>
      </w:r>
      <w:r>
        <w:rPr>
          <w:b/>
          <w:sz w:val="28"/>
          <w:szCs w:val="28"/>
        </w:rPr>
        <w:t xml:space="preserve"> 319</w:t>
      </w:r>
      <w:r w:rsidRPr="003A0073">
        <w:rPr>
          <w:b/>
          <w:sz w:val="28"/>
          <w:szCs w:val="28"/>
        </w:rPr>
        <w:t>/29</w:t>
      </w:r>
    </w:p>
    <w:p w14:paraId="46792DC9" w14:textId="77777777" w:rsidR="00AE5054" w:rsidRPr="00AE5054" w:rsidRDefault="00AE5054" w:rsidP="00A9478B">
      <w:pPr>
        <w:spacing w:before="120" w:after="120"/>
        <w:jc w:val="center"/>
        <w:rPr>
          <w:b/>
          <w:bCs/>
          <w:sz w:val="6"/>
          <w:szCs w:val="6"/>
        </w:rPr>
      </w:pPr>
    </w:p>
    <w:p w14:paraId="4BCF6656" w14:textId="77777777" w:rsidR="002077C0" w:rsidRDefault="002077C0" w:rsidP="00A9478B">
      <w:pPr>
        <w:spacing w:before="120" w:after="120"/>
        <w:jc w:val="center"/>
        <w:rPr>
          <w:b/>
          <w:bCs/>
        </w:rPr>
      </w:pPr>
      <w:r w:rsidRPr="00D76ACD">
        <w:rPr>
          <w:b/>
          <w:bCs/>
        </w:rPr>
        <w:t>г. Орехово-Зуево</w:t>
      </w:r>
    </w:p>
    <w:p w14:paraId="47AC7FDD" w14:textId="0B86B10F" w:rsidR="00A67571" w:rsidRDefault="00B3266D" w:rsidP="00A9478B">
      <w:pPr>
        <w:pStyle w:val="aa"/>
        <w:spacing w:after="0"/>
        <w:ind w:left="0"/>
        <w:jc w:val="center"/>
        <w:rPr>
          <w:b/>
        </w:rPr>
      </w:pPr>
      <w:r w:rsidRPr="00B3266D">
        <w:rPr>
          <w:b/>
        </w:rPr>
        <w:t>О</w:t>
      </w:r>
      <w:r w:rsidR="00F11566">
        <w:rPr>
          <w:b/>
        </w:rPr>
        <w:t>б утверждении</w:t>
      </w:r>
      <w:r w:rsidR="00A67571">
        <w:rPr>
          <w:b/>
        </w:rPr>
        <w:t xml:space="preserve"> ликвидационного баланса </w:t>
      </w:r>
    </w:p>
    <w:p w14:paraId="2E51919A" w14:textId="77777777" w:rsidR="00A67571" w:rsidRDefault="00A67571" w:rsidP="00A9478B">
      <w:pPr>
        <w:pStyle w:val="aa"/>
        <w:spacing w:after="0"/>
        <w:ind w:left="0"/>
        <w:jc w:val="center"/>
        <w:rPr>
          <w:b/>
        </w:rPr>
      </w:pPr>
      <w:r>
        <w:rPr>
          <w:b/>
        </w:rPr>
        <w:t xml:space="preserve">муниципального унитарного предприятия города Орехово-Зуево </w:t>
      </w:r>
    </w:p>
    <w:p w14:paraId="6E95DA10" w14:textId="7B8EE809" w:rsidR="00B3266D" w:rsidRDefault="00A67571" w:rsidP="00A9478B">
      <w:pPr>
        <w:pStyle w:val="aa"/>
        <w:spacing w:after="0"/>
        <w:ind w:left="0"/>
        <w:jc w:val="center"/>
        <w:rPr>
          <w:b/>
        </w:rPr>
      </w:pPr>
      <w:r>
        <w:rPr>
          <w:b/>
        </w:rPr>
        <w:t>«Дирекция единого заказчика жилищно-коммунального хозяйства»</w:t>
      </w:r>
      <w:r w:rsidR="00B3266D">
        <w:rPr>
          <w:b/>
        </w:rPr>
        <w:t xml:space="preserve"> </w:t>
      </w:r>
    </w:p>
    <w:p w14:paraId="3468952F" w14:textId="77777777" w:rsidR="00A67571" w:rsidRPr="00A67571" w:rsidRDefault="00A67571" w:rsidP="00A67571">
      <w:pPr>
        <w:pStyle w:val="aa"/>
        <w:spacing w:after="0"/>
        <w:ind w:left="0"/>
        <w:jc w:val="center"/>
        <w:rPr>
          <w:b/>
          <w:sz w:val="16"/>
          <w:szCs w:val="16"/>
        </w:rPr>
      </w:pPr>
    </w:p>
    <w:p w14:paraId="05DB9C71" w14:textId="441CD9AB" w:rsidR="00753F25" w:rsidRPr="00D76ACD" w:rsidRDefault="002939ED" w:rsidP="00A9478B">
      <w:pPr>
        <w:widowControl/>
        <w:ind w:firstLine="709"/>
        <w:jc w:val="both"/>
      </w:pPr>
      <w:r>
        <w:rPr>
          <w:spacing w:val="-3"/>
          <w:w w:val="101"/>
        </w:rPr>
        <w:t>В соответствии с</w:t>
      </w:r>
      <w:r w:rsidR="00A67571">
        <w:rPr>
          <w:spacing w:val="-3"/>
          <w:w w:val="101"/>
        </w:rPr>
        <w:t xml:space="preserve"> Гражданским кодексом Российской Федерации,</w:t>
      </w:r>
      <w:r w:rsidR="003413C4" w:rsidRPr="00D76ACD">
        <w:rPr>
          <w:spacing w:val="-3"/>
          <w:w w:val="101"/>
        </w:rPr>
        <w:t xml:space="preserve"> </w:t>
      </w:r>
      <w:r w:rsidR="003413C4" w:rsidRPr="00BF6FF7">
        <w:rPr>
          <w:spacing w:val="-3"/>
          <w:w w:val="101"/>
        </w:rPr>
        <w:t>Федеральн</w:t>
      </w:r>
      <w:r w:rsidR="00A67571">
        <w:rPr>
          <w:spacing w:val="-3"/>
          <w:w w:val="101"/>
        </w:rPr>
        <w:t>ым</w:t>
      </w:r>
      <w:r w:rsidR="003413C4" w:rsidRPr="00BF6FF7">
        <w:rPr>
          <w:spacing w:val="-3"/>
          <w:w w:val="101"/>
        </w:rPr>
        <w:t xml:space="preserve"> закон</w:t>
      </w:r>
      <w:r w:rsidR="00A67571">
        <w:rPr>
          <w:spacing w:val="-3"/>
          <w:w w:val="101"/>
        </w:rPr>
        <w:t>ом</w:t>
      </w:r>
      <w:r w:rsidR="003413C4" w:rsidRPr="00BF6FF7">
        <w:rPr>
          <w:spacing w:val="-3"/>
          <w:w w:val="101"/>
        </w:rPr>
        <w:t xml:space="preserve"> от 06.10.2003 №</w:t>
      </w:r>
      <w:r w:rsidR="006C7A65">
        <w:rPr>
          <w:spacing w:val="-3"/>
          <w:w w:val="101"/>
        </w:rPr>
        <w:t xml:space="preserve"> </w:t>
      </w:r>
      <w:r w:rsidR="003413C4" w:rsidRPr="00BF6FF7">
        <w:rPr>
          <w:spacing w:val="-3"/>
          <w:w w:val="101"/>
        </w:rPr>
        <w:t xml:space="preserve">131-ФЗ «Об общих принципах организации местного самоуправления в </w:t>
      </w:r>
      <w:r w:rsidR="003413C4" w:rsidRPr="00A67571">
        <w:rPr>
          <w:spacing w:val="-3"/>
          <w:w w:val="101"/>
        </w:rPr>
        <w:t>Российской Федерации»,</w:t>
      </w:r>
      <w:r w:rsidR="00D10615" w:rsidRPr="00A67571">
        <w:rPr>
          <w:spacing w:val="-3"/>
          <w:w w:val="101"/>
        </w:rPr>
        <w:t xml:space="preserve"> </w:t>
      </w:r>
      <w:r w:rsidR="00A67571">
        <w:rPr>
          <w:spacing w:val="-3"/>
          <w:w w:val="101"/>
        </w:rPr>
        <w:t>р</w:t>
      </w:r>
      <w:r w:rsidR="00A67571" w:rsidRPr="00A67571">
        <w:rPr>
          <w:spacing w:val="-3"/>
          <w:w w:val="101"/>
        </w:rPr>
        <w:t xml:space="preserve">ешением </w:t>
      </w:r>
      <w:r w:rsidR="00A67571" w:rsidRPr="00A67571">
        <w:t>Совет</w:t>
      </w:r>
      <w:r w:rsidR="00A67571">
        <w:t>а</w:t>
      </w:r>
      <w:r w:rsidR="00A67571" w:rsidRPr="00A67571">
        <w:t xml:space="preserve"> депутатов Орехово-Зуевского городского округа Московской области от 26.11.2020 № 252/22 «О ликвидации муниципального унитарного предприятия города Орехово-Зуево «Дирекция единого заказчика жилищно-коммунального хозяйства»</w:t>
      </w:r>
      <w:r w:rsidR="00236AA5" w:rsidRPr="00A67571">
        <w:rPr>
          <w:spacing w:val="-3"/>
          <w:w w:val="101"/>
        </w:rPr>
        <w:t xml:space="preserve">, </w:t>
      </w:r>
      <w:r w:rsidR="002103F5" w:rsidRPr="00A67571">
        <w:rPr>
          <w:spacing w:val="-3"/>
          <w:w w:val="101"/>
        </w:rPr>
        <w:t>рассмотрев обращение главы Орехово-Зуевского городского округа</w:t>
      </w:r>
      <w:r w:rsidR="002103F5">
        <w:rPr>
          <w:spacing w:val="-3"/>
          <w:w w:val="101"/>
        </w:rPr>
        <w:t xml:space="preserve"> Московской области</w:t>
      </w:r>
      <w:r w:rsidR="00134F2C">
        <w:rPr>
          <w:spacing w:val="-3"/>
          <w:w w:val="101"/>
        </w:rPr>
        <w:t xml:space="preserve"> Панина Г.О.</w:t>
      </w:r>
      <w:r w:rsidR="002103F5">
        <w:rPr>
          <w:spacing w:val="-3"/>
          <w:w w:val="101"/>
        </w:rPr>
        <w:t xml:space="preserve">, </w:t>
      </w:r>
      <w:r w:rsidR="00753F25" w:rsidRPr="00D76ACD">
        <w:rPr>
          <w:b/>
        </w:rPr>
        <w:t xml:space="preserve">Совет депутатов </w:t>
      </w:r>
      <w:r w:rsidR="00D813BD" w:rsidRPr="00D76ACD">
        <w:rPr>
          <w:b/>
        </w:rPr>
        <w:t>Орехово-Зуевского городского округа Московской области</w:t>
      </w:r>
    </w:p>
    <w:p w14:paraId="550D3BA5" w14:textId="77777777" w:rsidR="00E14EA8" w:rsidRDefault="009D7C5C" w:rsidP="00A9478B">
      <w:pPr>
        <w:spacing w:before="120" w:after="120"/>
        <w:ind w:right="-83"/>
        <w:jc w:val="center"/>
        <w:rPr>
          <w:b/>
        </w:rPr>
      </w:pPr>
      <w:r w:rsidRPr="00D76ACD">
        <w:rPr>
          <w:b/>
        </w:rPr>
        <w:t>РЕШИЛ</w:t>
      </w:r>
      <w:r w:rsidR="00A55867" w:rsidRPr="00D76ACD">
        <w:rPr>
          <w:b/>
        </w:rPr>
        <w:t>:</w:t>
      </w:r>
    </w:p>
    <w:p w14:paraId="3EC0C571" w14:textId="5C8A8A32" w:rsidR="00A9478B" w:rsidRDefault="00A9478B" w:rsidP="00A9478B">
      <w:pPr>
        <w:widowControl/>
        <w:tabs>
          <w:tab w:val="left" w:pos="-5220"/>
          <w:tab w:val="center" w:pos="-5040"/>
          <w:tab w:val="left" w:pos="-4860"/>
          <w:tab w:val="left" w:pos="993"/>
          <w:tab w:val="center" w:pos="4925"/>
          <w:tab w:val="left" w:pos="6975"/>
          <w:tab w:val="left" w:pos="10205"/>
        </w:tabs>
        <w:autoSpaceDE/>
        <w:autoSpaceDN/>
        <w:adjustRightInd/>
        <w:spacing w:before="120" w:after="120"/>
        <w:ind w:firstLine="709"/>
        <w:jc w:val="both"/>
      </w:pPr>
      <w:r>
        <w:t xml:space="preserve">1. </w:t>
      </w:r>
      <w:r w:rsidR="00AE5054" w:rsidRPr="00DD21B7">
        <w:t xml:space="preserve">Утвердить ликвидационный баланс </w:t>
      </w:r>
      <w:r w:rsidR="00AE5054" w:rsidRPr="00A67571">
        <w:t>муниципального унитарного предприятия города Орехово-Зуево «Дирекция единого заказчика жилищно-коммунального хозяйства»</w:t>
      </w:r>
      <w:r w:rsidR="00AE5054" w:rsidRPr="00DD21B7">
        <w:t xml:space="preserve"> по состоянию на 2</w:t>
      </w:r>
      <w:r w:rsidR="007E6EDD">
        <w:t>4</w:t>
      </w:r>
      <w:r w:rsidR="00AE5054" w:rsidRPr="00DD21B7">
        <w:t xml:space="preserve"> </w:t>
      </w:r>
      <w:r w:rsidR="007E6EDD">
        <w:t>июн</w:t>
      </w:r>
      <w:r w:rsidR="00AE5054" w:rsidRPr="00DD21B7">
        <w:t>я 202</w:t>
      </w:r>
      <w:r w:rsidR="00AE5054">
        <w:t>1</w:t>
      </w:r>
      <w:r w:rsidR="00AE5054" w:rsidRPr="00DD21B7">
        <w:t xml:space="preserve"> года согласно</w:t>
      </w:r>
      <w:r w:rsidR="00AE5054">
        <w:t xml:space="preserve"> </w:t>
      </w:r>
      <w:r w:rsidR="00AE5054" w:rsidRPr="00DD21B7">
        <w:t>приложени</w:t>
      </w:r>
      <w:r w:rsidR="00AE5054">
        <w:t>я</w:t>
      </w:r>
      <w:r w:rsidR="00AE5054" w:rsidRPr="00DD21B7">
        <w:t xml:space="preserve"> к настоящему Решению.</w:t>
      </w:r>
    </w:p>
    <w:p w14:paraId="42F50E40" w14:textId="77777777" w:rsidR="00A9478B" w:rsidRDefault="00A9478B" w:rsidP="00A9478B">
      <w:pPr>
        <w:widowControl/>
        <w:tabs>
          <w:tab w:val="left" w:pos="-5220"/>
          <w:tab w:val="center" w:pos="-5040"/>
          <w:tab w:val="left" w:pos="-4860"/>
          <w:tab w:val="left" w:pos="993"/>
          <w:tab w:val="center" w:pos="4925"/>
          <w:tab w:val="left" w:pos="6975"/>
          <w:tab w:val="left" w:pos="10205"/>
        </w:tabs>
        <w:autoSpaceDE/>
        <w:autoSpaceDN/>
        <w:adjustRightInd/>
        <w:spacing w:before="120" w:after="120"/>
        <w:ind w:firstLine="709"/>
        <w:jc w:val="both"/>
      </w:pPr>
      <w:r>
        <w:t xml:space="preserve">2. </w:t>
      </w:r>
      <w:r w:rsidR="00AE5054" w:rsidRPr="0083666E">
        <w:t xml:space="preserve">Председателю ликвидационной комиссии </w:t>
      </w:r>
      <w:r w:rsidR="00AE5054" w:rsidRPr="00A67571">
        <w:t>муниципального унитарного предприятия города Орехово-Зуево «Дирекция единого заказчика жилищно-коммунального хозяйства»</w:t>
      </w:r>
      <w:r w:rsidR="00AE5054">
        <w:t xml:space="preserve"> </w:t>
      </w:r>
      <w:r w:rsidR="00AE5054" w:rsidRPr="0083666E">
        <w:t>осуществить в соответствии с действующим законодательством Российской Федерации все юридические действия и организационные мероприятия, связанные с представлением необходимых документов на государственную регистрацию.</w:t>
      </w:r>
    </w:p>
    <w:p w14:paraId="7A9780E5" w14:textId="77777777" w:rsidR="00A9478B" w:rsidRDefault="00A9478B" w:rsidP="00A9478B">
      <w:pPr>
        <w:widowControl/>
        <w:tabs>
          <w:tab w:val="left" w:pos="-5220"/>
          <w:tab w:val="center" w:pos="-5040"/>
          <w:tab w:val="left" w:pos="-4860"/>
          <w:tab w:val="left" w:pos="993"/>
          <w:tab w:val="center" w:pos="4925"/>
          <w:tab w:val="left" w:pos="6975"/>
          <w:tab w:val="left" w:pos="10205"/>
        </w:tabs>
        <w:autoSpaceDE/>
        <w:autoSpaceDN/>
        <w:adjustRightInd/>
        <w:spacing w:before="120" w:after="120"/>
        <w:ind w:firstLine="709"/>
        <w:jc w:val="both"/>
      </w:pPr>
      <w:r>
        <w:t xml:space="preserve">3. </w:t>
      </w:r>
      <w:r w:rsidR="00AE5054" w:rsidRPr="0083666E">
        <w:t>Настоящее Решение вступает в действие со дня его принятия.</w:t>
      </w:r>
    </w:p>
    <w:p w14:paraId="35B5ECFB" w14:textId="7F8DB2D3" w:rsidR="00AE5054" w:rsidRPr="0083666E" w:rsidRDefault="00A9478B" w:rsidP="00A9478B">
      <w:pPr>
        <w:widowControl/>
        <w:tabs>
          <w:tab w:val="left" w:pos="-5220"/>
          <w:tab w:val="center" w:pos="-5040"/>
          <w:tab w:val="left" w:pos="-4860"/>
          <w:tab w:val="left" w:pos="993"/>
          <w:tab w:val="center" w:pos="4925"/>
          <w:tab w:val="left" w:pos="6975"/>
          <w:tab w:val="left" w:pos="10205"/>
        </w:tabs>
        <w:autoSpaceDE/>
        <w:autoSpaceDN/>
        <w:adjustRightInd/>
        <w:spacing w:before="120" w:after="120"/>
        <w:ind w:firstLine="709"/>
        <w:jc w:val="both"/>
      </w:pPr>
      <w:r>
        <w:t xml:space="preserve">4. </w:t>
      </w:r>
      <w:r w:rsidR="00AE5054" w:rsidRPr="0083666E">
        <w:t xml:space="preserve">Контроль исполнения настоящего Решения возложить на председателя Совета депутатов Орехово-Зуевского городского округа Московской области </w:t>
      </w:r>
      <w:proofErr w:type="spellStart"/>
      <w:r w:rsidR="00AE5054" w:rsidRPr="0083666E">
        <w:t>Ронзину</w:t>
      </w:r>
      <w:proofErr w:type="spellEnd"/>
      <w:r w:rsidR="00AE5054" w:rsidRPr="0083666E">
        <w:t xml:space="preserve"> Т.И. </w:t>
      </w:r>
    </w:p>
    <w:p w14:paraId="30B75974" w14:textId="26725472" w:rsidR="00F11566" w:rsidRPr="00AE5054" w:rsidRDefault="00F11566" w:rsidP="00A9478B">
      <w:pPr>
        <w:jc w:val="both"/>
      </w:pPr>
    </w:p>
    <w:p w14:paraId="5E1D587A" w14:textId="77777777" w:rsidR="00AE5054" w:rsidRPr="00AE5054" w:rsidRDefault="00AE5054" w:rsidP="00A9478B">
      <w:pPr>
        <w:jc w:val="both"/>
      </w:pPr>
    </w:p>
    <w:p w14:paraId="04EF8CB6" w14:textId="77777777" w:rsidR="0056311C" w:rsidRPr="00D76ACD" w:rsidRDefault="00874E9E" w:rsidP="00A9478B">
      <w:pPr>
        <w:widowControl/>
        <w:jc w:val="both"/>
        <w:rPr>
          <w:b/>
          <w:bCs/>
        </w:rPr>
      </w:pPr>
      <w:r>
        <w:rPr>
          <w:b/>
          <w:bCs/>
        </w:rPr>
        <w:t>П</w:t>
      </w:r>
      <w:r w:rsidR="0056311C" w:rsidRPr="00D76ACD">
        <w:rPr>
          <w:b/>
          <w:bCs/>
        </w:rPr>
        <w:t>редседател</w:t>
      </w:r>
      <w:r w:rsidR="0081378A">
        <w:rPr>
          <w:b/>
          <w:bCs/>
        </w:rPr>
        <w:t>ь</w:t>
      </w:r>
      <w:r w:rsidR="0056311C" w:rsidRPr="00D76ACD">
        <w:rPr>
          <w:b/>
          <w:bCs/>
        </w:rPr>
        <w:t xml:space="preserve"> Совета депутатов</w:t>
      </w:r>
    </w:p>
    <w:p w14:paraId="74F5E639" w14:textId="77777777" w:rsidR="00C221AA" w:rsidRDefault="00D813BD" w:rsidP="00A9478B">
      <w:pPr>
        <w:widowControl/>
        <w:jc w:val="both"/>
        <w:rPr>
          <w:b/>
        </w:rPr>
      </w:pPr>
      <w:r w:rsidRPr="00D76ACD">
        <w:rPr>
          <w:b/>
        </w:rPr>
        <w:t xml:space="preserve">Орехово-Зуевского городского округа </w:t>
      </w:r>
    </w:p>
    <w:p w14:paraId="188E1D2F" w14:textId="1F3E3374" w:rsidR="0056311C" w:rsidRPr="008F2963" w:rsidRDefault="00C221AA" w:rsidP="00A9478B">
      <w:pPr>
        <w:widowControl/>
        <w:jc w:val="both"/>
        <w:rPr>
          <w:b/>
          <w:bCs/>
        </w:rPr>
      </w:pPr>
      <w:r w:rsidRPr="00730A27">
        <w:rPr>
          <w:b/>
        </w:rPr>
        <w:t xml:space="preserve">Московской области                                 </w:t>
      </w:r>
      <w:r w:rsidR="00D813BD" w:rsidRPr="00730A27">
        <w:rPr>
          <w:b/>
        </w:rPr>
        <w:t xml:space="preserve">      </w:t>
      </w:r>
      <w:r w:rsidR="00D10791">
        <w:rPr>
          <w:b/>
        </w:rPr>
        <w:t xml:space="preserve">   </w:t>
      </w:r>
      <w:r w:rsidR="00D813BD" w:rsidRPr="00730A27">
        <w:rPr>
          <w:b/>
        </w:rPr>
        <w:t xml:space="preserve">       </w:t>
      </w:r>
      <w:r w:rsidR="00D76ACD" w:rsidRPr="00730A27">
        <w:rPr>
          <w:b/>
        </w:rPr>
        <w:t xml:space="preserve">  </w:t>
      </w:r>
      <w:r w:rsidR="006C7A65">
        <w:rPr>
          <w:b/>
        </w:rPr>
        <w:t xml:space="preserve">      </w:t>
      </w:r>
      <w:r w:rsidR="00D10791">
        <w:rPr>
          <w:b/>
        </w:rPr>
        <w:t xml:space="preserve">   </w:t>
      </w:r>
      <w:r w:rsidR="006C7A65">
        <w:rPr>
          <w:b/>
        </w:rPr>
        <w:t xml:space="preserve"> </w:t>
      </w:r>
      <w:r w:rsidR="00D76ACD" w:rsidRPr="00730A27">
        <w:rPr>
          <w:b/>
        </w:rPr>
        <w:t xml:space="preserve">              </w:t>
      </w:r>
      <w:r w:rsidR="00D813BD" w:rsidRPr="00730A27">
        <w:rPr>
          <w:b/>
        </w:rPr>
        <w:t xml:space="preserve">                        </w:t>
      </w:r>
      <w:r w:rsidR="001425BC">
        <w:rPr>
          <w:b/>
        </w:rPr>
        <w:t xml:space="preserve">     Т.И. </w:t>
      </w:r>
      <w:proofErr w:type="spellStart"/>
      <w:r w:rsidR="001425BC">
        <w:rPr>
          <w:b/>
        </w:rPr>
        <w:t>Ронзина</w:t>
      </w:r>
      <w:proofErr w:type="spellEnd"/>
    </w:p>
    <w:p w14:paraId="1F024CF2" w14:textId="26D82075" w:rsidR="006405F9" w:rsidRDefault="006405F9" w:rsidP="00A9478B">
      <w:pPr>
        <w:ind w:right="-85"/>
        <w:jc w:val="both"/>
      </w:pPr>
    </w:p>
    <w:p w14:paraId="7BFB35ED" w14:textId="77777777" w:rsidR="00AE5054" w:rsidRDefault="00AE5054" w:rsidP="00A9478B">
      <w:pPr>
        <w:ind w:right="-85"/>
        <w:jc w:val="both"/>
      </w:pPr>
    </w:p>
    <w:p w14:paraId="364EB495" w14:textId="33280290" w:rsidR="00C65CC2" w:rsidRPr="00AE5054" w:rsidRDefault="00753F25" w:rsidP="00A9478B">
      <w:pPr>
        <w:ind w:right="-85"/>
        <w:jc w:val="both"/>
        <w:rPr>
          <w:sz w:val="20"/>
          <w:szCs w:val="20"/>
        </w:rPr>
      </w:pPr>
      <w:r w:rsidRPr="00AE5054">
        <w:rPr>
          <w:sz w:val="20"/>
          <w:szCs w:val="20"/>
        </w:rPr>
        <w:t xml:space="preserve">Разослано: </w:t>
      </w:r>
      <w:r w:rsidR="00636F8F" w:rsidRPr="00AE5054">
        <w:rPr>
          <w:sz w:val="20"/>
          <w:szCs w:val="20"/>
        </w:rPr>
        <w:t>дело, Комитету</w:t>
      </w:r>
      <w:r w:rsidR="001A5397" w:rsidRPr="00AE5054">
        <w:rPr>
          <w:sz w:val="20"/>
          <w:szCs w:val="20"/>
        </w:rPr>
        <w:t xml:space="preserve"> по управлению имуществом администрации Орехово-Зуевского городского округа Московской области</w:t>
      </w:r>
      <w:r w:rsidR="00AE5054" w:rsidRPr="00AE5054">
        <w:rPr>
          <w:sz w:val="20"/>
          <w:szCs w:val="20"/>
        </w:rPr>
        <w:t>, ликвидационной комиссии муниципального унитарного предприятия города Орехово-Зуево «Дирекция единого заказчика жилищно-коммунального хозяйства»</w:t>
      </w:r>
    </w:p>
    <w:p w14:paraId="6E36F95A" w14:textId="77777777" w:rsidR="00A9478B" w:rsidRDefault="00A9478B" w:rsidP="00A9478B">
      <w:pPr>
        <w:widowControl/>
        <w:jc w:val="both"/>
        <w:rPr>
          <w:sz w:val="16"/>
          <w:szCs w:val="16"/>
        </w:rPr>
      </w:pPr>
    </w:p>
    <w:p w14:paraId="4404A69D" w14:textId="77777777" w:rsidR="00A9478B" w:rsidRDefault="00A9478B" w:rsidP="00A9478B">
      <w:pPr>
        <w:widowControl/>
        <w:jc w:val="both"/>
        <w:rPr>
          <w:sz w:val="16"/>
          <w:szCs w:val="16"/>
        </w:rPr>
      </w:pPr>
    </w:p>
    <w:p w14:paraId="3BCC57F4" w14:textId="4E08D5F3" w:rsidR="00C65CC2" w:rsidRPr="002103F5" w:rsidRDefault="00810E70" w:rsidP="00A9478B">
      <w:pPr>
        <w:widowControl/>
        <w:jc w:val="both"/>
        <w:rPr>
          <w:sz w:val="16"/>
          <w:szCs w:val="16"/>
        </w:rPr>
      </w:pPr>
      <w:r w:rsidRPr="002103F5">
        <w:rPr>
          <w:sz w:val="16"/>
          <w:szCs w:val="16"/>
        </w:rPr>
        <w:t>Исп.</w:t>
      </w:r>
      <w:r w:rsidR="00A20E14" w:rsidRPr="002103F5">
        <w:rPr>
          <w:sz w:val="16"/>
          <w:szCs w:val="16"/>
        </w:rPr>
        <w:t xml:space="preserve"> </w:t>
      </w:r>
      <w:r w:rsidR="00F11566" w:rsidRPr="002103F5">
        <w:rPr>
          <w:sz w:val="16"/>
          <w:szCs w:val="16"/>
        </w:rPr>
        <w:t>Миронова Е.М.</w:t>
      </w:r>
    </w:p>
    <w:p w14:paraId="29570661" w14:textId="0B6A0D7F" w:rsidR="00753F25" w:rsidRPr="002103F5" w:rsidRDefault="00F11566" w:rsidP="00A9478B">
      <w:pPr>
        <w:widowControl/>
        <w:jc w:val="both"/>
        <w:rPr>
          <w:sz w:val="16"/>
          <w:szCs w:val="16"/>
        </w:rPr>
      </w:pPr>
      <w:r w:rsidRPr="002103F5">
        <w:rPr>
          <w:sz w:val="16"/>
          <w:szCs w:val="16"/>
        </w:rPr>
        <w:t>тел.412-</w:t>
      </w:r>
      <w:r w:rsidR="00D10791">
        <w:rPr>
          <w:sz w:val="16"/>
          <w:szCs w:val="16"/>
        </w:rPr>
        <w:t>32</w:t>
      </w:r>
      <w:r w:rsidRPr="002103F5">
        <w:rPr>
          <w:sz w:val="16"/>
          <w:szCs w:val="16"/>
        </w:rPr>
        <w:t>-</w:t>
      </w:r>
      <w:r w:rsidR="00D10791">
        <w:rPr>
          <w:sz w:val="16"/>
          <w:szCs w:val="16"/>
        </w:rPr>
        <w:t>15</w:t>
      </w:r>
    </w:p>
    <w:p w14:paraId="73118403" w14:textId="77777777" w:rsidR="00A76B0D" w:rsidRDefault="00A76B0D" w:rsidP="00A9478B">
      <w:pPr>
        <w:jc w:val="both"/>
        <w:rPr>
          <w:b/>
        </w:rPr>
      </w:pPr>
      <w:bookmarkStart w:id="0" w:name="_GoBack"/>
      <w:bookmarkEnd w:id="0"/>
    </w:p>
    <w:sectPr w:rsidR="00A76B0D" w:rsidSect="00A9478B">
      <w:pgSz w:w="11906" w:h="16838" w:code="9"/>
      <w:pgMar w:top="851" w:right="851" w:bottom="851" w:left="1418" w:header="709" w:footer="709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7642E9"/>
    <w:multiLevelType w:val="hybridMultilevel"/>
    <w:tmpl w:val="D2E63FFA"/>
    <w:lvl w:ilvl="0" w:tplc="E82C8664">
      <w:start w:val="1"/>
      <w:numFmt w:val="decimal"/>
      <w:lvlText w:val="%1."/>
      <w:lvlJc w:val="left"/>
      <w:pPr>
        <w:ind w:left="1118" w:hanging="408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236934A2"/>
    <w:multiLevelType w:val="hybridMultilevel"/>
    <w:tmpl w:val="2CB0B26A"/>
    <w:lvl w:ilvl="0" w:tplc="B9020BE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24033CC1"/>
    <w:multiLevelType w:val="hybridMultilevel"/>
    <w:tmpl w:val="0AF22702"/>
    <w:lvl w:ilvl="0" w:tplc="0419000F">
      <w:start w:val="1"/>
      <w:numFmt w:val="decimal"/>
      <w:lvlText w:val="%1."/>
      <w:lvlJc w:val="left"/>
      <w:pPr>
        <w:tabs>
          <w:tab w:val="num" w:pos="787"/>
        </w:tabs>
        <w:ind w:left="7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07"/>
        </w:tabs>
        <w:ind w:left="15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7"/>
        </w:tabs>
        <w:ind w:left="22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7"/>
        </w:tabs>
        <w:ind w:left="29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7"/>
        </w:tabs>
        <w:ind w:left="36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7"/>
        </w:tabs>
        <w:ind w:left="43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7"/>
        </w:tabs>
        <w:ind w:left="51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7"/>
        </w:tabs>
        <w:ind w:left="58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7"/>
        </w:tabs>
        <w:ind w:left="6547" w:hanging="180"/>
      </w:pPr>
    </w:lvl>
  </w:abstractNum>
  <w:abstractNum w:abstractNumId="3">
    <w:nsid w:val="3F611D6E"/>
    <w:multiLevelType w:val="hybridMultilevel"/>
    <w:tmpl w:val="397821D8"/>
    <w:lvl w:ilvl="0" w:tplc="AE58F57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40ED019B"/>
    <w:multiLevelType w:val="hybridMultilevel"/>
    <w:tmpl w:val="079C4F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3D67E8"/>
    <w:multiLevelType w:val="multilevel"/>
    <w:tmpl w:val="D494F06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6">
    <w:nsid w:val="52221A9A"/>
    <w:multiLevelType w:val="hybridMultilevel"/>
    <w:tmpl w:val="79C4F718"/>
    <w:lvl w:ilvl="0" w:tplc="AE58F57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044E16"/>
    <w:multiLevelType w:val="hybridMultilevel"/>
    <w:tmpl w:val="6D44611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9A55497"/>
    <w:multiLevelType w:val="multilevel"/>
    <w:tmpl w:val="ECC6FA5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85" w:hanging="8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85" w:hanging="82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>
    <w:nsid w:val="78DD0CA8"/>
    <w:multiLevelType w:val="hybridMultilevel"/>
    <w:tmpl w:val="39305C88"/>
    <w:lvl w:ilvl="0" w:tplc="0419000F">
      <w:start w:val="1"/>
      <w:numFmt w:val="decimal"/>
      <w:lvlText w:val="%1."/>
      <w:lvlJc w:val="left"/>
      <w:pPr>
        <w:tabs>
          <w:tab w:val="num" w:pos="787"/>
        </w:tabs>
        <w:ind w:left="7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07"/>
        </w:tabs>
        <w:ind w:left="15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7"/>
        </w:tabs>
        <w:ind w:left="22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7"/>
        </w:tabs>
        <w:ind w:left="29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7"/>
        </w:tabs>
        <w:ind w:left="36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7"/>
        </w:tabs>
        <w:ind w:left="43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7"/>
        </w:tabs>
        <w:ind w:left="51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7"/>
        </w:tabs>
        <w:ind w:left="58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7"/>
        </w:tabs>
        <w:ind w:left="6547" w:hanging="180"/>
      </w:pPr>
    </w:lvl>
  </w:abstractNum>
  <w:num w:numId="1">
    <w:abstractNumId w:val="9"/>
  </w:num>
  <w:num w:numId="2">
    <w:abstractNumId w:val="2"/>
  </w:num>
  <w:num w:numId="3">
    <w:abstractNumId w:val="1"/>
  </w:num>
  <w:num w:numId="4">
    <w:abstractNumId w:val="8"/>
  </w:num>
  <w:num w:numId="5">
    <w:abstractNumId w:val="4"/>
  </w:num>
  <w:num w:numId="6">
    <w:abstractNumId w:val="5"/>
  </w:num>
  <w:num w:numId="7">
    <w:abstractNumId w:val="3"/>
  </w:num>
  <w:num w:numId="8">
    <w:abstractNumId w:val="6"/>
  </w:num>
  <w:num w:numId="9">
    <w:abstractNumId w:val="0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451D"/>
    <w:rsid w:val="000128DA"/>
    <w:rsid w:val="00016BD3"/>
    <w:rsid w:val="000204F3"/>
    <w:rsid w:val="00024204"/>
    <w:rsid w:val="000275D6"/>
    <w:rsid w:val="0005484A"/>
    <w:rsid w:val="00063EE6"/>
    <w:rsid w:val="000703EB"/>
    <w:rsid w:val="0007485C"/>
    <w:rsid w:val="00077780"/>
    <w:rsid w:val="0008629D"/>
    <w:rsid w:val="000866C7"/>
    <w:rsid w:val="000A6581"/>
    <w:rsid w:val="000B6C27"/>
    <w:rsid w:val="000C2D41"/>
    <w:rsid w:val="000E5877"/>
    <w:rsid w:val="000F0556"/>
    <w:rsid w:val="000F5217"/>
    <w:rsid w:val="00106872"/>
    <w:rsid w:val="00110906"/>
    <w:rsid w:val="00111EFA"/>
    <w:rsid w:val="001144C4"/>
    <w:rsid w:val="00123B89"/>
    <w:rsid w:val="001249F3"/>
    <w:rsid w:val="00134F2C"/>
    <w:rsid w:val="00136036"/>
    <w:rsid w:val="00136B43"/>
    <w:rsid w:val="00137E81"/>
    <w:rsid w:val="001406F3"/>
    <w:rsid w:val="00142555"/>
    <w:rsid w:val="001425BC"/>
    <w:rsid w:val="00156E9A"/>
    <w:rsid w:val="00164114"/>
    <w:rsid w:val="00167D85"/>
    <w:rsid w:val="00171835"/>
    <w:rsid w:val="00191D40"/>
    <w:rsid w:val="00193A31"/>
    <w:rsid w:val="001A5397"/>
    <w:rsid w:val="001B42CB"/>
    <w:rsid w:val="001B5567"/>
    <w:rsid w:val="001B792E"/>
    <w:rsid w:val="001D1E67"/>
    <w:rsid w:val="001D2066"/>
    <w:rsid w:val="001D6024"/>
    <w:rsid w:val="001E0584"/>
    <w:rsid w:val="001E4969"/>
    <w:rsid w:val="001E6AE5"/>
    <w:rsid w:val="001E6CEB"/>
    <w:rsid w:val="001F5556"/>
    <w:rsid w:val="00200A7B"/>
    <w:rsid w:val="0020596E"/>
    <w:rsid w:val="002077C0"/>
    <w:rsid w:val="002103F5"/>
    <w:rsid w:val="00212FA3"/>
    <w:rsid w:val="00232632"/>
    <w:rsid w:val="002350F1"/>
    <w:rsid w:val="00236AA5"/>
    <w:rsid w:val="002465B0"/>
    <w:rsid w:val="00255566"/>
    <w:rsid w:val="00257154"/>
    <w:rsid w:val="00260CD1"/>
    <w:rsid w:val="002732D8"/>
    <w:rsid w:val="00273313"/>
    <w:rsid w:val="00276D8B"/>
    <w:rsid w:val="00277B7E"/>
    <w:rsid w:val="00277BCF"/>
    <w:rsid w:val="00281A3D"/>
    <w:rsid w:val="002836D4"/>
    <w:rsid w:val="00286201"/>
    <w:rsid w:val="002939ED"/>
    <w:rsid w:val="0029611A"/>
    <w:rsid w:val="002A0724"/>
    <w:rsid w:val="002A3A68"/>
    <w:rsid w:val="002A6A4A"/>
    <w:rsid w:val="002B14EE"/>
    <w:rsid w:val="002B1983"/>
    <w:rsid w:val="002B1E62"/>
    <w:rsid w:val="002B41CE"/>
    <w:rsid w:val="002B426A"/>
    <w:rsid w:val="002B4572"/>
    <w:rsid w:val="002B6CAD"/>
    <w:rsid w:val="002B6F0F"/>
    <w:rsid w:val="002C1973"/>
    <w:rsid w:val="002C2A70"/>
    <w:rsid w:val="002C5168"/>
    <w:rsid w:val="002C79AD"/>
    <w:rsid w:val="002D56ED"/>
    <w:rsid w:val="002E0EBB"/>
    <w:rsid w:val="002E2DAE"/>
    <w:rsid w:val="002E368A"/>
    <w:rsid w:val="002E3824"/>
    <w:rsid w:val="002E54DA"/>
    <w:rsid w:val="002F0A40"/>
    <w:rsid w:val="002F5607"/>
    <w:rsid w:val="00303296"/>
    <w:rsid w:val="00307A76"/>
    <w:rsid w:val="003163E6"/>
    <w:rsid w:val="00316B0F"/>
    <w:rsid w:val="003177D0"/>
    <w:rsid w:val="00336D7B"/>
    <w:rsid w:val="003413C4"/>
    <w:rsid w:val="00347989"/>
    <w:rsid w:val="00347FDE"/>
    <w:rsid w:val="00350E06"/>
    <w:rsid w:val="00351BAA"/>
    <w:rsid w:val="00357FF7"/>
    <w:rsid w:val="00360C5C"/>
    <w:rsid w:val="00360F8E"/>
    <w:rsid w:val="00365E13"/>
    <w:rsid w:val="00373EB7"/>
    <w:rsid w:val="00373FEB"/>
    <w:rsid w:val="0037493A"/>
    <w:rsid w:val="00375752"/>
    <w:rsid w:val="00385D94"/>
    <w:rsid w:val="003932DD"/>
    <w:rsid w:val="003969E0"/>
    <w:rsid w:val="003A0073"/>
    <w:rsid w:val="003A4FFB"/>
    <w:rsid w:val="003B4389"/>
    <w:rsid w:val="003B6387"/>
    <w:rsid w:val="003D15D3"/>
    <w:rsid w:val="003D689E"/>
    <w:rsid w:val="003E2628"/>
    <w:rsid w:val="003E3B8F"/>
    <w:rsid w:val="003E4471"/>
    <w:rsid w:val="003E6C08"/>
    <w:rsid w:val="003F208A"/>
    <w:rsid w:val="003F4B29"/>
    <w:rsid w:val="003F73DE"/>
    <w:rsid w:val="00406AA2"/>
    <w:rsid w:val="00415951"/>
    <w:rsid w:val="00420417"/>
    <w:rsid w:val="00422030"/>
    <w:rsid w:val="00422B06"/>
    <w:rsid w:val="004245B1"/>
    <w:rsid w:val="00426A79"/>
    <w:rsid w:val="004319F1"/>
    <w:rsid w:val="00431B86"/>
    <w:rsid w:val="00434E8E"/>
    <w:rsid w:val="00435515"/>
    <w:rsid w:val="0043602F"/>
    <w:rsid w:val="00436034"/>
    <w:rsid w:val="004375B8"/>
    <w:rsid w:val="004446D7"/>
    <w:rsid w:val="00444E16"/>
    <w:rsid w:val="00446DD2"/>
    <w:rsid w:val="00453A97"/>
    <w:rsid w:val="00453AA1"/>
    <w:rsid w:val="00456DC6"/>
    <w:rsid w:val="00467843"/>
    <w:rsid w:val="004679F9"/>
    <w:rsid w:val="0047236A"/>
    <w:rsid w:val="00481A79"/>
    <w:rsid w:val="00482739"/>
    <w:rsid w:val="00484300"/>
    <w:rsid w:val="0048451D"/>
    <w:rsid w:val="00490A2F"/>
    <w:rsid w:val="00491D09"/>
    <w:rsid w:val="004962D3"/>
    <w:rsid w:val="004A0296"/>
    <w:rsid w:val="004A39B9"/>
    <w:rsid w:val="004B0295"/>
    <w:rsid w:val="004C37BE"/>
    <w:rsid w:val="004D2F77"/>
    <w:rsid w:val="004D31E6"/>
    <w:rsid w:val="004E5970"/>
    <w:rsid w:val="004F5B2A"/>
    <w:rsid w:val="004F60AB"/>
    <w:rsid w:val="004F6356"/>
    <w:rsid w:val="004F7050"/>
    <w:rsid w:val="00501792"/>
    <w:rsid w:val="00504081"/>
    <w:rsid w:val="005070A1"/>
    <w:rsid w:val="00510780"/>
    <w:rsid w:val="00510CDE"/>
    <w:rsid w:val="00512D98"/>
    <w:rsid w:val="005154C9"/>
    <w:rsid w:val="005242F8"/>
    <w:rsid w:val="005274C1"/>
    <w:rsid w:val="00531EC2"/>
    <w:rsid w:val="0053778E"/>
    <w:rsid w:val="00545EF8"/>
    <w:rsid w:val="00547971"/>
    <w:rsid w:val="00551E7A"/>
    <w:rsid w:val="00551E90"/>
    <w:rsid w:val="0055310D"/>
    <w:rsid w:val="0055454E"/>
    <w:rsid w:val="00554855"/>
    <w:rsid w:val="00562A61"/>
    <w:rsid w:val="0056311C"/>
    <w:rsid w:val="00564493"/>
    <w:rsid w:val="00565ED1"/>
    <w:rsid w:val="00585F46"/>
    <w:rsid w:val="005901B4"/>
    <w:rsid w:val="00592484"/>
    <w:rsid w:val="005A0C3E"/>
    <w:rsid w:val="005A212B"/>
    <w:rsid w:val="005A469B"/>
    <w:rsid w:val="005A5A21"/>
    <w:rsid w:val="005B083A"/>
    <w:rsid w:val="005B2388"/>
    <w:rsid w:val="005B3FA1"/>
    <w:rsid w:val="005B4ED3"/>
    <w:rsid w:val="005B69C4"/>
    <w:rsid w:val="005B7916"/>
    <w:rsid w:val="005C536F"/>
    <w:rsid w:val="005C6BBB"/>
    <w:rsid w:val="005C7589"/>
    <w:rsid w:val="005D0632"/>
    <w:rsid w:val="005D21ED"/>
    <w:rsid w:val="005E179E"/>
    <w:rsid w:val="005E3444"/>
    <w:rsid w:val="005F271E"/>
    <w:rsid w:val="00602014"/>
    <w:rsid w:val="00607FF0"/>
    <w:rsid w:val="00610E11"/>
    <w:rsid w:val="00623962"/>
    <w:rsid w:val="00625490"/>
    <w:rsid w:val="00626A5B"/>
    <w:rsid w:val="00630B68"/>
    <w:rsid w:val="0063673A"/>
    <w:rsid w:val="00636F8F"/>
    <w:rsid w:val="006405F9"/>
    <w:rsid w:val="00661898"/>
    <w:rsid w:val="0066638E"/>
    <w:rsid w:val="0066785E"/>
    <w:rsid w:val="0067262E"/>
    <w:rsid w:val="0067764B"/>
    <w:rsid w:val="006A14B8"/>
    <w:rsid w:val="006A472E"/>
    <w:rsid w:val="006B1E19"/>
    <w:rsid w:val="006C1DE2"/>
    <w:rsid w:val="006C4213"/>
    <w:rsid w:val="006C7A65"/>
    <w:rsid w:val="006E2F75"/>
    <w:rsid w:val="006E3C9F"/>
    <w:rsid w:val="006F37DC"/>
    <w:rsid w:val="006F4575"/>
    <w:rsid w:val="006F7C08"/>
    <w:rsid w:val="00702142"/>
    <w:rsid w:val="007121A6"/>
    <w:rsid w:val="00717E80"/>
    <w:rsid w:val="007236C7"/>
    <w:rsid w:val="0072391A"/>
    <w:rsid w:val="00725351"/>
    <w:rsid w:val="00725D90"/>
    <w:rsid w:val="00730A27"/>
    <w:rsid w:val="0073149F"/>
    <w:rsid w:val="00734BEA"/>
    <w:rsid w:val="00735142"/>
    <w:rsid w:val="00741FDE"/>
    <w:rsid w:val="00745D32"/>
    <w:rsid w:val="00752896"/>
    <w:rsid w:val="00753F25"/>
    <w:rsid w:val="00754D77"/>
    <w:rsid w:val="00764F91"/>
    <w:rsid w:val="00765ABB"/>
    <w:rsid w:val="00784417"/>
    <w:rsid w:val="0078533A"/>
    <w:rsid w:val="00796D72"/>
    <w:rsid w:val="007A02A6"/>
    <w:rsid w:val="007A33C6"/>
    <w:rsid w:val="007A7FC2"/>
    <w:rsid w:val="007B163E"/>
    <w:rsid w:val="007B1ABF"/>
    <w:rsid w:val="007B23A6"/>
    <w:rsid w:val="007B261A"/>
    <w:rsid w:val="007B3707"/>
    <w:rsid w:val="007B665B"/>
    <w:rsid w:val="007B6B7F"/>
    <w:rsid w:val="007C7606"/>
    <w:rsid w:val="007D0B69"/>
    <w:rsid w:val="007D0F4E"/>
    <w:rsid w:val="007D30D3"/>
    <w:rsid w:val="007D7E30"/>
    <w:rsid w:val="007E699B"/>
    <w:rsid w:val="007E6EDD"/>
    <w:rsid w:val="007F3D31"/>
    <w:rsid w:val="007F7C27"/>
    <w:rsid w:val="008020CB"/>
    <w:rsid w:val="008021C5"/>
    <w:rsid w:val="00803987"/>
    <w:rsid w:val="00804990"/>
    <w:rsid w:val="00804D39"/>
    <w:rsid w:val="00810E70"/>
    <w:rsid w:val="0081378A"/>
    <w:rsid w:val="008148DC"/>
    <w:rsid w:val="00821BBA"/>
    <w:rsid w:val="00821E9F"/>
    <w:rsid w:val="00824FF6"/>
    <w:rsid w:val="00830673"/>
    <w:rsid w:val="008321CE"/>
    <w:rsid w:val="00833782"/>
    <w:rsid w:val="008433CD"/>
    <w:rsid w:val="008433EB"/>
    <w:rsid w:val="00844143"/>
    <w:rsid w:val="0084568F"/>
    <w:rsid w:val="00850901"/>
    <w:rsid w:val="00855704"/>
    <w:rsid w:val="008578FB"/>
    <w:rsid w:val="008656B8"/>
    <w:rsid w:val="008665D8"/>
    <w:rsid w:val="008667F8"/>
    <w:rsid w:val="00874E9E"/>
    <w:rsid w:val="008774AF"/>
    <w:rsid w:val="0088154B"/>
    <w:rsid w:val="00882655"/>
    <w:rsid w:val="0088288D"/>
    <w:rsid w:val="00884077"/>
    <w:rsid w:val="008846A8"/>
    <w:rsid w:val="00884719"/>
    <w:rsid w:val="00885073"/>
    <w:rsid w:val="008853DF"/>
    <w:rsid w:val="008910A3"/>
    <w:rsid w:val="008924DA"/>
    <w:rsid w:val="00894B7D"/>
    <w:rsid w:val="008B341A"/>
    <w:rsid w:val="008B351E"/>
    <w:rsid w:val="008B36F6"/>
    <w:rsid w:val="008B50D6"/>
    <w:rsid w:val="008B66C0"/>
    <w:rsid w:val="008D013D"/>
    <w:rsid w:val="008D16FE"/>
    <w:rsid w:val="008D610D"/>
    <w:rsid w:val="008E0781"/>
    <w:rsid w:val="008E16AF"/>
    <w:rsid w:val="008E5E59"/>
    <w:rsid w:val="008E6B10"/>
    <w:rsid w:val="008F2963"/>
    <w:rsid w:val="008F68F9"/>
    <w:rsid w:val="008F7256"/>
    <w:rsid w:val="0090096D"/>
    <w:rsid w:val="009132CE"/>
    <w:rsid w:val="0091626E"/>
    <w:rsid w:val="00921B3F"/>
    <w:rsid w:val="009306C2"/>
    <w:rsid w:val="009312B3"/>
    <w:rsid w:val="00937E14"/>
    <w:rsid w:val="0094007C"/>
    <w:rsid w:val="00940360"/>
    <w:rsid w:val="00943DAC"/>
    <w:rsid w:val="00957E97"/>
    <w:rsid w:val="0096691D"/>
    <w:rsid w:val="009674B6"/>
    <w:rsid w:val="0097351E"/>
    <w:rsid w:val="0097449D"/>
    <w:rsid w:val="009854AB"/>
    <w:rsid w:val="00986163"/>
    <w:rsid w:val="009905B7"/>
    <w:rsid w:val="0099393F"/>
    <w:rsid w:val="009A12BD"/>
    <w:rsid w:val="009A12D5"/>
    <w:rsid w:val="009A3567"/>
    <w:rsid w:val="009B03DA"/>
    <w:rsid w:val="009B68AF"/>
    <w:rsid w:val="009B78E9"/>
    <w:rsid w:val="009C54E6"/>
    <w:rsid w:val="009C674C"/>
    <w:rsid w:val="009C6CDB"/>
    <w:rsid w:val="009D5D4C"/>
    <w:rsid w:val="009D7C5C"/>
    <w:rsid w:val="009E38BB"/>
    <w:rsid w:val="009E4164"/>
    <w:rsid w:val="009F1B1C"/>
    <w:rsid w:val="009F4295"/>
    <w:rsid w:val="00A05C59"/>
    <w:rsid w:val="00A10738"/>
    <w:rsid w:val="00A1752D"/>
    <w:rsid w:val="00A20E14"/>
    <w:rsid w:val="00A21995"/>
    <w:rsid w:val="00A21E56"/>
    <w:rsid w:val="00A238A0"/>
    <w:rsid w:val="00A24BB5"/>
    <w:rsid w:val="00A27597"/>
    <w:rsid w:val="00A36020"/>
    <w:rsid w:val="00A364A0"/>
    <w:rsid w:val="00A409E9"/>
    <w:rsid w:val="00A4173F"/>
    <w:rsid w:val="00A448E8"/>
    <w:rsid w:val="00A468BF"/>
    <w:rsid w:val="00A5426E"/>
    <w:rsid w:val="00A54787"/>
    <w:rsid w:val="00A55867"/>
    <w:rsid w:val="00A56837"/>
    <w:rsid w:val="00A65B0B"/>
    <w:rsid w:val="00A67571"/>
    <w:rsid w:val="00A76B0D"/>
    <w:rsid w:val="00A800F8"/>
    <w:rsid w:val="00A90689"/>
    <w:rsid w:val="00A93358"/>
    <w:rsid w:val="00A9478B"/>
    <w:rsid w:val="00AA39EE"/>
    <w:rsid w:val="00AB0A62"/>
    <w:rsid w:val="00AB408A"/>
    <w:rsid w:val="00AC0B42"/>
    <w:rsid w:val="00AD158F"/>
    <w:rsid w:val="00AD5C31"/>
    <w:rsid w:val="00AE1F6E"/>
    <w:rsid w:val="00AE5054"/>
    <w:rsid w:val="00AE6141"/>
    <w:rsid w:val="00AF08AA"/>
    <w:rsid w:val="00AF6F9A"/>
    <w:rsid w:val="00B01D35"/>
    <w:rsid w:val="00B025B5"/>
    <w:rsid w:val="00B27BC9"/>
    <w:rsid w:val="00B3266D"/>
    <w:rsid w:val="00B354BD"/>
    <w:rsid w:val="00B36CB7"/>
    <w:rsid w:val="00B40000"/>
    <w:rsid w:val="00B430F9"/>
    <w:rsid w:val="00B533C0"/>
    <w:rsid w:val="00B55BE9"/>
    <w:rsid w:val="00B562E1"/>
    <w:rsid w:val="00B65870"/>
    <w:rsid w:val="00B72111"/>
    <w:rsid w:val="00B77BA3"/>
    <w:rsid w:val="00B867EF"/>
    <w:rsid w:val="00B924E7"/>
    <w:rsid w:val="00B95BB8"/>
    <w:rsid w:val="00BA23FA"/>
    <w:rsid w:val="00BB090F"/>
    <w:rsid w:val="00BB43D0"/>
    <w:rsid w:val="00BC228A"/>
    <w:rsid w:val="00BC3974"/>
    <w:rsid w:val="00BC40C4"/>
    <w:rsid w:val="00BD1404"/>
    <w:rsid w:val="00BD3E55"/>
    <w:rsid w:val="00BD4094"/>
    <w:rsid w:val="00BD7127"/>
    <w:rsid w:val="00BE1301"/>
    <w:rsid w:val="00BE2509"/>
    <w:rsid w:val="00BE6105"/>
    <w:rsid w:val="00BE6F45"/>
    <w:rsid w:val="00BF15EF"/>
    <w:rsid w:val="00BF1C87"/>
    <w:rsid w:val="00BF6FF7"/>
    <w:rsid w:val="00C0292F"/>
    <w:rsid w:val="00C14BE8"/>
    <w:rsid w:val="00C2046B"/>
    <w:rsid w:val="00C221AA"/>
    <w:rsid w:val="00C23B80"/>
    <w:rsid w:val="00C23FB8"/>
    <w:rsid w:val="00C245CE"/>
    <w:rsid w:val="00C2636C"/>
    <w:rsid w:val="00C40E63"/>
    <w:rsid w:val="00C454A2"/>
    <w:rsid w:val="00C45570"/>
    <w:rsid w:val="00C50D87"/>
    <w:rsid w:val="00C54CF6"/>
    <w:rsid w:val="00C6233F"/>
    <w:rsid w:val="00C635B4"/>
    <w:rsid w:val="00C65CC2"/>
    <w:rsid w:val="00C677F0"/>
    <w:rsid w:val="00C749B1"/>
    <w:rsid w:val="00C8019B"/>
    <w:rsid w:val="00CB2266"/>
    <w:rsid w:val="00CB496F"/>
    <w:rsid w:val="00CC7491"/>
    <w:rsid w:val="00CC79E4"/>
    <w:rsid w:val="00CD2627"/>
    <w:rsid w:val="00CD2F2E"/>
    <w:rsid w:val="00CE57B7"/>
    <w:rsid w:val="00CE62F8"/>
    <w:rsid w:val="00CF0ABD"/>
    <w:rsid w:val="00CF4A97"/>
    <w:rsid w:val="00D05642"/>
    <w:rsid w:val="00D06514"/>
    <w:rsid w:val="00D10615"/>
    <w:rsid w:val="00D10791"/>
    <w:rsid w:val="00D11BAA"/>
    <w:rsid w:val="00D151B7"/>
    <w:rsid w:val="00D2023E"/>
    <w:rsid w:val="00D212A6"/>
    <w:rsid w:val="00D21C7D"/>
    <w:rsid w:val="00D24580"/>
    <w:rsid w:val="00D31963"/>
    <w:rsid w:val="00D33C4E"/>
    <w:rsid w:val="00D360EC"/>
    <w:rsid w:val="00D36C72"/>
    <w:rsid w:val="00D43589"/>
    <w:rsid w:val="00D522AB"/>
    <w:rsid w:val="00D52F88"/>
    <w:rsid w:val="00D70CE5"/>
    <w:rsid w:val="00D71657"/>
    <w:rsid w:val="00D76ACD"/>
    <w:rsid w:val="00D813BD"/>
    <w:rsid w:val="00D82549"/>
    <w:rsid w:val="00D8754E"/>
    <w:rsid w:val="00D8790E"/>
    <w:rsid w:val="00D9163C"/>
    <w:rsid w:val="00D92B0A"/>
    <w:rsid w:val="00D94144"/>
    <w:rsid w:val="00D953EA"/>
    <w:rsid w:val="00DA44C2"/>
    <w:rsid w:val="00DA640B"/>
    <w:rsid w:val="00DB3871"/>
    <w:rsid w:val="00DC466B"/>
    <w:rsid w:val="00DD4D7B"/>
    <w:rsid w:val="00DE709B"/>
    <w:rsid w:val="00DE71FA"/>
    <w:rsid w:val="00DF209F"/>
    <w:rsid w:val="00DF254F"/>
    <w:rsid w:val="00DF6F75"/>
    <w:rsid w:val="00E02637"/>
    <w:rsid w:val="00E03BC1"/>
    <w:rsid w:val="00E1368A"/>
    <w:rsid w:val="00E14EA8"/>
    <w:rsid w:val="00E16CA9"/>
    <w:rsid w:val="00E200B7"/>
    <w:rsid w:val="00E200D9"/>
    <w:rsid w:val="00E21082"/>
    <w:rsid w:val="00E21200"/>
    <w:rsid w:val="00E21EFB"/>
    <w:rsid w:val="00E238EE"/>
    <w:rsid w:val="00E253D3"/>
    <w:rsid w:val="00E25E28"/>
    <w:rsid w:val="00E277A1"/>
    <w:rsid w:val="00E27B2F"/>
    <w:rsid w:val="00E44275"/>
    <w:rsid w:val="00E5099E"/>
    <w:rsid w:val="00E51384"/>
    <w:rsid w:val="00E52903"/>
    <w:rsid w:val="00E634CA"/>
    <w:rsid w:val="00E76B52"/>
    <w:rsid w:val="00E81B43"/>
    <w:rsid w:val="00E82C4B"/>
    <w:rsid w:val="00E82E22"/>
    <w:rsid w:val="00E83EFB"/>
    <w:rsid w:val="00E924A0"/>
    <w:rsid w:val="00EA2ECC"/>
    <w:rsid w:val="00EA5B84"/>
    <w:rsid w:val="00EA5B86"/>
    <w:rsid w:val="00EA6B04"/>
    <w:rsid w:val="00EB39AB"/>
    <w:rsid w:val="00EB5704"/>
    <w:rsid w:val="00EC5BBA"/>
    <w:rsid w:val="00EC71E9"/>
    <w:rsid w:val="00ED18A6"/>
    <w:rsid w:val="00ED2C77"/>
    <w:rsid w:val="00ED385E"/>
    <w:rsid w:val="00EE4EBF"/>
    <w:rsid w:val="00EE6E12"/>
    <w:rsid w:val="00EE784D"/>
    <w:rsid w:val="00EF0FE0"/>
    <w:rsid w:val="00EF4B32"/>
    <w:rsid w:val="00EF4EA7"/>
    <w:rsid w:val="00EF596F"/>
    <w:rsid w:val="00F00126"/>
    <w:rsid w:val="00F01487"/>
    <w:rsid w:val="00F0387E"/>
    <w:rsid w:val="00F11566"/>
    <w:rsid w:val="00F13FC2"/>
    <w:rsid w:val="00F276F7"/>
    <w:rsid w:val="00F453DE"/>
    <w:rsid w:val="00F45E2E"/>
    <w:rsid w:val="00F51FB7"/>
    <w:rsid w:val="00F54631"/>
    <w:rsid w:val="00F56499"/>
    <w:rsid w:val="00F63F3F"/>
    <w:rsid w:val="00F65A63"/>
    <w:rsid w:val="00F72FA7"/>
    <w:rsid w:val="00F749AF"/>
    <w:rsid w:val="00F805A2"/>
    <w:rsid w:val="00F870AE"/>
    <w:rsid w:val="00F909E5"/>
    <w:rsid w:val="00F96890"/>
    <w:rsid w:val="00F9749D"/>
    <w:rsid w:val="00FA2221"/>
    <w:rsid w:val="00FA2889"/>
    <w:rsid w:val="00FA6D1C"/>
    <w:rsid w:val="00FC1450"/>
    <w:rsid w:val="00FC6B03"/>
    <w:rsid w:val="00FC7231"/>
    <w:rsid w:val="00FC73D5"/>
    <w:rsid w:val="00FD15B3"/>
    <w:rsid w:val="00FD1DA0"/>
    <w:rsid w:val="00FE5D8A"/>
    <w:rsid w:val="00FE73B2"/>
    <w:rsid w:val="00FF1932"/>
    <w:rsid w:val="00FF255C"/>
    <w:rsid w:val="00FF7B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5C5ACE9"/>
  <w15:docId w15:val="{7CEA996C-AF87-4B46-9E84-19C57411A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6AA5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4375B8"/>
    <w:pPr>
      <w:keepNext/>
      <w:jc w:val="center"/>
      <w:outlineLvl w:val="0"/>
    </w:pPr>
    <w:rPr>
      <w:b/>
      <w:bCs/>
      <w:sz w:val="40"/>
      <w:szCs w:val="40"/>
    </w:rPr>
  </w:style>
  <w:style w:type="paragraph" w:styleId="2">
    <w:name w:val="heading 2"/>
    <w:basedOn w:val="a"/>
    <w:next w:val="a"/>
    <w:link w:val="20"/>
    <w:qFormat/>
    <w:rsid w:val="004375B8"/>
    <w:pPr>
      <w:keepNext/>
      <w:jc w:val="center"/>
      <w:outlineLvl w:val="1"/>
    </w:pPr>
    <w:rPr>
      <w:b/>
      <w:bCs/>
      <w:sz w:val="32"/>
      <w:szCs w:val="32"/>
    </w:rPr>
  </w:style>
  <w:style w:type="paragraph" w:styleId="3">
    <w:name w:val="heading 3"/>
    <w:basedOn w:val="a"/>
    <w:next w:val="a"/>
    <w:link w:val="30"/>
    <w:qFormat/>
    <w:rsid w:val="004375B8"/>
    <w:pPr>
      <w:keepNext/>
      <w:jc w:val="center"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qFormat/>
    <w:rsid w:val="004375B8"/>
    <w:pPr>
      <w:keepNext/>
      <w:widowControl/>
      <w:ind w:left="7080" w:firstLine="708"/>
      <w:jc w:val="center"/>
      <w:outlineLvl w:val="3"/>
    </w:pPr>
    <w:rPr>
      <w:u w:val="single"/>
    </w:rPr>
  </w:style>
  <w:style w:type="paragraph" w:styleId="5">
    <w:name w:val="heading 5"/>
    <w:basedOn w:val="a"/>
    <w:next w:val="a"/>
    <w:qFormat/>
    <w:rsid w:val="004375B8"/>
    <w:pPr>
      <w:keepNext/>
      <w:widowControl/>
      <w:jc w:val="right"/>
      <w:outlineLvl w:val="4"/>
    </w:pPr>
    <w:rPr>
      <w:b/>
      <w:bCs/>
      <w:sz w:val="28"/>
      <w:szCs w:val="28"/>
      <w:u w:val="single"/>
    </w:rPr>
  </w:style>
  <w:style w:type="paragraph" w:styleId="6">
    <w:name w:val="heading 6"/>
    <w:basedOn w:val="a"/>
    <w:next w:val="a"/>
    <w:link w:val="60"/>
    <w:qFormat/>
    <w:rsid w:val="004375B8"/>
    <w:pPr>
      <w:keepNext/>
      <w:widowControl/>
      <w:jc w:val="both"/>
      <w:outlineLvl w:val="5"/>
    </w:pPr>
    <w:rPr>
      <w:u w:val="single"/>
    </w:rPr>
  </w:style>
  <w:style w:type="paragraph" w:styleId="7">
    <w:name w:val="heading 7"/>
    <w:basedOn w:val="a"/>
    <w:next w:val="a"/>
    <w:qFormat/>
    <w:rsid w:val="004375B8"/>
    <w:pPr>
      <w:keepNext/>
      <w:widowControl/>
      <w:jc w:val="right"/>
      <w:outlineLvl w:val="6"/>
    </w:pPr>
    <w:rPr>
      <w:u w:val="single"/>
    </w:rPr>
  </w:style>
  <w:style w:type="paragraph" w:styleId="8">
    <w:name w:val="heading 8"/>
    <w:basedOn w:val="a"/>
    <w:next w:val="a"/>
    <w:link w:val="80"/>
    <w:qFormat/>
    <w:rsid w:val="004375B8"/>
    <w:pPr>
      <w:keepNext/>
      <w:widowControl/>
      <w:jc w:val="both"/>
      <w:outlineLvl w:val="7"/>
    </w:pPr>
    <w:rPr>
      <w:b/>
      <w:bCs/>
      <w:sz w:val="28"/>
      <w:szCs w:val="28"/>
    </w:rPr>
  </w:style>
  <w:style w:type="paragraph" w:styleId="9">
    <w:name w:val="heading 9"/>
    <w:basedOn w:val="a"/>
    <w:next w:val="a"/>
    <w:qFormat/>
    <w:rsid w:val="004375B8"/>
    <w:pPr>
      <w:keepNext/>
      <w:widowControl/>
      <w:jc w:val="right"/>
      <w:outlineLvl w:val="8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B408A"/>
    <w:rPr>
      <w:color w:val="0000FF"/>
      <w:u w:val="single"/>
    </w:rPr>
  </w:style>
  <w:style w:type="table" w:styleId="a4">
    <w:name w:val="Table Grid"/>
    <w:basedOn w:val="a1"/>
    <w:rsid w:val="0008629D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8E16AF"/>
    <w:pPr>
      <w:ind w:left="708"/>
    </w:pPr>
  </w:style>
  <w:style w:type="paragraph" w:styleId="a6">
    <w:name w:val="Balloon Text"/>
    <w:basedOn w:val="a"/>
    <w:link w:val="a7"/>
    <w:rsid w:val="00EA6B04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rsid w:val="00EA6B04"/>
    <w:rPr>
      <w:rFonts w:ascii="Tahoma" w:hAnsi="Tahoma" w:cs="Tahoma"/>
      <w:sz w:val="16"/>
      <w:szCs w:val="16"/>
    </w:rPr>
  </w:style>
  <w:style w:type="character" w:customStyle="1" w:styleId="60">
    <w:name w:val="Заголовок 6 Знак"/>
    <w:link w:val="6"/>
    <w:rsid w:val="00077780"/>
    <w:rPr>
      <w:sz w:val="24"/>
      <w:szCs w:val="24"/>
      <w:u w:val="single"/>
    </w:rPr>
  </w:style>
  <w:style w:type="paragraph" w:styleId="21">
    <w:name w:val="Body Text Indent 2"/>
    <w:basedOn w:val="a"/>
    <w:link w:val="22"/>
    <w:uiPriority w:val="99"/>
    <w:rsid w:val="00E16CA9"/>
    <w:pPr>
      <w:widowControl/>
      <w:autoSpaceDE/>
      <w:autoSpaceDN/>
      <w:adjustRightInd/>
      <w:spacing w:after="120" w:line="480" w:lineRule="auto"/>
      <w:ind w:left="283"/>
    </w:pPr>
    <w:rPr>
      <w:sz w:val="20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E16CA9"/>
  </w:style>
  <w:style w:type="character" w:customStyle="1" w:styleId="80">
    <w:name w:val="Заголовок 8 Знак"/>
    <w:basedOn w:val="a0"/>
    <w:link w:val="8"/>
    <w:rsid w:val="00753F25"/>
    <w:rPr>
      <w:b/>
      <w:bCs/>
      <w:sz w:val="28"/>
      <w:szCs w:val="28"/>
    </w:rPr>
  </w:style>
  <w:style w:type="paragraph" w:styleId="a8">
    <w:name w:val="Body Text"/>
    <w:basedOn w:val="a"/>
    <w:link w:val="a9"/>
    <w:unhideWhenUsed/>
    <w:rsid w:val="0072391A"/>
    <w:pPr>
      <w:spacing w:after="120"/>
    </w:pPr>
  </w:style>
  <w:style w:type="character" w:customStyle="1" w:styleId="a9">
    <w:name w:val="Основной текст Знак"/>
    <w:basedOn w:val="a0"/>
    <w:link w:val="a8"/>
    <w:rsid w:val="0072391A"/>
    <w:rPr>
      <w:sz w:val="24"/>
      <w:szCs w:val="24"/>
    </w:rPr>
  </w:style>
  <w:style w:type="paragraph" w:customStyle="1" w:styleId="ConsPlusTitle">
    <w:name w:val="ConsPlusTitle"/>
    <w:rsid w:val="0072391A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40">
    <w:name w:val="Основной текст (4)"/>
    <w:basedOn w:val="a0"/>
    <w:rsid w:val="000703E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paragraph" w:styleId="aa">
    <w:name w:val="Body Text Indent"/>
    <w:basedOn w:val="a"/>
    <w:link w:val="ab"/>
    <w:unhideWhenUsed/>
    <w:rsid w:val="003413C4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3413C4"/>
    <w:rPr>
      <w:sz w:val="24"/>
      <w:szCs w:val="24"/>
    </w:rPr>
  </w:style>
  <w:style w:type="character" w:customStyle="1" w:styleId="20">
    <w:name w:val="Заголовок 2 Знак"/>
    <w:basedOn w:val="a0"/>
    <w:link w:val="2"/>
    <w:rsid w:val="00191D40"/>
    <w:rPr>
      <w:b/>
      <w:bCs/>
      <w:sz w:val="32"/>
      <w:szCs w:val="32"/>
    </w:rPr>
  </w:style>
  <w:style w:type="character" w:customStyle="1" w:styleId="10">
    <w:name w:val="Заголовок 1 Знак"/>
    <w:link w:val="1"/>
    <w:rsid w:val="002C2A70"/>
    <w:rPr>
      <w:b/>
      <w:bCs/>
      <w:sz w:val="40"/>
      <w:szCs w:val="40"/>
    </w:rPr>
  </w:style>
  <w:style w:type="character" w:customStyle="1" w:styleId="30">
    <w:name w:val="Заголовок 3 Знак"/>
    <w:link w:val="3"/>
    <w:rsid w:val="002C2A70"/>
    <w:rPr>
      <w:b/>
      <w:bCs/>
      <w:sz w:val="28"/>
      <w:szCs w:val="28"/>
    </w:rPr>
  </w:style>
  <w:style w:type="character" w:customStyle="1" w:styleId="UnresolvedMention">
    <w:name w:val="Unresolved Mention"/>
    <w:basedOn w:val="a0"/>
    <w:uiPriority w:val="99"/>
    <w:semiHidden/>
    <w:unhideWhenUsed/>
    <w:rsid w:val="00A9478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20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12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090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06349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695318">
                      <w:marLeft w:val="270"/>
                      <w:marRight w:val="12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353526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19767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3645643">
                                  <w:marLeft w:val="0"/>
                                  <w:marRight w:val="600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875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59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6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4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66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885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3822632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2900969">
                      <w:marLeft w:val="270"/>
                      <w:marRight w:val="12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2883396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5534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4375019">
                                  <w:marLeft w:val="0"/>
                                  <w:marRight w:val="600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016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83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09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339617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2040068">
                      <w:marLeft w:val="270"/>
                      <w:marRight w:val="12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9276055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676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5710474">
                                  <w:marLeft w:val="0"/>
                                  <w:marRight w:val="600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417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4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25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38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19676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5841882">
                      <w:marLeft w:val="270"/>
                      <w:marRight w:val="12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8381528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06236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5282230">
                                  <w:marLeft w:val="0"/>
                                  <w:marRight w:val="600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40;&#1085;&#1102;&#1090;&#1072;\Application%20Data\Microsoft\&#1064;&#1072;&#1073;&#1083;&#1086;&#1085;&#1099;\&#1056;&#1077;&#1096;&#1077;&#1085;&#1080;&#1077;%20&#1057;&#1044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3183F4-0194-4AA1-8A7B-43469FF4B4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Решение СД.dot</Template>
  <TotalTime>13</TotalTime>
  <Pages>1</Pages>
  <Words>333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УИАиОР</Company>
  <LinksUpToDate>false</LinksUpToDate>
  <CharactersWithSpaces>2229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Анюта</dc:creator>
  <cp:lastModifiedBy>Асницкая Т.В.</cp:lastModifiedBy>
  <cp:revision>10</cp:revision>
  <cp:lastPrinted>2021-04-06T12:29:00Z</cp:lastPrinted>
  <dcterms:created xsi:type="dcterms:W3CDTF">2021-06-11T06:20:00Z</dcterms:created>
  <dcterms:modified xsi:type="dcterms:W3CDTF">2021-06-25T07:54:00Z</dcterms:modified>
</cp:coreProperties>
</file>